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461" w:rsidRDefault="00AE7A0B" w:rsidP="00066804">
      <w:pPr>
        <w:pStyle w:val="Nadpis1"/>
      </w:pPr>
      <w:bookmarkStart w:id="0" w:name="_Toc510451132"/>
      <w:bookmarkStart w:id="1" w:name="_Toc510451151"/>
      <w:bookmarkStart w:id="2" w:name="_Toc510451256"/>
      <w:bookmarkStart w:id="3" w:name="_Toc511533984"/>
      <w:bookmarkStart w:id="4" w:name="_Toc511533995"/>
      <w:bookmarkStart w:id="5" w:name="_Toc512614313"/>
      <w:bookmarkStart w:id="6" w:name="_Toc517442767"/>
      <w:bookmarkStart w:id="7" w:name="_Toc533933174"/>
      <w:bookmarkStart w:id="8" w:name="_Toc533933197"/>
      <w:bookmarkStart w:id="9" w:name="_Toc4251135"/>
      <w:bookmarkStart w:id="10" w:name="_Toc40803363"/>
      <w:bookmarkStart w:id="11" w:name="_Toc65818172"/>
      <w:bookmarkStart w:id="12" w:name="_Toc65928884"/>
      <w:bookmarkStart w:id="13" w:name="_Toc65938976"/>
      <w:bookmarkStart w:id="14" w:name="_Toc71996320"/>
      <w:bookmarkStart w:id="15" w:name="_Toc71996610"/>
      <w:bookmarkStart w:id="16" w:name="_Toc71996998"/>
      <w:bookmarkStart w:id="17" w:name="_Toc76137216"/>
      <w:bookmarkStart w:id="18" w:name="_Toc77004879"/>
      <w:bookmarkStart w:id="19" w:name="_Toc97646599"/>
      <w:bookmarkStart w:id="20" w:name="_Toc116020728"/>
      <w:bookmarkStart w:id="21" w:name="_Toc158557839"/>
      <w:bookmarkStart w:id="22" w:name="_Toc409160063"/>
      <w:r>
        <w:t>Guitar pro 6_Tabulatury na 5 banjo</w:t>
      </w:r>
    </w:p>
    <w:p w:rsidR="00045273" w:rsidRDefault="00AE7A0B" w:rsidP="00045273">
      <w:r>
        <w:t>Software GP6 je monstrum, kde je možné zadat celý orchestr. My z toho potřebujeme tak 1%.</w:t>
      </w:r>
    </w:p>
    <w:p w:rsidR="00AE7A0B" w:rsidRDefault="00A97387" w:rsidP="00045273">
      <w:pPr>
        <w:pStyle w:val="Nadpis2"/>
      </w:pPr>
      <w:r>
        <w:t>Nastavení celého softwaru</w:t>
      </w:r>
    </w:p>
    <w:p w:rsidR="000B4BBF" w:rsidRPr="000B4BBF" w:rsidRDefault="000B4BBF" w:rsidP="000B4BBF">
      <w:pPr>
        <w:rPr>
          <w:i/>
        </w:rPr>
      </w:pPr>
      <w:r>
        <w:t>Jo už každý zívá, chci úspěch ihned! To nejde. I u nového auta je třeba nastavit zrcátka, volant a sedačku. Pak už se jenom jezdí. Efektivní práce je, že 95% rutinizujeme a zbytek už sekáme jako Baťa cvičky. Tajemstvím úspěchu jsou šablony. I architekt má typový projekt rodinného domku (šablona) a jen nějak změní okna. I tenhle text je vystavěný na dokonalé šabloně, kterou dě</w:t>
      </w:r>
      <w:r w:rsidR="00045273">
        <w:t>la</w:t>
      </w:r>
      <w:r>
        <w:t>li l</w:t>
      </w:r>
      <w:r w:rsidR="00E319ED">
        <w:t>i</w:t>
      </w:r>
      <w:r>
        <w:t>dé z Microsoftu a já. V této šabloně je např. hierchie nadpisů, nebo styl Akord. Takže když napíšu : „</w:t>
      </w:r>
      <w:r w:rsidRPr="000B4BBF">
        <w:rPr>
          <w:i/>
        </w:rPr>
        <w:t>ústa s bar-</w:t>
      </w:r>
      <w:r>
        <w:rPr>
          <w:i/>
        </w:rPr>
        <w:t>Emi</w:t>
      </w:r>
      <w:r w:rsidRPr="000B4BBF">
        <w:rPr>
          <w:i/>
        </w:rPr>
        <w:t>vouvína</w:t>
      </w:r>
      <w:r>
        <w:rPr>
          <w:i/>
        </w:rPr>
        <w:t xml:space="preserve">“ </w:t>
      </w:r>
      <w:r w:rsidRPr="000B4BBF">
        <w:t>a před tu vouvínu napíšu Emi, pak ten Emi vyberu a dám klávesovou zkratku Alt D, skočí Emi na Horní index a je tam definitivně přibitý:</w:t>
      </w:r>
      <w:r>
        <w:rPr>
          <w:i/>
        </w:rPr>
        <w:t xml:space="preserve"> </w:t>
      </w:r>
      <w:r>
        <w:t>„</w:t>
      </w:r>
      <w:r w:rsidRPr="000B4BBF">
        <w:rPr>
          <w:i/>
        </w:rPr>
        <w:t>ústa s bar-</w:t>
      </w:r>
      <w:r w:rsidRPr="000B4BBF">
        <w:rPr>
          <w:rStyle w:val="AkordyChar"/>
        </w:rPr>
        <w:t>Emi</w:t>
      </w:r>
      <w:r w:rsidRPr="000B4BBF">
        <w:rPr>
          <w:i/>
        </w:rPr>
        <w:t>vouvína</w:t>
      </w:r>
      <w:r>
        <w:rPr>
          <w:i/>
        </w:rPr>
        <w:t>“</w:t>
      </w:r>
      <w:r w:rsidRPr="000B4BBF">
        <w:t>. Pak už si s tím textem mohu dělat</w:t>
      </w:r>
      <w:r w:rsidR="00E319ED">
        <w:t>,</w:t>
      </w:r>
      <w:r w:rsidRPr="000B4BBF">
        <w:t xml:space="preserve"> co chci.</w:t>
      </w:r>
      <w:r w:rsidR="00E319ED">
        <w:t xml:space="preserve"> Jo takže za chvíli si uděláme taky šablonu na Guitar Pro6.</w:t>
      </w:r>
    </w:p>
    <w:p w:rsidR="00AE7A0B" w:rsidRDefault="00A97387" w:rsidP="00441837">
      <w:pPr>
        <w:pStyle w:val="Nadpis3"/>
      </w:pPr>
      <w:r>
        <w:t>Nejdřív potřebujeme prázdný papír:</w:t>
      </w:r>
    </w:p>
    <w:p w:rsidR="00A97387" w:rsidRDefault="00A97387" w:rsidP="00AE7A0B">
      <w:r w:rsidRPr="00441837">
        <w:rPr>
          <w:rStyle w:val="tun0"/>
        </w:rPr>
        <w:t>Menu</w:t>
      </w:r>
      <w:r>
        <w:t xml:space="preserve">: </w:t>
      </w:r>
      <w:r w:rsidRPr="00441837">
        <w:rPr>
          <w:rStyle w:val="tun0"/>
        </w:rPr>
        <w:t>File</w:t>
      </w:r>
      <w:r>
        <w:t xml:space="preserve"> </w:t>
      </w:r>
      <w:r>
        <w:sym w:font="Symbol" w:char="F0AE"/>
      </w:r>
      <w:r w:rsidRPr="00441837">
        <w:rPr>
          <w:rStyle w:val="tun0"/>
        </w:rPr>
        <w:t>New</w:t>
      </w:r>
      <w:r>
        <w:t xml:space="preserve"> </w:t>
      </w:r>
      <w:r>
        <w:sym w:font="Symbol" w:char="F0AE"/>
      </w:r>
      <w:r>
        <w:t xml:space="preserve"> </w:t>
      </w:r>
      <w:r w:rsidRPr="00441837">
        <w:rPr>
          <w:rStyle w:val="tun0"/>
        </w:rPr>
        <w:t>Empty</w:t>
      </w:r>
      <w:r>
        <w:t xml:space="preserve">. Objeví se prázdný papír s dialogem </w:t>
      </w:r>
      <w:r w:rsidRPr="00441837">
        <w:rPr>
          <w:rStyle w:val="tun0"/>
        </w:rPr>
        <w:t>Score Information</w:t>
      </w:r>
      <w:r>
        <w:t xml:space="preserve">. Tam do </w:t>
      </w:r>
      <w:r w:rsidRPr="00441837">
        <w:rPr>
          <w:rStyle w:val="tun0"/>
        </w:rPr>
        <w:t>Title</w:t>
      </w:r>
      <w:r>
        <w:t>: napiš nadpis např. Cripple Creek(Open G_Capo 2). Jo je možné ladění a capo psát jinam, akorát to zabírá místo na stránce. Ostatní nevyplňuj.</w:t>
      </w:r>
      <w:r w:rsidR="005755D6">
        <w:t xml:space="preserve"> Dej tlačítko </w:t>
      </w:r>
      <w:r w:rsidR="005755D6" w:rsidRPr="00441837">
        <w:rPr>
          <w:rStyle w:val="tun0"/>
        </w:rPr>
        <w:t>OK</w:t>
      </w:r>
      <w:r w:rsidR="005755D6">
        <w:t>. Máme papír se jménem.</w:t>
      </w:r>
    </w:p>
    <w:p w:rsidR="005755D6" w:rsidRDefault="005755D6" w:rsidP="00441837">
      <w:pPr>
        <w:pStyle w:val="Nadpis3"/>
      </w:pPr>
      <w:r>
        <w:t>Ulož to!</w:t>
      </w:r>
    </w:p>
    <w:p w:rsidR="00AE7A0B" w:rsidRDefault="005755D6" w:rsidP="00AE7A0B">
      <w:r w:rsidRPr="00441837">
        <w:rPr>
          <w:rStyle w:val="tun0"/>
        </w:rPr>
        <w:t>Menu</w:t>
      </w:r>
      <w:r>
        <w:t xml:space="preserve">: </w:t>
      </w:r>
      <w:r w:rsidRPr="00441837">
        <w:rPr>
          <w:rStyle w:val="tun0"/>
        </w:rPr>
        <w:t>File</w:t>
      </w:r>
      <w:r>
        <w:t xml:space="preserve"> </w:t>
      </w:r>
      <w:r>
        <w:sym w:font="Symbol" w:char="F0AE"/>
      </w:r>
      <w:r>
        <w:t xml:space="preserve"> </w:t>
      </w:r>
      <w:r w:rsidRPr="00441837">
        <w:rPr>
          <w:rStyle w:val="tun0"/>
        </w:rPr>
        <w:t>Save</w:t>
      </w:r>
      <w:r>
        <w:t xml:space="preserve"> </w:t>
      </w:r>
      <w:r w:rsidRPr="00441837">
        <w:rPr>
          <w:rStyle w:val="tun0"/>
        </w:rPr>
        <w:t>As</w:t>
      </w:r>
      <w:r>
        <w:t xml:space="preserve"> </w:t>
      </w:r>
      <w:r>
        <w:sym w:font="Symbol" w:char="F0AE"/>
      </w:r>
      <w:r>
        <w:t xml:space="preserve"> </w:t>
      </w:r>
      <w:r w:rsidR="00441837">
        <w:t xml:space="preserve">nahoře klepni na </w:t>
      </w:r>
      <w:r w:rsidR="00441837" w:rsidRPr="00441837">
        <w:rPr>
          <w:rStyle w:val="tun0"/>
        </w:rPr>
        <w:t>Nová složka</w:t>
      </w:r>
      <w:r w:rsidR="00441837">
        <w:t xml:space="preserve"> (adresář), přepiš Nová složka na Guitar_banjo a dole klepni na </w:t>
      </w:r>
      <w:r w:rsidR="00441837" w:rsidRPr="00441837">
        <w:rPr>
          <w:rStyle w:val="tun0"/>
        </w:rPr>
        <w:t>Otevřít</w:t>
      </w:r>
      <w:r w:rsidR="00441837">
        <w:t>. Otevřel se adresář Guit</w:t>
      </w:r>
      <w:r w:rsidR="009E6076">
        <w:t>ar</w:t>
      </w:r>
      <w:r w:rsidR="00441837">
        <w:t xml:space="preserve"> banjo. D</w:t>
      </w:r>
      <w:r>
        <w:t xml:space="preserve">ole přepiš </w:t>
      </w:r>
      <w:r w:rsidRPr="00441837">
        <w:rPr>
          <w:rStyle w:val="tun0"/>
        </w:rPr>
        <w:t>Empty</w:t>
      </w:r>
      <w:r>
        <w:t xml:space="preserve"> na Cripple creek</w:t>
      </w:r>
      <w:r w:rsidR="00441837">
        <w:t xml:space="preserve">.gpx </w:t>
      </w:r>
      <w:r w:rsidR="00441837">
        <w:sym w:font="Symbol" w:char="F0AE"/>
      </w:r>
      <w:r w:rsidR="00441837">
        <w:t xml:space="preserve"> dole tlačítko </w:t>
      </w:r>
      <w:r w:rsidR="00441837" w:rsidRPr="00441837">
        <w:rPr>
          <w:rStyle w:val="tun0"/>
        </w:rPr>
        <w:t>Uložit</w:t>
      </w:r>
      <w:r w:rsidR="00441837">
        <w:t>. Hotovo.</w:t>
      </w:r>
      <w:r w:rsidR="00423D74">
        <w:t xml:space="preserve"> Do názvů souborů nepiš českou diakritiku, soubor pak nejde otevřít.</w:t>
      </w:r>
    </w:p>
    <w:p w:rsidR="008F52E5" w:rsidRDefault="008F52E5" w:rsidP="00AE7A0B">
      <w:r>
        <w:t>Pozor! Adresáře obsahující českou diakritiku nefungují, resp. Nejde do nich ukládat.</w:t>
      </w:r>
    </w:p>
    <w:p w:rsidR="00AE7A0B" w:rsidRDefault="00441837" w:rsidP="00441837">
      <w:pPr>
        <w:pStyle w:val="Nadpis3"/>
      </w:pPr>
      <w:r>
        <w:t>Obecné nastavení softwaru</w:t>
      </w:r>
    </w:p>
    <w:p w:rsidR="00AE7A0B" w:rsidRDefault="00441837" w:rsidP="009B2DE6">
      <w:pPr>
        <w:pStyle w:val="Nadpis4"/>
      </w:pPr>
      <w:r>
        <w:t xml:space="preserve">Menu: File </w:t>
      </w:r>
      <w:r>
        <w:sym w:font="Symbol" w:char="F0AE"/>
      </w:r>
      <w:r>
        <w:t xml:space="preserve"> </w:t>
      </w:r>
      <w:r w:rsidR="009B2DE6">
        <w:t>Preferences</w:t>
      </w:r>
    </w:p>
    <w:p w:rsidR="00441837" w:rsidRDefault="009B2DE6" w:rsidP="00AE7A0B">
      <w:r>
        <w:t>Koukni, jesti je v </w:t>
      </w:r>
      <w:r w:rsidRPr="009B2DE6">
        <w:rPr>
          <w:rStyle w:val="tun0"/>
        </w:rPr>
        <w:t>Miscellaneous</w:t>
      </w:r>
      <w:r>
        <w:t xml:space="preserve"> zatrženo </w:t>
      </w:r>
      <w:r w:rsidRPr="009B2DE6">
        <w:rPr>
          <w:rStyle w:val="tun0"/>
        </w:rPr>
        <w:t>Playback while editing</w:t>
      </w:r>
      <w:r>
        <w:t xml:space="preserve"> (hraje při sázení not) </w:t>
      </w:r>
      <w:r>
        <w:sym w:font="Symbol" w:char="F0AE"/>
      </w:r>
      <w:r>
        <w:t xml:space="preserve"> </w:t>
      </w:r>
      <w:r w:rsidRPr="009B2DE6">
        <w:rPr>
          <w:rStyle w:val="tun0"/>
        </w:rPr>
        <w:t>OK</w:t>
      </w:r>
    </w:p>
    <w:p w:rsidR="00AE7A0B" w:rsidRDefault="009B2DE6" w:rsidP="009B2DE6">
      <w:pPr>
        <w:pStyle w:val="Nadpis4"/>
      </w:pPr>
      <w:r>
        <w:t xml:space="preserve">Menu: File </w:t>
      </w:r>
      <w:r>
        <w:sym w:font="Symbol" w:char="F0AE"/>
      </w:r>
      <w:r>
        <w:t xml:space="preserve"> Stylesheet</w:t>
      </w:r>
    </w:p>
    <w:p w:rsidR="00AE7A0B" w:rsidRPr="009B2DE6" w:rsidRDefault="009B2DE6" w:rsidP="00AE7A0B">
      <w:pPr>
        <w:rPr>
          <w:rStyle w:val="tun0"/>
        </w:rPr>
      </w:pPr>
      <w:r w:rsidRPr="009B2DE6">
        <w:rPr>
          <w:rStyle w:val="tun0"/>
        </w:rPr>
        <w:t>Page and Score Format</w:t>
      </w:r>
      <w:r w:rsidR="00F45E19" w:rsidRPr="001B203B">
        <w:rPr>
          <w:rStyle w:val="AnglickyChar1"/>
          <w:lang w:val="cs-CZ"/>
        </w:rPr>
        <w:t xml:space="preserve"> (Formát stránky a celé písničky)</w:t>
      </w:r>
    </w:p>
    <w:p w:rsidR="00AE7A0B" w:rsidRDefault="009B2DE6" w:rsidP="00F45E19">
      <w:pPr>
        <w:ind w:left="708"/>
      </w:pPr>
      <w:r w:rsidRPr="009B2DE6">
        <w:rPr>
          <w:rStyle w:val="tun0"/>
        </w:rPr>
        <w:t>Page</w:t>
      </w:r>
      <w:r>
        <w:rPr>
          <w:rStyle w:val="tun0"/>
        </w:rPr>
        <w:t xml:space="preserve"> </w:t>
      </w:r>
      <w:r w:rsidRPr="00582EC3">
        <w:rPr>
          <w:rStyle w:val="AnglickyChar1"/>
          <w:lang w:val="cs-CZ"/>
        </w:rPr>
        <w:t>(stránka):</w:t>
      </w:r>
      <w:r>
        <w:t xml:space="preserve"> A4; Portrait; Left 1</w:t>
      </w:r>
      <w:r w:rsidR="00045273">
        <w:t>0</w:t>
      </w:r>
      <w:r>
        <w:t xml:space="preserve">, Top </w:t>
      </w:r>
      <w:r w:rsidR="00045273">
        <w:t>10</w:t>
      </w:r>
      <w:r>
        <w:t xml:space="preserve">, Bottom </w:t>
      </w:r>
      <w:r w:rsidR="00045273">
        <w:t>10</w:t>
      </w:r>
      <w:r>
        <w:t xml:space="preserve">, Right </w:t>
      </w:r>
      <w:r w:rsidR="00045273">
        <w:t>10</w:t>
      </w:r>
      <w:r>
        <w:t xml:space="preserve">; </w:t>
      </w:r>
      <w:r w:rsidRPr="009B2DE6">
        <w:rPr>
          <w:rStyle w:val="tun0"/>
        </w:rPr>
        <w:t>Tuning</w:t>
      </w:r>
      <w:r>
        <w:t xml:space="preserve"> </w:t>
      </w:r>
      <w:r w:rsidRPr="00582EC3">
        <w:rPr>
          <w:rStyle w:val="AnglickyChar1"/>
          <w:lang w:val="cs-CZ"/>
        </w:rPr>
        <w:t>(ladění)</w:t>
      </w:r>
      <w:r>
        <w:t xml:space="preserve"> zrušit</w:t>
      </w:r>
      <w:r w:rsidR="00582EC3">
        <w:t xml:space="preserve"> – (ukazuje ladění před celou osnovou, zabírá místo).</w:t>
      </w:r>
      <w:r>
        <w:t xml:space="preserve">. </w:t>
      </w:r>
      <w:r w:rsidRPr="009B2DE6">
        <w:rPr>
          <w:rStyle w:val="tun0"/>
        </w:rPr>
        <w:t>Sizes and spacings</w:t>
      </w:r>
      <w:r w:rsidR="00F45E19">
        <w:rPr>
          <w:rStyle w:val="tun0"/>
        </w:rPr>
        <w:t xml:space="preserve"> </w:t>
      </w:r>
      <w:r w:rsidR="00786326" w:rsidRPr="00045273">
        <w:rPr>
          <w:rStyle w:val="AnglickyChar1"/>
        </w:rPr>
        <w:t>(</w:t>
      </w:r>
      <w:r w:rsidR="00F45E19" w:rsidRPr="00F45E19">
        <w:rPr>
          <w:rStyle w:val="AnglickyChar1"/>
        </w:rPr>
        <w:t>mezery mezi notovými osnovami, řádky</w:t>
      </w:r>
      <w:r w:rsidR="00786326">
        <w:rPr>
          <w:rStyle w:val="AnglickyChar1"/>
        </w:rPr>
        <w:t>)</w:t>
      </w:r>
      <w:r>
        <w:t xml:space="preserve"> </w:t>
      </w:r>
      <w:r w:rsidR="00877FA5">
        <w:t>7</w:t>
      </w:r>
      <w:r>
        <w:t xml:space="preserve">; </w:t>
      </w:r>
      <w:r w:rsidR="006656F5" w:rsidRPr="006656F5">
        <w:rPr>
          <w:rStyle w:val="tun0"/>
        </w:rPr>
        <w:t>Note Spacing</w:t>
      </w:r>
      <w:r w:rsidR="006656F5">
        <w:t xml:space="preserve"> (rozpal not – dej potenciometr až na doraz doprava). </w:t>
      </w:r>
      <w:r w:rsidRPr="009B2DE6">
        <w:rPr>
          <w:rStyle w:val="tun0"/>
        </w:rPr>
        <w:t>Ch</w:t>
      </w:r>
      <w:r>
        <w:rPr>
          <w:rStyle w:val="tun0"/>
        </w:rPr>
        <w:t>o</w:t>
      </w:r>
      <w:r w:rsidRPr="009B2DE6">
        <w:rPr>
          <w:rStyle w:val="tun0"/>
        </w:rPr>
        <w:t>rd diagrams</w:t>
      </w:r>
      <w:r w:rsidR="00045273">
        <w:rPr>
          <w:rStyle w:val="tun0"/>
        </w:rPr>
        <w:t xml:space="preserve"> </w:t>
      </w:r>
      <w:r w:rsidR="00F45E19" w:rsidRPr="00F45E19">
        <w:rPr>
          <w:rStyle w:val="AnglickyChar1"/>
        </w:rPr>
        <w:t>(obrázky akordů</w:t>
      </w:r>
      <w:r w:rsidR="00582EC3">
        <w:rPr>
          <w:rStyle w:val="AnglickyChar1"/>
        </w:rPr>
        <w:t xml:space="preserve"> nad osnovou</w:t>
      </w:r>
      <w:r w:rsidR="00F45E19" w:rsidRPr="00F45E19">
        <w:rPr>
          <w:rStyle w:val="AnglickyChar1"/>
        </w:rPr>
        <w:t>)</w:t>
      </w:r>
      <w:r>
        <w:t xml:space="preserve"> zrušit</w:t>
      </w:r>
      <w:r w:rsidR="00DE7C10">
        <w:t xml:space="preserve"> </w:t>
      </w:r>
      <w:r w:rsidR="00DE7C10">
        <w:sym w:font="Symbol" w:char="F0AE"/>
      </w:r>
      <w:r w:rsidR="00DE7C10">
        <w:t xml:space="preserve"> tlačítko </w:t>
      </w:r>
      <w:r w:rsidR="00DE7C10" w:rsidRPr="00DE7C10">
        <w:rPr>
          <w:rStyle w:val="tun0"/>
        </w:rPr>
        <w:t>Apply</w:t>
      </w:r>
      <w:r w:rsidR="00045273">
        <w:rPr>
          <w:rStyle w:val="tun0"/>
        </w:rPr>
        <w:t>.</w:t>
      </w:r>
    </w:p>
    <w:p w:rsidR="00AE7A0B" w:rsidRDefault="00F45E19" w:rsidP="00AE7A0B">
      <w:r w:rsidRPr="00F45E19">
        <w:rPr>
          <w:rStyle w:val="tun0"/>
        </w:rPr>
        <w:t>System and staves</w:t>
      </w:r>
      <w:r>
        <w:t xml:space="preserve"> </w:t>
      </w:r>
      <w:r w:rsidRPr="00F45E19">
        <w:rPr>
          <w:rStyle w:val="AnglickyChar1"/>
        </w:rPr>
        <w:t>(Řádky a nožičky not)</w:t>
      </w:r>
    </w:p>
    <w:p w:rsidR="00F45E19" w:rsidRDefault="00F45E19" w:rsidP="00F45E19">
      <w:pPr>
        <w:ind w:left="708"/>
      </w:pPr>
      <w:r w:rsidRPr="00F45E19">
        <w:rPr>
          <w:rStyle w:val="tun0"/>
        </w:rPr>
        <w:t>Staves</w:t>
      </w:r>
      <w:r>
        <w:t>: First System Identation (odražení prvního taktu o kolik); zruš všechno</w:t>
      </w:r>
    </w:p>
    <w:p w:rsidR="00AE7A0B" w:rsidRDefault="00F45E19" w:rsidP="00F45E19">
      <w:pPr>
        <w:ind w:left="708"/>
      </w:pPr>
      <w:r w:rsidRPr="00F45E19">
        <w:rPr>
          <w:rStyle w:val="tun0"/>
        </w:rPr>
        <w:t>Track name</w:t>
      </w:r>
      <w:r>
        <w:t xml:space="preserve"> (jméno stopy) </w:t>
      </w:r>
      <w:r w:rsidR="00045273">
        <w:t xml:space="preserve">zaškrtni single i multi; vyber </w:t>
      </w:r>
      <w:r w:rsidR="00045273" w:rsidRPr="00045273">
        <w:rPr>
          <w:rStyle w:val="tun0"/>
        </w:rPr>
        <w:t>Vertical</w:t>
      </w:r>
      <w:r w:rsidR="00045273">
        <w:t>.</w:t>
      </w:r>
    </w:p>
    <w:p w:rsidR="00AE7A0B" w:rsidRDefault="00F45E19" w:rsidP="00F45E19">
      <w:pPr>
        <w:ind w:left="708"/>
      </w:pPr>
      <w:r w:rsidRPr="00F45E19">
        <w:rPr>
          <w:rStyle w:val="tun0"/>
        </w:rPr>
        <w:t>Brackets</w:t>
      </w:r>
      <w:r>
        <w:t xml:space="preserve"> (závorky, spojují např dvě řádky klavíru _zruš</w:t>
      </w:r>
      <w:r w:rsidR="0002695F">
        <w:t xml:space="preserve"> Use; Vyber Do not draw bracket (</w:t>
      </w:r>
      <w:r w:rsidR="0002695F" w:rsidRPr="0002695F">
        <w:rPr>
          <w:rStyle w:val="AnglickyChar1"/>
        </w:rPr>
        <w:t>nemaluj závorky).</w:t>
      </w:r>
      <w:r w:rsidR="00DE7C10">
        <w:rPr>
          <w:rStyle w:val="AnglickyChar1"/>
        </w:rPr>
        <w:t xml:space="preserve"> </w:t>
      </w:r>
      <w:r w:rsidR="00DE7C10">
        <w:sym w:font="Symbol" w:char="F0AE"/>
      </w:r>
      <w:r w:rsidR="00DE7C10">
        <w:t xml:space="preserve"> tlačítko </w:t>
      </w:r>
      <w:r w:rsidR="00DE7C10" w:rsidRPr="00DE7C10">
        <w:rPr>
          <w:rStyle w:val="tun0"/>
        </w:rPr>
        <w:t>Apply</w:t>
      </w:r>
      <w:r w:rsidR="00DE7C10">
        <w:t>.</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rsidR="00E124DF" w:rsidRDefault="00F45E19" w:rsidP="005E4441">
      <w:pPr>
        <w:rPr>
          <w:rStyle w:val="tun0"/>
        </w:rPr>
      </w:pPr>
      <w:r w:rsidRPr="00E124DF">
        <w:rPr>
          <w:rStyle w:val="tun0"/>
        </w:rPr>
        <w:t>Header and Footer</w:t>
      </w:r>
      <w:r w:rsidR="00E124DF" w:rsidRPr="00E124DF">
        <w:rPr>
          <w:rStyle w:val="AnglickyChar1"/>
        </w:rPr>
        <w:t xml:space="preserve"> (Hlavičky a patičky stránek)</w:t>
      </w:r>
      <w:r w:rsidR="00E124DF" w:rsidRPr="00E124DF">
        <w:rPr>
          <w:rStyle w:val="tun0"/>
        </w:rPr>
        <w:t>:</w:t>
      </w:r>
    </w:p>
    <w:p w:rsidR="005E4441" w:rsidRPr="005E4441" w:rsidRDefault="00E124DF" w:rsidP="00E124DF">
      <w:pPr>
        <w:ind w:left="708"/>
        <w:rPr>
          <w:rFonts w:ascii="Tahoma" w:hAnsi="Tahoma" w:cs="Tahoma"/>
          <w:sz w:val="20"/>
        </w:rPr>
      </w:pPr>
      <w:r>
        <w:rPr>
          <w:rFonts w:ascii="Tahoma" w:hAnsi="Tahoma" w:cs="Tahoma"/>
          <w:sz w:val="20"/>
        </w:rPr>
        <w:t xml:space="preserve">1st page Header </w:t>
      </w:r>
      <w:r w:rsidRPr="00E124DF">
        <w:rPr>
          <w:rStyle w:val="AnglickyChar1"/>
        </w:rPr>
        <w:t>(hlavička první stránky)</w:t>
      </w:r>
      <w:r w:rsidR="00045273">
        <w:rPr>
          <w:rStyle w:val="AnglickyChar1"/>
        </w:rPr>
        <w:t xml:space="preserve"> Title </w:t>
      </w:r>
      <w:r w:rsidR="00045273">
        <w:rPr>
          <w:rStyle w:val="AnglickyChar1"/>
        </w:rPr>
        <w:sym w:font="Symbol" w:char="F0AE"/>
      </w:r>
      <w:r w:rsidR="00045273">
        <w:rPr>
          <w:rStyle w:val="AnglickyChar1"/>
        </w:rPr>
        <w:t xml:space="preserve"> Center </w:t>
      </w:r>
      <w:r w:rsidR="00045273">
        <w:rPr>
          <w:rStyle w:val="AnglickyChar1"/>
        </w:rPr>
        <w:sym w:font="Symbol" w:char="F0AE"/>
      </w:r>
      <w:r w:rsidR="00045273">
        <w:rPr>
          <w:rStyle w:val="AnglickyChar1"/>
        </w:rPr>
        <w:t xml:space="preserve"> </w:t>
      </w:r>
      <w:r>
        <w:rPr>
          <w:rFonts w:ascii="Tahoma" w:hAnsi="Tahoma" w:cs="Tahoma"/>
          <w:sz w:val="20"/>
        </w:rPr>
        <w:t xml:space="preserve"> </w:t>
      </w:r>
      <w:r w:rsidR="00786326">
        <w:rPr>
          <w:rFonts w:ascii="Tahoma" w:hAnsi="Tahoma" w:cs="Tahoma"/>
          <w:sz w:val="20"/>
        </w:rPr>
        <w:t xml:space="preserve">Bookman old Style </w:t>
      </w:r>
      <w:r w:rsidR="00DE7C10">
        <w:rPr>
          <w:rFonts w:ascii="Tahoma" w:hAnsi="Tahoma" w:cs="Tahoma"/>
          <w:sz w:val="20"/>
        </w:rPr>
        <w:t>20</w:t>
      </w:r>
      <w:r w:rsidR="00786326">
        <w:rPr>
          <w:rFonts w:ascii="Tahoma" w:hAnsi="Tahoma" w:cs="Tahoma"/>
          <w:sz w:val="20"/>
        </w:rPr>
        <w:t xml:space="preserve"> Bold</w:t>
      </w:r>
      <w:r w:rsidR="00C35829">
        <w:rPr>
          <w:rFonts w:ascii="Tahoma" w:hAnsi="Tahoma" w:cs="Tahoma"/>
          <w:sz w:val="20"/>
        </w:rPr>
        <w:t xml:space="preserve"> (bude tam text z toho začátku Score Information</w:t>
      </w:r>
      <w:r>
        <w:rPr>
          <w:rFonts w:ascii="Tahoma" w:hAnsi="Tahoma" w:cs="Tahoma"/>
          <w:sz w:val="20"/>
        </w:rPr>
        <w:t xml:space="preserve">. 1 st page footer: Page number; Right; TImes New Roman Regular 11. </w:t>
      </w:r>
      <w:r>
        <w:rPr>
          <w:rFonts w:ascii="Tahoma" w:hAnsi="Tahoma" w:cs="Tahoma"/>
          <w:sz w:val="20"/>
        </w:rPr>
        <w:sym w:font="Symbol" w:char="F0AE"/>
      </w:r>
      <w:r>
        <w:rPr>
          <w:rFonts w:ascii="Tahoma" w:hAnsi="Tahoma" w:cs="Tahoma"/>
          <w:sz w:val="20"/>
        </w:rPr>
        <w:t xml:space="preserve"> </w:t>
      </w:r>
      <w:r w:rsidR="00DE7C10">
        <w:sym w:font="Symbol" w:char="F0AE"/>
      </w:r>
      <w:r w:rsidR="00DE7C10">
        <w:t xml:space="preserve"> tlačítko </w:t>
      </w:r>
      <w:r w:rsidR="00DE7C10" w:rsidRPr="00DE7C10">
        <w:rPr>
          <w:rStyle w:val="tun0"/>
        </w:rPr>
        <w:t>Apply</w:t>
      </w:r>
      <w:r w:rsidR="00DE7C10">
        <w:t>.</w:t>
      </w:r>
    </w:p>
    <w:p w:rsidR="005E4441" w:rsidRPr="005E4441" w:rsidRDefault="00E124DF" w:rsidP="005E4441">
      <w:pPr>
        <w:rPr>
          <w:rFonts w:ascii="Tahoma" w:hAnsi="Tahoma" w:cs="Tahoma"/>
          <w:sz w:val="20"/>
        </w:rPr>
      </w:pPr>
      <w:r w:rsidRPr="00E124DF">
        <w:rPr>
          <w:rStyle w:val="tun0"/>
        </w:rPr>
        <w:t>Text and Styles</w:t>
      </w:r>
      <w:r w:rsidRPr="00E124DF">
        <w:rPr>
          <w:rStyle w:val="AnglickyChar1"/>
        </w:rPr>
        <w:t xml:space="preserve"> (texty a fonty)</w:t>
      </w:r>
    </w:p>
    <w:p w:rsidR="005E4441" w:rsidRPr="005E4441" w:rsidRDefault="00E124DF" w:rsidP="00786326">
      <w:pPr>
        <w:ind w:left="708"/>
        <w:rPr>
          <w:rFonts w:ascii="Tahoma" w:hAnsi="Tahoma" w:cs="Tahoma"/>
          <w:sz w:val="20"/>
        </w:rPr>
      </w:pPr>
      <w:r>
        <w:rPr>
          <w:rFonts w:ascii="Tahoma" w:hAnsi="Tahoma" w:cs="Tahoma"/>
          <w:sz w:val="20"/>
        </w:rPr>
        <w:t xml:space="preserve">Fret number </w:t>
      </w:r>
      <w:r w:rsidRPr="00E124DF">
        <w:rPr>
          <w:rStyle w:val="AnglickyChar1"/>
        </w:rPr>
        <w:t xml:space="preserve">(Pražec) </w:t>
      </w:r>
      <w:r>
        <w:rPr>
          <w:rFonts w:ascii="Tahoma" w:hAnsi="Tahoma" w:cs="Tahoma"/>
          <w:sz w:val="20"/>
        </w:rPr>
        <w:t xml:space="preserve">Arial 12 Bold; Texts </w:t>
      </w:r>
      <w:r w:rsidRPr="00E124DF">
        <w:rPr>
          <w:rStyle w:val="AnglickyChar1"/>
        </w:rPr>
        <w:t>Text TXT nad řádkou</w:t>
      </w:r>
      <w:r>
        <w:rPr>
          <w:rFonts w:ascii="Tahoma" w:hAnsi="Tahoma" w:cs="Tahoma"/>
          <w:sz w:val="20"/>
        </w:rPr>
        <w:t xml:space="preserve"> Arial 10 Regular; Chord Name </w:t>
      </w:r>
      <w:r w:rsidRPr="00E124DF">
        <w:rPr>
          <w:rStyle w:val="AnglickyChar1"/>
        </w:rPr>
        <w:t xml:space="preserve">(Akord) </w:t>
      </w:r>
      <w:r>
        <w:rPr>
          <w:rFonts w:ascii="Tahoma" w:hAnsi="Tahoma" w:cs="Tahoma"/>
          <w:sz w:val="20"/>
        </w:rPr>
        <w:t xml:space="preserve">Bookman Old Style 16 Bold; Lyrics </w:t>
      </w:r>
      <w:r w:rsidRPr="00E124DF">
        <w:rPr>
          <w:rStyle w:val="AnglickyChar1"/>
        </w:rPr>
        <w:t xml:space="preserve">(text písně) </w:t>
      </w:r>
      <w:r>
        <w:rPr>
          <w:rFonts w:ascii="Tahoma" w:hAnsi="Tahoma" w:cs="Tahoma"/>
          <w:sz w:val="20"/>
        </w:rPr>
        <w:t xml:space="preserve">Arial 9 Bold Bellow standard; Bar numbers </w:t>
      </w:r>
      <w:r w:rsidRPr="00786326">
        <w:rPr>
          <w:rStyle w:val="AnglickyChar1"/>
        </w:rPr>
        <w:t>(čísla taktů</w:t>
      </w:r>
      <w:r w:rsidR="00786326" w:rsidRPr="00786326">
        <w:rPr>
          <w:rStyle w:val="AnglickyChar1"/>
        </w:rPr>
        <w:t>)</w:t>
      </w:r>
      <w:r>
        <w:rPr>
          <w:rFonts w:ascii="Tahoma" w:hAnsi="Tahoma" w:cs="Tahoma"/>
          <w:sz w:val="20"/>
        </w:rPr>
        <w:t xml:space="preserve"> Arial 14 </w:t>
      </w:r>
      <w:r w:rsidR="00DE7C10">
        <w:rPr>
          <w:rFonts w:ascii="Tahoma" w:hAnsi="Tahoma" w:cs="Tahoma"/>
          <w:sz w:val="20"/>
        </w:rPr>
        <w:t>Normal</w:t>
      </w:r>
      <w:r w:rsidR="00786326">
        <w:rPr>
          <w:rFonts w:ascii="Tahoma" w:hAnsi="Tahoma" w:cs="Tahoma"/>
          <w:sz w:val="20"/>
        </w:rPr>
        <w:t xml:space="preserve">, All bars </w:t>
      </w:r>
      <w:r w:rsidR="00786326" w:rsidRPr="00786326">
        <w:rPr>
          <w:rStyle w:val="AnglickyChar1"/>
        </w:rPr>
        <w:t>(u všech taktů, nebo hide schovat, nebo jen u začátku řádku)</w:t>
      </w:r>
      <w:r w:rsidR="00DE7C10">
        <w:rPr>
          <w:rStyle w:val="AnglickyChar1"/>
        </w:rPr>
        <w:t xml:space="preserve"> </w:t>
      </w:r>
      <w:r w:rsidR="00DE7C10">
        <w:sym w:font="Symbol" w:char="F0AE"/>
      </w:r>
      <w:r w:rsidR="00DE7C10">
        <w:t xml:space="preserve"> tlačítko </w:t>
      </w:r>
      <w:r w:rsidR="00DE7C10" w:rsidRPr="00DE7C10">
        <w:rPr>
          <w:rStyle w:val="tun0"/>
        </w:rPr>
        <w:t>Apply</w:t>
      </w:r>
      <w:r w:rsidR="00DE7C10">
        <w:t>.</w:t>
      </w:r>
    </w:p>
    <w:p w:rsidR="005E4441" w:rsidRPr="00786326" w:rsidRDefault="00786326" w:rsidP="005E4441">
      <w:pPr>
        <w:rPr>
          <w:rStyle w:val="tun0"/>
        </w:rPr>
      </w:pPr>
      <w:r w:rsidRPr="00786326">
        <w:rPr>
          <w:rStyle w:val="tun0"/>
        </w:rPr>
        <w:t>Notation</w:t>
      </w:r>
      <w:r w:rsidRPr="00786326">
        <w:rPr>
          <w:rStyle w:val="AnglickyChar1"/>
        </w:rPr>
        <w:t xml:space="preserve"> (Noty)</w:t>
      </w:r>
    </w:p>
    <w:p w:rsidR="005E4441" w:rsidRPr="005E4441" w:rsidRDefault="00786326" w:rsidP="00786326">
      <w:pPr>
        <w:ind w:left="708"/>
        <w:rPr>
          <w:rFonts w:ascii="Tahoma" w:hAnsi="Tahoma" w:cs="Tahoma"/>
          <w:sz w:val="20"/>
        </w:rPr>
      </w:pPr>
      <w:r>
        <w:rPr>
          <w:rFonts w:ascii="Tahoma" w:hAnsi="Tahoma" w:cs="Tahoma"/>
          <w:sz w:val="20"/>
        </w:rPr>
        <w:t>Rhytmic</w:t>
      </w:r>
      <w:r w:rsidR="006656F5">
        <w:rPr>
          <w:rFonts w:ascii="Tahoma" w:hAnsi="Tahoma" w:cs="Tahoma"/>
          <w:sz w:val="20"/>
        </w:rPr>
        <w:t xml:space="preserve"> </w:t>
      </w:r>
      <w:r w:rsidR="00946DCE">
        <w:rPr>
          <w:rFonts w:ascii="Tahoma" w:hAnsi="Tahoma" w:cs="Tahoma"/>
          <w:sz w:val="20"/>
        </w:rPr>
        <w:sym w:font="Symbol" w:char="F0AE"/>
      </w:r>
      <w:r>
        <w:rPr>
          <w:rFonts w:ascii="Tahoma" w:hAnsi="Tahoma" w:cs="Tahoma"/>
          <w:sz w:val="20"/>
        </w:rPr>
        <w:t xml:space="preserve"> </w:t>
      </w:r>
      <w:r w:rsidRPr="006656F5">
        <w:rPr>
          <w:rStyle w:val="tun0"/>
        </w:rPr>
        <w:t>Extend stems</w:t>
      </w:r>
      <w:r>
        <w:rPr>
          <w:rFonts w:ascii="Tahoma" w:hAnsi="Tahoma" w:cs="Tahoma"/>
          <w:sz w:val="20"/>
        </w:rPr>
        <w:t xml:space="preserve"> </w:t>
      </w:r>
      <w:r w:rsidRPr="00786326">
        <w:rPr>
          <w:rStyle w:val="AnglickyChar1"/>
        </w:rPr>
        <w:t>(nožičky not);</w:t>
      </w:r>
      <w:r>
        <w:rPr>
          <w:rFonts w:ascii="Tahoma" w:hAnsi="Tahoma" w:cs="Tahoma"/>
          <w:sz w:val="20"/>
        </w:rPr>
        <w:t xml:space="preserve"> </w:t>
      </w:r>
      <w:r w:rsidRPr="006656F5">
        <w:rPr>
          <w:rStyle w:val="tun0"/>
        </w:rPr>
        <w:t>Draw circle</w:t>
      </w:r>
      <w:r>
        <w:rPr>
          <w:rFonts w:ascii="Tahoma" w:hAnsi="Tahoma" w:cs="Tahoma"/>
          <w:sz w:val="20"/>
        </w:rPr>
        <w:t xml:space="preserve"> </w:t>
      </w:r>
      <w:r w:rsidRPr="00786326">
        <w:rPr>
          <w:rStyle w:val="AnglickyChar1"/>
        </w:rPr>
        <w:t>(kolečko kolem půlek a celých);</w:t>
      </w:r>
      <w:r>
        <w:rPr>
          <w:rFonts w:ascii="Tahoma" w:hAnsi="Tahoma" w:cs="Tahoma"/>
          <w:sz w:val="20"/>
        </w:rPr>
        <w:t xml:space="preserve"> </w:t>
      </w:r>
    </w:p>
    <w:p w:rsidR="005E4441" w:rsidRDefault="00786326" w:rsidP="00786326">
      <w:pPr>
        <w:ind w:left="708"/>
        <w:rPr>
          <w:rFonts w:ascii="Tahoma" w:hAnsi="Tahoma" w:cs="Tahoma"/>
          <w:sz w:val="20"/>
        </w:rPr>
      </w:pPr>
      <w:r w:rsidRPr="006656F5">
        <w:rPr>
          <w:rStyle w:val="tun0"/>
        </w:rPr>
        <w:t>Symbols</w:t>
      </w:r>
      <w:r>
        <w:rPr>
          <w:rFonts w:ascii="Tahoma" w:hAnsi="Tahoma" w:cs="Tahoma"/>
          <w:sz w:val="20"/>
        </w:rPr>
        <w:t xml:space="preserve">: Always display tied notes </w:t>
      </w:r>
      <w:r w:rsidRPr="00786326">
        <w:rPr>
          <w:rStyle w:val="AnglickyChar1"/>
        </w:rPr>
        <w:t>(vázané noty)</w:t>
      </w:r>
      <w:r>
        <w:rPr>
          <w:rFonts w:ascii="Tahoma" w:hAnsi="Tahoma" w:cs="Tahoma"/>
          <w:sz w:val="20"/>
        </w:rPr>
        <w:t xml:space="preserve">; Add H/P symbol </w:t>
      </w:r>
      <w:r w:rsidRPr="00786326">
        <w:rPr>
          <w:rStyle w:val="AnglickyChar1"/>
        </w:rPr>
        <w:t>(hammer/Pull off);</w:t>
      </w:r>
      <w:r>
        <w:rPr>
          <w:rFonts w:ascii="Tahoma" w:hAnsi="Tahoma" w:cs="Tahoma"/>
          <w:sz w:val="20"/>
        </w:rPr>
        <w:t xml:space="preserve"> Add Slide symbol </w:t>
      </w:r>
      <w:r w:rsidRPr="00786326">
        <w:rPr>
          <w:rStyle w:val="AnglickyChar1"/>
        </w:rPr>
        <w:t>(skluz</w:t>
      </w:r>
      <w:r>
        <w:rPr>
          <w:rFonts w:ascii="Tahoma" w:hAnsi="Tahoma" w:cs="Tahoma"/>
          <w:sz w:val="20"/>
        </w:rPr>
        <w:t xml:space="preserve">) </w:t>
      </w:r>
      <w:r>
        <w:rPr>
          <w:rFonts w:ascii="Tahoma" w:hAnsi="Tahoma" w:cs="Tahoma"/>
          <w:sz w:val="20"/>
        </w:rPr>
        <w:sym w:font="Symbol" w:char="F0AE"/>
      </w:r>
      <w:r w:rsidR="009E6076">
        <w:rPr>
          <w:rFonts w:ascii="Tahoma" w:hAnsi="Tahoma" w:cs="Tahoma"/>
          <w:sz w:val="20"/>
        </w:rPr>
        <w:t xml:space="preserve"> tlačítko </w:t>
      </w:r>
      <w:r w:rsidR="009E6076" w:rsidRPr="00DE7C10">
        <w:rPr>
          <w:rStyle w:val="tun0"/>
        </w:rPr>
        <w:t>Apply</w:t>
      </w:r>
    </w:p>
    <w:p w:rsidR="006656F5" w:rsidRDefault="006656F5" w:rsidP="00786326">
      <w:pPr>
        <w:ind w:left="708"/>
      </w:pPr>
      <w:r>
        <w:rPr>
          <w:rStyle w:val="tun0"/>
        </w:rPr>
        <w:lastRenderedPageBreak/>
        <w:t>Right hand fingering</w:t>
      </w:r>
      <w:r w:rsidRPr="00044D30">
        <w:t xml:space="preserve"> (prsty pravé ruky)</w:t>
      </w:r>
      <w:r w:rsidR="00044D30">
        <w:t xml:space="preserve"> </w:t>
      </w:r>
      <w:r w:rsidR="00A40E2E">
        <w:t>timao = thumb, index, middle</w:t>
      </w:r>
      <w:r w:rsidR="00044D30">
        <w:t xml:space="preserve">; </w:t>
      </w:r>
      <w:r w:rsidR="00A40E2E">
        <w:t>bellow</w:t>
      </w:r>
      <w:r w:rsidR="00044D30">
        <w:t xml:space="preserve">; </w:t>
      </w:r>
      <w:r w:rsidR="00DE7C10">
        <w:t>bellow</w:t>
      </w:r>
      <w:r w:rsidR="00044D30">
        <w:t xml:space="preserve"> tab (píše to </w:t>
      </w:r>
      <w:r w:rsidR="00DE7C10">
        <w:t>pod</w:t>
      </w:r>
      <w:r w:rsidR="00044D30">
        <w:t xml:space="preserve"> osnovu); vyber notu – v levém svislém menu ikona ručička – vyber kroužek nad prstem (thumb, index, middle). Stejně se to odstraní</w:t>
      </w:r>
      <w:r w:rsidR="00DE7C10">
        <w:t xml:space="preserve">. </w:t>
      </w:r>
      <w:r w:rsidR="00DE7C10">
        <w:sym w:font="Symbol" w:char="F0AE"/>
      </w:r>
      <w:r w:rsidR="00DE7C10">
        <w:t xml:space="preserve"> tlačítko </w:t>
      </w:r>
      <w:r w:rsidR="00DE7C10" w:rsidRPr="00DE7C10">
        <w:rPr>
          <w:rStyle w:val="tun0"/>
        </w:rPr>
        <w:t>Apply</w:t>
      </w:r>
      <w:r w:rsidR="00DE7C10">
        <w:t>.</w:t>
      </w:r>
      <w:r w:rsidR="00946DCE">
        <w:t xml:space="preserve"> Tyhle prsty budou až pod textem písně. </w:t>
      </w:r>
      <w:r w:rsidR="008427F2">
        <w:t>Je tam taky volba Pimac (palec, index, middle).</w:t>
      </w:r>
    </w:p>
    <w:p w:rsidR="00A40E2E" w:rsidRPr="005E4441" w:rsidRDefault="00A40E2E" w:rsidP="00786326">
      <w:pPr>
        <w:ind w:left="708"/>
        <w:rPr>
          <w:rFonts w:ascii="Tahoma" w:hAnsi="Tahoma" w:cs="Tahoma"/>
          <w:sz w:val="20"/>
        </w:rPr>
      </w:pPr>
      <w:r>
        <w:rPr>
          <w:rStyle w:val="tun0"/>
        </w:rPr>
        <w:t>Left hand fingering</w:t>
      </w:r>
      <w:r w:rsidRPr="00A40E2E">
        <w:t xml:space="preserve"> (prsty levé ruky na hmatníku</w:t>
      </w:r>
      <w:r>
        <w:t>); T1234; above; above (nad)</w:t>
      </w:r>
      <w:r w:rsidR="00946DCE">
        <w:t xml:space="preserve"> </w:t>
      </w:r>
      <w:r w:rsidR="00946DCE">
        <w:sym w:font="Symbol" w:char="F0AE"/>
      </w:r>
      <w:r w:rsidR="00946DCE">
        <w:t xml:space="preserve"> tlačítko </w:t>
      </w:r>
      <w:r w:rsidR="00946DCE" w:rsidRPr="00DE7C10">
        <w:rPr>
          <w:rStyle w:val="tun0"/>
        </w:rPr>
        <w:t>Apply</w:t>
      </w:r>
      <w:r w:rsidR="00946DCE">
        <w:t xml:space="preserve"> </w:t>
      </w:r>
      <w:r w:rsidR="00946DCE">
        <w:sym w:font="Symbol" w:char="F0AE"/>
      </w:r>
      <w:r w:rsidR="00946DCE">
        <w:t xml:space="preserve"> </w:t>
      </w:r>
      <w:r w:rsidR="00946DCE" w:rsidRPr="00DE7C10">
        <w:rPr>
          <w:rStyle w:val="tun0"/>
        </w:rPr>
        <w:t>OK</w:t>
      </w:r>
      <w:r>
        <w:t>.</w:t>
      </w:r>
    </w:p>
    <w:p w:rsidR="00C35829" w:rsidRDefault="00C35829" w:rsidP="00C35829">
      <w:pPr>
        <w:pStyle w:val="Nadpis4"/>
      </w:pPr>
      <w:r>
        <w:t xml:space="preserve">Menu: View </w:t>
      </w:r>
    </w:p>
    <w:p w:rsidR="005E4441" w:rsidRDefault="00C35829" w:rsidP="005E4441">
      <w:pPr>
        <w:rPr>
          <w:rFonts w:ascii="Tahoma" w:hAnsi="Tahoma" w:cs="Tahoma"/>
          <w:sz w:val="20"/>
        </w:rPr>
      </w:pPr>
      <w:r w:rsidRPr="009E6076">
        <w:rPr>
          <w:rStyle w:val="tun0"/>
        </w:rPr>
        <w:t>Reduce Global View</w:t>
      </w:r>
      <w:r>
        <w:rPr>
          <w:rFonts w:ascii="Tahoma" w:hAnsi="Tahoma" w:cs="Tahoma"/>
          <w:sz w:val="20"/>
        </w:rPr>
        <w:t xml:space="preserve"> (zmizí dole ty stopy více nástrojů).</w:t>
      </w:r>
    </w:p>
    <w:p w:rsidR="006E00EC" w:rsidRPr="005E4441" w:rsidRDefault="006E00EC" w:rsidP="005E4441">
      <w:pPr>
        <w:rPr>
          <w:rFonts w:ascii="Tahoma" w:hAnsi="Tahoma" w:cs="Tahoma"/>
          <w:sz w:val="20"/>
        </w:rPr>
      </w:pPr>
      <w:r>
        <w:rPr>
          <w:rFonts w:ascii="Tahoma" w:hAnsi="Tahoma" w:cs="Tahoma"/>
          <w:sz w:val="20"/>
        </w:rPr>
        <w:t>Dole při Global View lze zvuk některých stop vypnout puntíky Mute, taky se dají skrýt některé stopy malými puntíky.</w:t>
      </w:r>
    </w:p>
    <w:p w:rsidR="005E4441" w:rsidRPr="005E4441" w:rsidRDefault="00DE7C10" w:rsidP="0002695F">
      <w:pPr>
        <w:pStyle w:val="Nadpis2"/>
      </w:pPr>
      <w:r>
        <w:t>Notová osnova_Vložení stopy s nástrojem</w:t>
      </w:r>
    </w:p>
    <w:p w:rsidR="005E4441" w:rsidRDefault="0002695F" w:rsidP="005E4441">
      <w:pPr>
        <w:rPr>
          <w:rFonts w:ascii="Tahoma" w:hAnsi="Tahoma" w:cs="Tahoma"/>
          <w:sz w:val="20"/>
        </w:rPr>
      </w:pPr>
      <w:r w:rsidRPr="0002695F">
        <w:rPr>
          <w:rStyle w:val="tun0"/>
        </w:rPr>
        <w:t>Menu</w:t>
      </w:r>
      <w:r>
        <w:rPr>
          <w:rFonts w:ascii="Tahoma" w:hAnsi="Tahoma" w:cs="Tahoma"/>
          <w:sz w:val="20"/>
        </w:rPr>
        <w:t xml:space="preserve">: </w:t>
      </w:r>
      <w:r w:rsidRPr="0002695F">
        <w:rPr>
          <w:rStyle w:val="tun0"/>
        </w:rPr>
        <w:t>Track</w:t>
      </w:r>
      <w:r>
        <w:rPr>
          <w:rFonts w:ascii="Tahoma" w:hAnsi="Tahoma" w:cs="Tahoma"/>
          <w:sz w:val="20"/>
        </w:rPr>
        <w:t xml:space="preserve"> </w:t>
      </w:r>
      <w:r>
        <w:rPr>
          <w:rFonts w:ascii="Tahoma" w:hAnsi="Tahoma" w:cs="Tahoma"/>
          <w:sz w:val="20"/>
        </w:rPr>
        <w:sym w:font="Symbol" w:char="F0AE"/>
      </w:r>
      <w:r>
        <w:rPr>
          <w:rFonts w:ascii="Tahoma" w:hAnsi="Tahoma" w:cs="Tahoma"/>
          <w:sz w:val="20"/>
        </w:rPr>
        <w:t xml:space="preserve"> </w:t>
      </w:r>
      <w:r w:rsidRPr="0002695F">
        <w:rPr>
          <w:rStyle w:val="tun0"/>
        </w:rPr>
        <w:t>Add</w:t>
      </w:r>
      <w:r>
        <w:rPr>
          <w:rFonts w:ascii="Tahoma" w:hAnsi="Tahoma" w:cs="Tahoma"/>
          <w:sz w:val="20"/>
        </w:rPr>
        <w:t xml:space="preserve"> </w:t>
      </w:r>
      <w:r>
        <w:rPr>
          <w:rFonts w:ascii="Tahoma" w:hAnsi="Tahoma" w:cs="Tahoma"/>
          <w:sz w:val="20"/>
        </w:rPr>
        <w:sym w:font="Symbol" w:char="F0AE"/>
      </w:r>
      <w:r>
        <w:rPr>
          <w:rFonts w:ascii="Tahoma" w:hAnsi="Tahoma" w:cs="Tahoma"/>
          <w:sz w:val="20"/>
        </w:rPr>
        <w:t xml:space="preserve"> </w:t>
      </w:r>
      <w:r w:rsidRPr="0002695F">
        <w:rPr>
          <w:rStyle w:val="tun0"/>
        </w:rPr>
        <w:t>Group</w:t>
      </w:r>
      <w:r>
        <w:rPr>
          <w:rFonts w:ascii="Tahoma" w:hAnsi="Tahoma" w:cs="Tahoma"/>
          <w:sz w:val="20"/>
        </w:rPr>
        <w:t xml:space="preserve">: </w:t>
      </w:r>
      <w:r w:rsidRPr="0002695F">
        <w:rPr>
          <w:rStyle w:val="tun0"/>
        </w:rPr>
        <w:t>Exotic Guitars</w:t>
      </w:r>
      <w:r>
        <w:rPr>
          <w:rFonts w:ascii="Tahoma" w:hAnsi="Tahoma" w:cs="Tahoma"/>
          <w:sz w:val="20"/>
        </w:rPr>
        <w:t xml:space="preserve">; </w:t>
      </w:r>
      <w:r w:rsidRPr="0002695F">
        <w:rPr>
          <w:rStyle w:val="tun0"/>
        </w:rPr>
        <w:t>Type</w:t>
      </w:r>
      <w:r>
        <w:rPr>
          <w:rFonts w:ascii="Tahoma" w:hAnsi="Tahoma" w:cs="Tahoma"/>
          <w:sz w:val="20"/>
        </w:rPr>
        <w:t xml:space="preserve">: </w:t>
      </w:r>
      <w:r w:rsidRPr="0002695F">
        <w:rPr>
          <w:rStyle w:val="tun0"/>
        </w:rPr>
        <w:t>Banjo</w:t>
      </w:r>
      <w:r>
        <w:rPr>
          <w:rFonts w:ascii="Tahoma" w:hAnsi="Tahoma" w:cs="Tahoma"/>
          <w:sz w:val="20"/>
        </w:rPr>
        <w:t xml:space="preserve">; </w:t>
      </w:r>
      <w:r w:rsidRPr="0002695F">
        <w:rPr>
          <w:rStyle w:val="tun0"/>
        </w:rPr>
        <w:t>Instrument</w:t>
      </w:r>
      <w:r>
        <w:rPr>
          <w:rFonts w:ascii="Tahoma" w:hAnsi="Tahoma" w:cs="Tahoma"/>
          <w:sz w:val="20"/>
        </w:rPr>
        <w:t xml:space="preserve">: </w:t>
      </w:r>
      <w:r w:rsidRPr="0002695F">
        <w:rPr>
          <w:rStyle w:val="tun0"/>
        </w:rPr>
        <w:t>5 strings</w:t>
      </w:r>
      <w:r>
        <w:rPr>
          <w:rFonts w:ascii="Tahoma" w:hAnsi="Tahoma" w:cs="Tahoma"/>
          <w:sz w:val="20"/>
        </w:rPr>
        <w:t xml:space="preserve">. </w:t>
      </w:r>
      <w:r w:rsidRPr="0002695F">
        <w:rPr>
          <w:rStyle w:val="tun0"/>
        </w:rPr>
        <w:t>Staves</w:t>
      </w:r>
      <w:r>
        <w:rPr>
          <w:rFonts w:ascii="Tahoma" w:hAnsi="Tahoma" w:cs="Tahoma"/>
          <w:sz w:val="20"/>
        </w:rPr>
        <w:t xml:space="preserve"> zaškrtni </w:t>
      </w:r>
      <w:r w:rsidRPr="0002695F">
        <w:rPr>
          <w:rStyle w:val="tun0"/>
        </w:rPr>
        <w:t>Tab</w:t>
      </w:r>
      <w:r>
        <w:rPr>
          <w:rFonts w:ascii="Tahoma" w:hAnsi="Tahoma" w:cs="Tahoma"/>
          <w:sz w:val="20"/>
        </w:rPr>
        <w:t xml:space="preserve"> </w:t>
      </w:r>
      <w:r>
        <w:rPr>
          <w:rFonts w:ascii="Tahoma" w:hAnsi="Tahoma" w:cs="Tahoma"/>
          <w:sz w:val="20"/>
        </w:rPr>
        <w:sym w:font="Symbol" w:char="F0AE"/>
      </w:r>
      <w:r w:rsidR="006671CB">
        <w:rPr>
          <w:rFonts w:ascii="Tahoma" w:hAnsi="Tahoma" w:cs="Tahoma"/>
          <w:sz w:val="20"/>
        </w:rPr>
        <w:t xml:space="preserve"> tlačítko</w:t>
      </w:r>
      <w:r>
        <w:rPr>
          <w:rFonts w:ascii="Tahoma" w:hAnsi="Tahoma" w:cs="Tahoma"/>
          <w:sz w:val="20"/>
        </w:rPr>
        <w:t xml:space="preserve"> </w:t>
      </w:r>
      <w:r w:rsidRPr="0002695F">
        <w:rPr>
          <w:rStyle w:val="tun0"/>
        </w:rPr>
        <w:t>Add</w:t>
      </w:r>
      <w:r>
        <w:rPr>
          <w:rFonts w:ascii="Tahoma" w:hAnsi="Tahoma" w:cs="Tahoma"/>
          <w:sz w:val="20"/>
        </w:rPr>
        <w:t>.</w:t>
      </w:r>
    </w:p>
    <w:p w:rsidR="005E4441" w:rsidRDefault="0002695F" w:rsidP="005E4441">
      <w:pPr>
        <w:rPr>
          <w:rFonts w:ascii="Tahoma" w:hAnsi="Tahoma" w:cs="Tahoma"/>
          <w:sz w:val="20"/>
        </w:rPr>
      </w:pPr>
      <w:r>
        <w:rPr>
          <w:rFonts w:ascii="Tahoma" w:hAnsi="Tahoma" w:cs="Tahoma"/>
          <w:noProof/>
          <w:sz w:val="20"/>
        </w:rPr>
        <w:drawing>
          <wp:inline distT="0" distB="0" distL="0" distR="0">
            <wp:extent cx="6141720" cy="65532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art osnovy.PNG"/>
                    <pic:cNvPicPr/>
                  </pic:nvPicPr>
                  <pic:blipFill>
                    <a:blip r:embed="rId7">
                      <a:extLst>
                        <a:ext uri="{28A0092B-C50C-407E-A947-70E740481C1C}">
                          <a14:useLocalDpi xmlns:a14="http://schemas.microsoft.com/office/drawing/2010/main" val="0"/>
                        </a:ext>
                      </a:extLst>
                    </a:blip>
                    <a:stretch>
                      <a:fillRect/>
                    </a:stretch>
                  </pic:blipFill>
                  <pic:spPr>
                    <a:xfrm>
                      <a:off x="0" y="0"/>
                      <a:ext cx="6142273" cy="655379"/>
                    </a:xfrm>
                    <a:prstGeom prst="rect">
                      <a:avLst/>
                    </a:prstGeom>
                  </pic:spPr>
                </pic:pic>
              </a:graphicData>
            </a:graphic>
          </wp:inline>
        </w:drawing>
      </w:r>
    </w:p>
    <w:p w:rsidR="00052431" w:rsidRDefault="008D7E7D" w:rsidP="00045273">
      <w:r>
        <w:t>Jo, je tam TAB. Křížky ani béčka nebudou, ty jsou jen u Standard Notation. 4/4; číslo taktu; Hlavička; tempo metronomu</w:t>
      </w:r>
      <w:r w:rsidR="006E00EC">
        <w:t xml:space="preserve"> (nahoře pak napíše Sound t=120, zruší se to Hide automation = přepínač)</w:t>
      </w:r>
      <w:r>
        <w:t>; žlutý čtvereček, který čeká</w:t>
      </w:r>
      <w:r w:rsidR="006671CB">
        <w:t>,</w:t>
      </w:r>
      <w:r>
        <w:t xml:space="preserve"> jaká nota se do něj napíše. A už to frčí:</w:t>
      </w:r>
    </w:p>
    <w:p w:rsidR="008D7E7D" w:rsidRDefault="00C93037" w:rsidP="00045273">
      <w:r>
        <w:t>Levé svislé menu, s tím se bude pořád pracovat na ikoně Nota.</w:t>
      </w:r>
    </w:p>
    <w:p w:rsidR="00C93037" w:rsidRDefault="00C93037" w:rsidP="00045273">
      <w:r>
        <w:t>Klepni zkusmo na 4/4</w:t>
      </w:r>
      <w:r w:rsidR="00946DCE">
        <w:t>, tady se to mění např. na 3/4</w:t>
      </w:r>
      <w:r>
        <w:t>.</w:t>
      </w:r>
      <w:r w:rsidR="00946DCE">
        <w:t xml:space="preserve"> Klíč a béčka jsou jen ve </w:t>
      </w:r>
      <w:r>
        <w:t>Standard notation).</w:t>
      </w:r>
    </w:p>
    <w:p w:rsidR="006E00EC" w:rsidRDefault="006E00EC" w:rsidP="00045273">
      <w:r>
        <w:t>Jsou tam taky šipky pro Brush na kytaře Upstroke a Downstroke.</w:t>
      </w:r>
    </w:p>
    <w:p w:rsidR="00045273" w:rsidRDefault="00045273" w:rsidP="00045273">
      <w:pPr>
        <w:pStyle w:val="Nadpis3"/>
      </w:pPr>
      <w:r>
        <w:t>Zadávání not</w:t>
      </w:r>
    </w:p>
    <w:p w:rsidR="00045273" w:rsidRDefault="00045273" w:rsidP="00045273">
      <w:r>
        <w:t xml:space="preserve">Všechny povely je možno zadat třemi způsoby. My se přidržíme toho primitivního, tedy zadávání z hlavního </w:t>
      </w:r>
      <w:r w:rsidRPr="009E6076">
        <w:rPr>
          <w:rStyle w:val="tun0"/>
        </w:rPr>
        <w:t>Menu</w:t>
      </w:r>
      <w:r>
        <w:t xml:space="preserve">. Práce je jako střelba na zajíce: Namířit, nabít a odstřel. Jak probíhá míření? Musí se něco vybrat: </w:t>
      </w:r>
    </w:p>
    <w:p w:rsidR="00045273" w:rsidRDefault="00045273" w:rsidP="00045273">
      <w:r>
        <w:t>Jedna nota – čtvrťová, akord nad ní, text nad ní, atd.</w:t>
      </w:r>
    </w:p>
    <w:p w:rsidR="00045273" w:rsidRDefault="00045273" w:rsidP="00045273">
      <w:r>
        <w:t>Dvě noty nabrané do myši (začerněné) – spojení dvou osminek, oblouček, hammer, slide, pull off.</w:t>
      </w:r>
    </w:p>
    <w:p w:rsidR="00045273" w:rsidRDefault="00045273" w:rsidP="00045273">
      <w:r>
        <w:t>V taktu je vybraná jedna nota – repetice, alternativní konec (coda), zalomení řádku, atd.</w:t>
      </w:r>
    </w:p>
    <w:p w:rsidR="00045273" w:rsidRDefault="00045273" w:rsidP="00045273">
      <w:r>
        <w:t>V taktu je vybrána jedna nota – ovlivní celou stopu (track)</w:t>
      </w:r>
    </w:p>
    <w:p w:rsidR="00045273" w:rsidRDefault="00045273" w:rsidP="005E4441">
      <w:pPr>
        <w:tabs>
          <w:tab w:val="left" w:pos="1548"/>
        </w:tabs>
        <w:rPr>
          <w:rFonts w:ascii="Tahoma" w:hAnsi="Tahoma" w:cs="Tahoma"/>
          <w:sz w:val="20"/>
        </w:rPr>
      </w:pPr>
    </w:p>
    <w:p w:rsidR="00C93037" w:rsidRDefault="00C93037" w:rsidP="00045273">
      <w:r>
        <w:t>Do žlutého čtverečku napiš na číselné klávesnici 0 (prázdná první struna), ne chci třetí prázdnou = vyber a dej klávesu Delete. Ukaž myší, nebo šipkami na třetí strunu a dej na číselné klávesnici nulu = prázdná struna G.</w:t>
      </w:r>
    </w:p>
    <w:p w:rsidR="00C93037" w:rsidRDefault="00C93037" w:rsidP="00045273">
      <w:r>
        <w:t>Ukaž šipkou doprava, nebo tam</w:t>
      </w:r>
      <w:r w:rsidR="009E6076">
        <w:t xml:space="preserve"> </w:t>
      </w:r>
      <w:r>
        <w:t>klepni myší</w:t>
      </w:r>
      <w:r w:rsidR="006671CB">
        <w:t>,</w:t>
      </w:r>
      <w:r>
        <w:t xml:space="preserve"> ukáže se prázdný žlutý. Dej prázdnou druhou strunu. Atd. Počítač měří automaticky doby v taktu, takže až budeš chtít ve 4/4 přidat pátou čtvrťovou, otevře si další takt.</w:t>
      </w:r>
    </w:p>
    <w:p w:rsidR="00014915" w:rsidRDefault="00014915" w:rsidP="00045273">
      <w:r>
        <w:t>Napsané noty po dvojicích vyber a v levém svislém menu klepni na osminovou notu. A teď už jde ještě přidat 4 další osminy.</w:t>
      </w:r>
    </w:p>
    <w:p w:rsidR="00014915" w:rsidRDefault="00014915" w:rsidP="005E4441">
      <w:pPr>
        <w:tabs>
          <w:tab w:val="left" w:pos="1548"/>
        </w:tabs>
        <w:rPr>
          <w:rFonts w:ascii="Tahoma" w:hAnsi="Tahoma" w:cs="Tahoma"/>
          <w:sz w:val="20"/>
        </w:rPr>
      </w:pPr>
      <w:r>
        <w:rPr>
          <w:rFonts w:ascii="Tahoma" w:hAnsi="Tahoma" w:cs="Tahoma"/>
          <w:noProof/>
          <w:sz w:val="20"/>
        </w:rPr>
        <w:drawing>
          <wp:inline distT="0" distB="0" distL="0" distR="0">
            <wp:extent cx="6149340" cy="449580"/>
            <wp:effectExtent l="0" t="0" r="381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rt osnovy_2.PNG"/>
                    <pic:cNvPicPr/>
                  </pic:nvPicPr>
                  <pic:blipFill>
                    <a:blip r:embed="rId8">
                      <a:extLst>
                        <a:ext uri="{28A0092B-C50C-407E-A947-70E740481C1C}">
                          <a14:useLocalDpi xmlns:a14="http://schemas.microsoft.com/office/drawing/2010/main" val="0"/>
                        </a:ext>
                      </a:extLst>
                    </a:blip>
                    <a:stretch>
                      <a:fillRect/>
                    </a:stretch>
                  </pic:blipFill>
                  <pic:spPr>
                    <a:xfrm>
                      <a:off x="0" y="0"/>
                      <a:ext cx="6149901" cy="449621"/>
                    </a:xfrm>
                    <a:prstGeom prst="rect">
                      <a:avLst/>
                    </a:prstGeom>
                  </pic:spPr>
                </pic:pic>
              </a:graphicData>
            </a:graphic>
          </wp:inline>
        </w:drawing>
      </w:r>
    </w:p>
    <w:p w:rsidR="00014915" w:rsidRDefault="00014915" w:rsidP="00045273">
      <w:r>
        <w:t xml:space="preserve">Šipkou doprava přidáváme další prázdné takty (nebo </w:t>
      </w:r>
      <w:r w:rsidRPr="00014915">
        <w:rPr>
          <w:rStyle w:val="tun0"/>
        </w:rPr>
        <w:t>Menu</w:t>
      </w:r>
      <w:r>
        <w:t xml:space="preserve">: </w:t>
      </w:r>
      <w:r w:rsidRPr="00014915">
        <w:rPr>
          <w:rStyle w:val="tun0"/>
        </w:rPr>
        <w:t>Bar</w:t>
      </w:r>
      <w:r>
        <w:t xml:space="preserve"> </w:t>
      </w:r>
      <w:r>
        <w:sym w:font="Symbol" w:char="F0AE"/>
      </w:r>
      <w:r>
        <w:t xml:space="preserve"> </w:t>
      </w:r>
      <w:r w:rsidRPr="00014915">
        <w:rPr>
          <w:rStyle w:val="tun0"/>
        </w:rPr>
        <w:t>Insert</w:t>
      </w:r>
      <w:r>
        <w:t xml:space="preserve"> </w:t>
      </w:r>
      <w:r w:rsidRPr="00014915">
        <w:rPr>
          <w:rStyle w:val="tun0"/>
        </w:rPr>
        <w:t>Bar</w:t>
      </w:r>
      <w:r>
        <w:t xml:space="preserve">; </w:t>
      </w:r>
      <w:r w:rsidRPr="00014915">
        <w:rPr>
          <w:rStyle w:val="tun0"/>
        </w:rPr>
        <w:t>Delete</w:t>
      </w:r>
      <w:r>
        <w:t xml:space="preserve"> </w:t>
      </w:r>
      <w:r w:rsidRPr="00014915">
        <w:rPr>
          <w:rStyle w:val="tun0"/>
        </w:rPr>
        <w:t>bar</w:t>
      </w:r>
      <w:r>
        <w:t>)</w:t>
      </w:r>
    </w:p>
    <w:p w:rsidR="00014915" w:rsidRPr="008F52E5" w:rsidRDefault="00014915" w:rsidP="00045273">
      <w:pPr>
        <w:rPr>
          <w:rStyle w:val="AnglickyChar1"/>
          <w:lang w:val="cs-CZ"/>
        </w:rPr>
      </w:pPr>
      <w:r>
        <w:t xml:space="preserve">Kolik taktů na řádku? </w:t>
      </w:r>
      <w:r w:rsidRPr="00014915">
        <w:rPr>
          <w:rStyle w:val="tun0"/>
        </w:rPr>
        <w:t>Menu</w:t>
      </w:r>
      <w:r>
        <w:t xml:space="preserve">: </w:t>
      </w:r>
      <w:r w:rsidRPr="00014915">
        <w:rPr>
          <w:rStyle w:val="tun0"/>
        </w:rPr>
        <w:t>Bar</w:t>
      </w:r>
      <w:r>
        <w:t xml:space="preserve"> </w:t>
      </w:r>
      <w:r>
        <w:sym w:font="Symbol" w:char="F0AE"/>
      </w:r>
      <w:r>
        <w:t xml:space="preserve"> </w:t>
      </w:r>
      <w:r w:rsidRPr="00014915">
        <w:rPr>
          <w:rStyle w:val="tun0"/>
        </w:rPr>
        <w:t>Systém</w:t>
      </w:r>
      <w:r>
        <w:t xml:space="preserve"> </w:t>
      </w:r>
      <w:r w:rsidRPr="00014915">
        <w:rPr>
          <w:rStyle w:val="tun0"/>
        </w:rPr>
        <w:t>Layout</w:t>
      </w:r>
      <w:r>
        <w:t xml:space="preserve">: </w:t>
      </w:r>
      <w:r w:rsidRPr="00014915">
        <w:rPr>
          <w:rStyle w:val="tun0"/>
        </w:rPr>
        <w:t>Fixed bar count</w:t>
      </w:r>
      <w:r>
        <w:t xml:space="preserve"> </w:t>
      </w:r>
      <w:r w:rsidRPr="00014915">
        <w:rPr>
          <w:rStyle w:val="tun0"/>
        </w:rPr>
        <w:t>per systém</w:t>
      </w:r>
      <w:r>
        <w:t xml:space="preserve"> (pevný počet taktů na řádku, např 4 bars per systém; same size for all bars </w:t>
      </w:r>
      <w:r w:rsidRPr="008F52E5">
        <w:rPr>
          <w:rStyle w:val="AnglickyChar1"/>
          <w:lang w:val="cs-CZ"/>
        </w:rPr>
        <w:t>(stejně veliké všechny)</w:t>
      </w:r>
      <w:r w:rsidR="006671CB" w:rsidRPr="008F52E5">
        <w:rPr>
          <w:rStyle w:val="AnglickyChar1"/>
          <w:lang w:val="cs-CZ"/>
        </w:rPr>
        <w:t xml:space="preserve"> </w:t>
      </w:r>
      <w:r w:rsidR="006671CB">
        <w:rPr>
          <w:rStyle w:val="AnglickyChar1"/>
        </w:rPr>
        <w:sym w:font="Symbol" w:char="F0AE"/>
      </w:r>
      <w:r w:rsidR="006671CB" w:rsidRPr="008F52E5">
        <w:rPr>
          <w:rStyle w:val="AnglickyChar1"/>
          <w:lang w:val="cs-CZ"/>
        </w:rPr>
        <w:t xml:space="preserve"> OK</w:t>
      </w:r>
      <w:r w:rsidRPr="008F52E5">
        <w:rPr>
          <w:rStyle w:val="AnglickyChar1"/>
          <w:lang w:val="cs-CZ"/>
        </w:rPr>
        <w:t>.</w:t>
      </w:r>
    </w:p>
    <w:p w:rsidR="00014915" w:rsidRDefault="00014915" w:rsidP="00045273">
      <w:r w:rsidRPr="00303F99">
        <w:t>Všechno se v taktu vybere</w:t>
      </w:r>
      <w:r w:rsidRPr="008F52E5">
        <w:rPr>
          <w:rStyle w:val="AnglickyChar1"/>
          <w:lang w:val="cs-CZ"/>
        </w:rPr>
        <w:t xml:space="preserve"> </w:t>
      </w:r>
      <w:r w:rsidR="00303F99" w:rsidRPr="00303F99">
        <w:t>Ctrl C ukáže se do jiného taktu a nakopíruje se to tam Ctrl C.</w:t>
      </w:r>
    </w:p>
    <w:p w:rsidR="00303F99" w:rsidRDefault="00303F99" w:rsidP="00045273">
      <w:r>
        <w:t>Dole je modrý trojúhelníček</w:t>
      </w:r>
      <w:r w:rsidR="00A40E2E">
        <w:t>(Design Mode)</w:t>
      </w:r>
      <w:r>
        <w:t>, na ten klepni (přepín</w:t>
      </w:r>
      <w:r w:rsidR="006671CB">
        <w:t>a</w:t>
      </w:r>
      <w:r>
        <w:t>č) a budeš moci ručně dělat velikost taktů.</w:t>
      </w:r>
    </w:p>
    <w:p w:rsidR="00303F99" w:rsidRDefault="00303F99" w:rsidP="00303F99">
      <w:r>
        <w:rPr>
          <w:noProof/>
        </w:rPr>
        <w:lastRenderedPageBreak/>
        <w:drawing>
          <wp:inline distT="0" distB="0" distL="0" distR="0">
            <wp:extent cx="6172200" cy="754380"/>
            <wp:effectExtent l="0" t="0" r="0" b="762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art osnovy_3.PNG"/>
                    <pic:cNvPicPr/>
                  </pic:nvPicPr>
                  <pic:blipFill>
                    <a:blip r:embed="rId9">
                      <a:extLst>
                        <a:ext uri="{28A0092B-C50C-407E-A947-70E740481C1C}">
                          <a14:useLocalDpi xmlns:a14="http://schemas.microsoft.com/office/drawing/2010/main" val="0"/>
                        </a:ext>
                      </a:extLst>
                    </a:blip>
                    <a:stretch>
                      <a:fillRect/>
                    </a:stretch>
                  </pic:blipFill>
                  <pic:spPr>
                    <a:xfrm>
                      <a:off x="0" y="0"/>
                      <a:ext cx="6172751" cy="754447"/>
                    </a:xfrm>
                    <a:prstGeom prst="rect">
                      <a:avLst/>
                    </a:prstGeom>
                  </pic:spPr>
                </pic:pic>
              </a:graphicData>
            </a:graphic>
          </wp:inline>
        </w:drawing>
      </w:r>
    </w:p>
    <w:p w:rsidR="00303F99" w:rsidRDefault="00303F99" w:rsidP="00303F99">
      <w:r>
        <w:t xml:space="preserve">Dej kurzor do třetího taktu </w:t>
      </w:r>
      <w:r w:rsidRPr="00303F99">
        <w:rPr>
          <w:rStyle w:val="tun0"/>
        </w:rPr>
        <w:t>Menu</w:t>
      </w:r>
      <w:r>
        <w:t xml:space="preserve">: </w:t>
      </w:r>
      <w:r w:rsidRPr="00303F99">
        <w:rPr>
          <w:rStyle w:val="tun0"/>
        </w:rPr>
        <w:t>Bar</w:t>
      </w:r>
      <w:r>
        <w:t xml:space="preserve"> </w:t>
      </w:r>
      <w:r>
        <w:sym w:font="Symbol" w:char="F0AE"/>
      </w:r>
      <w:r>
        <w:t xml:space="preserve"> </w:t>
      </w:r>
      <w:r w:rsidRPr="00303F99">
        <w:rPr>
          <w:rStyle w:val="tun0"/>
        </w:rPr>
        <w:t>Force</w:t>
      </w:r>
      <w:r>
        <w:t xml:space="preserve"> </w:t>
      </w:r>
      <w:r w:rsidRPr="00303F99">
        <w:rPr>
          <w:rStyle w:val="tun0"/>
        </w:rPr>
        <w:t>Break</w:t>
      </w:r>
      <w:r>
        <w:t xml:space="preserve"> </w:t>
      </w:r>
      <w:r w:rsidRPr="00303F99">
        <w:rPr>
          <w:rStyle w:val="tun0"/>
        </w:rPr>
        <w:t>Line</w:t>
      </w:r>
      <w:r>
        <w:t xml:space="preserve"> (zalom řádku) a čtvrtý takt skočí na další řádku. Dtto ale obráceně by bylo </w:t>
      </w:r>
      <w:r w:rsidRPr="00303F99">
        <w:rPr>
          <w:rStyle w:val="tun0"/>
        </w:rPr>
        <w:t>Menu</w:t>
      </w:r>
      <w:r>
        <w:t xml:space="preserve">: </w:t>
      </w:r>
      <w:r w:rsidRPr="00303F99">
        <w:rPr>
          <w:rStyle w:val="tun0"/>
        </w:rPr>
        <w:t>Bar</w:t>
      </w:r>
      <w:r>
        <w:t xml:space="preserve"> </w:t>
      </w:r>
      <w:r>
        <w:sym w:font="Symbol" w:char="F0AE"/>
      </w:r>
      <w:r>
        <w:t xml:space="preserve"> </w:t>
      </w:r>
      <w:r w:rsidRPr="00303F99">
        <w:rPr>
          <w:rStyle w:val="tun0"/>
        </w:rPr>
        <w:t>Prevent</w:t>
      </w:r>
      <w:r>
        <w:t xml:space="preserve"> </w:t>
      </w:r>
      <w:r w:rsidRPr="00303F99">
        <w:rPr>
          <w:rStyle w:val="tun0"/>
        </w:rPr>
        <w:t>Break</w:t>
      </w:r>
      <w:r>
        <w:t xml:space="preserve"> </w:t>
      </w:r>
      <w:r w:rsidRPr="00303F99">
        <w:rPr>
          <w:rStyle w:val="tun0"/>
        </w:rPr>
        <w:t>Line</w:t>
      </w:r>
      <w:r>
        <w:t>.</w:t>
      </w:r>
    </w:p>
    <w:p w:rsidR="00174259" w:rsidRDefault="00174259" w:rsidP="00303F99">
      <w:r>
        <w:t>Zkrácení noty klávesa+, prodloužení klávesa -. A taky Insert (před) a Del (vybraná nota.</w:t>
      </w:r>
    </w:p>
    <w:p w:rsidR="00DE7C10" w:rsidRPr="005E4441" w:rsidRDefault="00DE7C10" w:rsidP="00DE7C10">
      <w:pPr>
        <w:pStyle w:val="Nadpis3"/>
      </w:pPr>
      <w:r>
        <w:t xml:space="preserve">Menu: Track (stopa) </w:t>
      </w:r>
      <w:r>
        <w:sym w:font="Symbol" w:char="F0AE"/>
      </w:r>
      <w:r>
        <w:t xml:space="preserve"> Properties_ Vzhled stopy</w:t>
      </w:r>
    </w:p>
    <w:p w:rsidR="00DE7C10" w:rsidRDefault="00DE7C10" w:rsidP="00DE7C10">
      <w:pPr>
        <w:rPr>
          <w:rFonts w:ascii="Tahoma" w:hAnsi="Tahoma" w:cs="Tahoma"/>
          <w:sz w:val="20"/>
        </w:rPr>
      </w:pPr>
      <w:r>
        <w:rPr>
          <w:rFonts w:ascii="Tahoma" w:hAnsi="Tahoma" w:cs="Tahoma"/>
          <w:sz w:val="20"/>
        </w:rPr>
        <w:t xml:space="preserve">Full Name (plné jméno) vygumuj; Short name Bj5 objeví se před první řádkou notové osnovy. Zaškrtni Tab. Pokud zaškrtneš Standard, objeví se normální notová osnova (Ne!) </w:t>
      </w:r>
      <w:r>
        <w:rPr>
          <w:rFonts w:ascii="Tahoma" w:hAnsi="Tahoma" w:cs="Tahoma"/>
          <w:sz w:val="20"/>
        </w:rPr>
        <w:sym w:font="Symbol" w:char="F0AE"/>
      </w:r>
      <w:r>
        <w:rPr>
          <w:rFonts w:ascii="Tahoma" w:hAnsi="Tahoma" w:cs="Tahoma"/>
          <w:sz w:val="20"/>
        </w:rPr>
        <w:t xml:space="preserve"> OK</w:t>
      </w:r>
    </w:p>
    <w:p w:rsidR="00DE7C10" w:rsidRDefault="00DE7C10" w:rsidP="00970ADE">
      <w:pPr>
        <w:jc w:val="center"/>
        <w:rPr>
          <w:rFonts w:ascii="Tahoma" w:hAnsi="Tahoma" w:cs="Tahoma"/>
          <w:sz w:val="20"/>
        </w:rPr>
      </w:pPr>
      <w:r>
        <w:rPr>
          <w:rFonts w:ascii="Tahoma" w:hAnsi="Tahoma" w:cs="Tahoma"/>
          <w:noProof/>
          <w:sz w:val="20"/>
        </w:rPr>
        <w:drawing>
          <wp:inline distT="0" distB="0" distL="0" distR="0">
            <wp:extent cx="2880360" cy="1120140"/>
            <wp:effectExtent l="0" t="0" r="0" b="381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rack properties.PNG"/>
                    <pic:cNvPicPr/>
                  </pic:nvPicPr>
                  <pic:blipFill>
                    <a:blip r:embed="rId10">
                      <a:extLst>
                        <a:ext uri="{28A0092B-C50C-407E-A947-70E740481C1C}">
                          <a14:useLocalDpi xmlns:a14="http://schemas.microsoft.com/office/drawing/2010/main" val="0"/>
                        </a:ext>
                      </a:extLst>
                    </a:blip>
                    <a:stretch>
                      <a:fillRect/>
                    </a:stretch>
                  </pic:blipFill>
                  <pic:spPr>
                    <a:xfrm>
                      <a:off x="0" y="0"/>
                      <a:ext cx="2892642" cy="1124916"/>
                    </a:xfrm>
                    <a:prstGeom prst="rect">
                      <a:avLst/>
                    </a:prstGeom>
                  </pic:spPr>
                </pic:pic>
              </a:graphicData>
            </a:graphic>
          </wp:inline>
        </w:drawing>
      </w:r>
    </w:p>
    <w:p w:rsidR="00DE7C10" w:rsidRDefault="00DE7C10" w:rsidP="00DE7C10">
      <w:pPr>
        <w:pStyle w:val="Nadpis3"/>
      </w:pPr>
      <w:r>
        <w:t>Levé svislé menu_Ladění nástroje</w:t>
      </w:r>
      <w:r w:rsidR="006E00EC">
        <w:t>!!!!!!!</w:t>
      </w:r>
    </w:p>
    <w:p w:rsidR="00DE7C10" w:rsidRDefault="00E319ED" w:rsidP="00045273">
      <w:r>
        <w:t xml:space="preserve">Kurzor musí být ve stopě banja. </w:t>
      </w:r>
      <w:r w:rsidR="00DE7C10">
        <w:t xml:space="preserve">Ikona </w:t>
      </w:r>
      <w:r w:rsidR="00946DCE">
        <w:t>malá kytara</w:t>
      </w:r>
      <w:r w:rsidR="00DE7C10">
        <w:t>. Nalistuj namísto Dropped C možnost OpenG.</w:t>
      </w:r>
      <w:r>
        <w:t xml:space="preserve"> </w:t>
      </w:r>
      <w:r w:rsidR="00AF310B" w:rsidRPr="00AF310B">
        <w:t>Pokud se p</w:t>
      </w:r>
      <w:r w:rsidR="00AF310B">
        <w:t>o</w:t>
      </w:r>
      <w:r w:rsidR="00AF310B" w:rsidRPr="00AF310B">
        <w:t>užije kapodastr, je třeba taky nalistovat Capo</w:t>
      </w:r>
      <w:r w:rsidR="00AF310B">
        <w:t xml:space="preserve">. </w:t>
      </w:r>
      <w:r>
        <w:t>Zafajfkuj tu fajfku vpravo dole toho ladění</w:t>
      </w:r>
      <w:r w:rsidRPr="008F52E5">
        <w:rPr>
          <w:rStyle w:val="AnglickyChar1"/>
          <w:lang w:val="cs-CZ"/>
        </w:rPr>
        <w:t xml:space="preserve"> (Apply tuning to current track).</w:t>
      </w:r>
      <w:r w:rsidR="00AF310B" w:rsidRPr="00AF310B">
        <w:t>.</w:t>
      </w:r>
    </w:p>
    <w:p w:rsidR="00DE7C10" w:rsidRPr="008D7E7D" w:rsidRDefault="00E319ED" w:rsidP="00970ADE">
      <w:pPr>
        <w:jc w:val="center"/>
      </w:pPr>
      <w:r>
        <w:rPr>
          <w:noProof/>
        </w:rPr>
        <w:drawing>
          <wp:inline distT="0" distB="0" distL="0" distR="0">
            <wp:extent cx="2696845" cy="731520"/>
            <wp:effectExtent l="0" t="0" r="8255"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adění.PNG"/>
                    <pic:cNvPicPr/>
                  </pic:nvPicPr>
                  <pic:blipFill>
                    <a:blip r:embed="rId11">
                      <a:extLst>
                        <a:ext uri="{28A0092B-C50C-407E-A947-70E740481C1C}">
                          <a14:useLocalDpi xmlns:a14="http://schemas.microsoft.com/office/drawing/2010/main" val="0"/>
                        </a:ext>
                      </a:extLst>
                    </a:blip>
                    <a:stretch>
                      <a:fillRect/>
                    </a:stretch>
                  </pic:blipFill>
                  <pic:spPr>
                    <a:xfrm>
                      <a:off x="0" y="0"/>
                      <a:ext cx="2712762" cy="735837"/>
                    </a:xfrm>
                    <a:prstGeom prst="rect">
                      <a:avLst/>
                    </a:prstGeom>
                  </pic:spPr>
                </pic:pic>
              </a:graphicData>
            </a:graphic>
          </wp:inline>
        </w:drawing>
      </w:r>
    </w:p>
    <w:p w:rsidR="00E319ED" w:rsidRPr="00CD6F6D" w:rsidRDefault="00E319ED" w:rsidP="00E319ED">
      <w:pPr>
        <w:pStyle w:val="Nadpis1"/>
        <w:rPr>
          <w:color w:val="FF0000"/>
          <w:sz w:val="56"/>
        </w:rPr>
      </w:pPr>
      <w:r w:rsidRPr="00CD6F6D">
        <w:rPr>
          <w:color w:val="FF0000"/>
          <w:sz w:val="56"/>
        </w:rPr>
        <w:t>Šablona!!!!!!!!!!!!!!!!!!!!!!</w:t>
      </w:r>
    </w:p>
    <w:p w:rsidR="00E319ED" w:rsidRDefault="00E319ED" w:rsidP="00E319ED">
      <w:r>
        <w:t xml:space="preserve">Z toho, co máme hotové uděláme šablonu. </w:t>
      </w:r>
      <w:r w:rsidRPr="00FE4367">
        <w:rPr>
          <w:rStyle w:val="tun0"/>
        </w:rPr>
        <w:t>Menu</w:t>
      </w:r>
      <w:r>
        <w:t xml:space="preserve">: </w:t>
      </w:r>
      <w:r w:rsidRPr="00FE4367">
        <w:rPr>
          <w:rStyle w:val="tun0"/>
        </w:rPr>
        <w:t>Save as Template</w:t>
      </w:r>
      <w:r>
        <w:t xml:space="preserve"> </w:t>
      </w:r>
      <w:r>
        <w:sym w:font="Symbol" w:char="F0AE"/>
      </w:r>
      <w:r>
        <w:t xml:space="preserve"> dialog </w:t>
      </w:r>
      <w:r w:rsidRPr="00FE4367">
        <w:rPr>
          <w:rStyle w:val="tun0"/>
        </w:rPr>
        <w:t>Uložit</w:t>
      </w:r>
      <w:r>
        <w:t xml:space="preserve"> </w:t>
      </w:r>
      <w:r w:rsidRPr="00FE4367">
        <w:rPr>
          <w:rStyle w:val="tun0"/>
        </w:rPr>
        <w:t>jako</w:t>
      </w:r>
      <w:r>
        <w:t xml:space="preserve"> </w:t>
      </w:r>
      <w:r>
        <w:sym w:font="Symbol" w:char="F0AE"/>
      </w:r>
      <w:r>
        <w:t xml:space="preserve"> </w:t>
      </w:r>
      <w:r w:rsidR="00CD6F6D">
        <w:t xml:space="preserve">Pozor!!! </w:t>
      </w:r>
      <w:r>
        <w:t>bude to defaultně ukládat jinam než soubory</w:t>
      </w:r>
      <w:r w:rsidR="00CD6F6D">
        <w:t xml:space="preserve"> .gpx</w:t>
      </w:r>
      <w:r w:rsidR="00FE4367">
        <w:t xml:space="preserve">, např u mě </w:t>
      </w:r>
      <w:r w:rsidR="00FE4367" w:rsidRPr="00FE4367">
        <w:rPr>
          <w:rStyle w:val="tun0"/>
        </w:rPr>
        <w:t>C:/Users/Karel/AppData/Roaming/GuitarPro6/My Templates</w:t>
      </w:r>
      <w:r w:rsidR="00FE4367">
        <w:t xml:space="preserve"> </w:t>
      </w:r>
      <w:r w:rsidR="00FE4367">
        <w:sym w:font="Symbol" w:char="F0AE"/>
      </w:r>
      <w:r w:rsidR="00FE4367">
        <w:t xml:space="preserve"> název souboru dejte např. G dur </w:t>
      </w:r>
      <w:r w:rsidR="00FE4367">
        <w:sym w:font="Symbol" w:char="F0AE"/>
      </w:r>
      <w:r w:rsidR="00FE4367">
        <w:t xml:space="preserve"> </w:t>
      </w:r>
      <w:r w:rsidR="00FE4367" w:rsidRPr="00FE4367">
        <w:rPr>
          <w:rStyle w:val="tun0"/>
        </w:rPr>
        <w:t>Uložit</w:t>
      </w:r>
      <w:r w:rsidR="00FE4367">
        <w:t xml:space="preserve">. </w:t>
      </w:r>
      <w:r w:rsidR="00FE4367" w:rsidRPr="00FE4367">
        <w:rPr>
          <w:rStyle w:val="tun0"/>
        </w:rPr>
        <w:t>Menu</w:t>
      </w:r>
      <w:r w:rsidR="00FE4367">
        <w:t xml:space="preserve">: </w:t>
      </w:r>
      <w:r w:rsidR="00FE4367" w:rsidRPr="00FE4367">
        <w:rPr>
          <w:rStyle w:val="tun0"/>
        </w:rPr>
        <w:t>File</w:t>
      </w:r>
      <w:r w:rsidR="00FE4367">
        <w:t xml:space="preserve"> </w:t>
      </w:r>
      <w:r w:rsidR="00FE4367">
        <w:sym w:font="Symbol" w:char="F0AE"/>
      </w:r>
      <w:r w:rsidR="00FE4367">
        <w:t xml:space="preserve"> </w:t>
      </w:r>
      <w:r w:rsidR="00FE4367" w:rsidRPr="00FE4367">
        <w:rPr>
          <w:rStyle w:val="tun0"/>
        </w:rPr>
        <w:t>Close</w:t>
      </w:r>
      <w:r w:rsidR="00FE4367">
        <w:t>. Šablona je hotová a teď už to půjde všechno samo.</w:t>
      </w:r>
    </w:p>
    <w:p w:rsidR="00FE4367" w:rsidRDefault="00FE4367" w:rsidP="00E319ED">
      <w:r>
        <w:t xml:space="preserve">Přijdu zítra. </w:t>
      </w:r>
      <w:r w:rsidRPr="00946DCE">
        <w:rPr>
          <w:rStyle w:val="tun0"/>
        </w:rPr>
        <w:t>Menu</w:t>
      </w:r>
      <w:r>
        <w:t xml:space="preserve">: </w:t>
      </w:r>
      <w:r w:rsidRPr="00946DCE">
        <w:rPr>
          <w:rStyle w:val="tun0"/>
        </w:rPr>
        <w:t>File</w:t>
      </w:r>
      <w:r>
        <w:t xml:space="preserve"> </w:t>
      </w:r>
      <w:r>
        <w:sym w:font="Symbol" w:char="F0AE"/>
      </w:r>
      <w:r>
        <w:t xml:space="preserve"> </w:t>
      </w:r>
      <w:r w:rsidRPr="00946DCE">
        <w:rPr>
          <w:rStyle w:val="tun0"/>
        </w:rPr>
        <w:t>New</w:t>
      </w:r>
      <w:r>
        <w:t xml:space="preserve"> </w:t>
      </w:r>
      <w:r>
        <w:sym w:font="Symbol" w:char="F0AE"/>
      </w:r>
      <w:r>
        <w:t xml:space="preserve"> jo už tam je</w:t>
      </w:r>
      <w:r w:rsidR="00CD6F6D">
        <w:t xml:space="preserve"> to Gdur</w:t>
      </w:r>
      <w:r>
        <w:t xml:space="preserve">. Soubor uložíme pod jiným jménem a jedeme. </w:t>
      </w:r>
      <w:r w:rsidRPr="00FE4367">
        <w:rPr>
          <w:rStyle w:val="tun0"/>
        </w:rPr>
        <w:t>Menu</w:t>
      </w:r>
      <w:r>
        <w:t xml:space="preserve">: </w:t>
      </w:r>
      <w:r w:rsidRPr="00FE4367">
        <w:rPr>
          <w:rStyle w:val="tun0"/>
        </w:rPr>
        <w:t>File</w:t>
      </w:r>
      <w:r>
        <w:t xml:space="preserve"> </w:t>
      </w:r>
      <w:r>
        <w:sym w:font="Symbol" w:char="F0AE"/>
      </w:r>
      <w:r>
        <w:t xml:space="preserve"> </w:t>
      </w:r>
      <w:r w:rsidRPr="00FE4367">
        <w:rPr>
          <w:rStyle w:val="tun0"/>
        </w:rPr>
        <w:t>Save</w:t>
      </w:r>
      <w:r>
        <w:t xml:space="preserve"> </w:t>
      </w:r>
      <w:r w:rsidRPr="00FE4367">
        <w:rPr>
          <w:rStyle w:val="tun0"/>
        </w:rPr>
        <w:t>As</w:t>
      </w:r>
      <w:r w:rsidR="00946DCE">
        <w:rPr>
          <w:rStyle w:val="tun0"/>
        </w:rPr>
        <w:t xml:space="preserve"> </w:t>
      </w:r>
      <w:r w:rsidR="00946DCE">
        <w:rPr>
          <w:rStyle w:val="tun0"/>
        </w:rPr>
        <w:sym w:font="Symbol" w:char="F0AE"/>
      </w:r>
      <w:r w:rsidR="00946DCE">
        <w:rPr>
          <w:rStyle w:val="tun0"/>
        </w:rPr>
        <w:t xml:space="preserve"> </w:t>
      </w:r>
      <w:r w:rsidR="00946DCE" w:rsidRPr="00946DCE">
        <w:t xml:space="preserve">a uloží se jako normální .gpx. </w:t>
      </w:r>
      <w:r w:rsidR="00946DCE">
        <w:t>V tom souboru otevřeném ze šablony vymažeme nepotřebné a co je třeba</w:t>
      </w:r>
      <w:r w:rsidR="00CD6F6D">
        <w:t>,</w:t>
      </w:r>
      <w:r w:rsidR="00946DCE">
        <w:t xml:space="preserve"> přepíšeme (např</w:t>
      </w:r>
      <w:r>
        <w:t>.</w:t>
      </w:r>
      <w:r w:rsidR="00946DCE">
        <w:t xml:space="preserve"> takt, </w:t>
      </w:r>
      <w:r w:rsidR="00CD6F6D">
        <w:t>tóninu, atd).</w:t>
      </w:r>
    </w:p>
    <w:p w:rsidR="00E319ED" w:rsidRPr="00E319ED" w:rsidRDefault="00E319ED" w:rsidP="00E319ED">
      <w:pPr>
        <w:pStyle w:val="Nadpis1"/>
      </w:pPr>
      <w:r>
        <w:t>Různé</w:t>
      </w:r>
    </w:p>
    <w:p w:rsidR="00F65AA6" w:rsidRDefault="00F65AA6" w:rsidP="00F65AA6">
      <w:pPr>
        <w:pStyle w:val="Nadpis2"/>
      </w:pPr>
      <w:r>
        <w:t>Ozdoby (Embellisments) Hammer, Slide, Pull Off</w:t>
      </w:r>
    </w:p>
    <w:p w:rsidR="00F65AA6" w:rsidRDefault="00F65AA6" w:rsidP="00045273">
      <w:r>
        <w:t>Vyber dv</w:t>
      </w:r>
      <w:r w:rsidR="009E6076">
        <w:t>ě</w:t>
      </w:r>
      <w:r>
        <w:t xml:space="preserve"> osminy a klepni v levém svislém menu na Hammer On; Legato Slide; jde li dolů na Hammer ON = zde Pull Off; </w:t>
      </w:r>
      <w:r w:rsidR="004A6CC4">
        <w:t>druhou</w:t>
      </w:r>
      <w:r>
        <w:t xml:space="preserve"> notu left hand tapping (odtrh na prázdnou).</w:t>
      </w:r>
    </w:p>
    <w:p w:rsidR="00F65AA6" w:rsidRDefault="00F65AA6" w:rsidP="00F65AA6">
      <w:r>
        <w:t>Hammer na jinou strunu; přidání šestnáctiny</w:t>
      </w:r>
      <w:r w:rsidR="00F7054B">
        <w:t>; brnk do skluzu; Bend</w:t>
      </w:r>
      <w:r w:rsidR="00CD6F6D">
        <w:t xml:space="preserve"> jedné noty</w:t>
      </w:r>
      <w:r w:rsidR="00F7054B">
        <w:t>.</w:t>
      </w:r>
    </w:p>
    <w:p w:rsidR="006E00EC" w:rsidRDefault="006E00EC" w:rsidP="00F65AA6">
      <w:r>
        <w:t>Chceš li oblouček Tie Note, vyber tu druhou notu a klepni na klávesu l (el), je to přepínač.</w:t>
      </w:r>
    </w:p>
    <w:p w:rsidR="00F7054B" w:rsidRDefault="00F7054B" w:rsidP="00F65AA6">
      <w:r>
        <w:rPr>
          <w:noProof/>
        </w:rPr>
        <w:drawing>
          <wp:inline distT="0" distB="0" distL="0" distR="0">
            <wp:extent cx="6172200" cy="40386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art osnovy_4.PNG"/>
                    <pic:cNvPicPr/>
                  </pic:nvPicPr>
                  <pic:blipFill>
                    <a:blip r:embed="rId12">
                      <a:extLst>
                        <a:ext uri="{28A0092B-C50C-407E-A947-70E740481C1C}">
                          <a14:useLocalDpi xmlns:a14="http://schemas.microsoft.com/office/drawing/2010/main" val="0"/>
                        </a:ext>
                      </a:extLst>
                    </a:blip>
                    <a:stretch>
                      <a:fillRect/>
                    </a:stretch>
                  </pic:blipFill>
                  <pic:spPr>
                    <a:xfrm>
                      <a:off x="0" y="0"/>
                      <a:ext cx="6172750" cy="403896"/>
                    </a:xfrm>
                    <a:prstGeom prst="rect">
                      <a:avLst/>
                    </a:prstGeom>
                  </pic:spPr>
                </pic:pic>
              </a:graphicData>
            </a:graphic>
          </wp:inline>
        </w:drawing>
      </w:r>
    </w:p>
    <w:p w:rsidR="004D3CF6" w:rsidRDefault="004D3CF6" w:rsidP="00F65AA6">
      <w:r w:rsidRPr="00CD6F6D">
        <w:rPr>
          <w:rStyle w:val="tun0"/>
        </w:rPr>
        <w:t>Menu</w:t>
      </w:r>
      <w:r>
        <w:t xml:space="preserve">: </w:t>
      </w:r>
      <w:r w:rsidRPr="00CD6F6D">
        <w:rPr>
          <w:rStyle w:val="tun0"/>
        </w:rPr>
        <w:t>Effects</w:t>
      </w:r>
      <w:r>
        <w:t xml:space="preserve"> </w:t>
      </w:r>
      <w:r>
        <w:sym w:font="Symbol" w:char="F0AE"/>
      </w:r>
      <w:r>
        <w:t xml:space="preserve"> </w:t>
      </w:r>
      <w:r w:rsidRPr="00CD6F6D">
        <w:rPr>
          <w:rStyle w:val="tun0"/>
        </w:rPr>
        <w:t>Bend</w:t>
      </w:r>
    </w:p>
    <w:p w:rsidR="004D3CF6" w:rsidRDefault="004D3CF6" w:rsidP="00F65AA6">
      <w:r w:rsidRPr="00E543C8">
        <w:rPr>
          <w:rFonts w:ascii="Verdana" w:hAnsi="Verdana" w:cs="Verdana"/>
          <w:noProof/>
          <w:color w:val="000000"/>
          <w:sz w:val="18"/>
          <w:szCs w:val="18"/>
        </w:rPr>
        <w:drawing>
          <wp:inline distT="0" distB="0" distL="0" distR="0" wp14:anchorId="1F85F07A" wp14:editId="706742B9">
            <wp:extent cx="2583180" cy="708660"/>
            <wp:effectExtent l="0" t="0" r="7620" b="0"/>
            <wp:docPr id="84" name="Obrázek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83180" cy="708660"/>
                    </a:xfrm>
                    <a:prstGeom prst="rect">
                      <a:avLst/>
                    </a:prstGeom>
                    <a:noFill/>
                    <a:ln>
                      <a:noFill/>
                    </a:ln>
                  </pic:spPr>
                </pic:pic>
              </a:graphicData>
            </a:graphic>
          </wp:inline>
        </w:drawing>
      </w:r>
      <w:r>
        <w:rPr>
          <w:rFonts w:ascii="Verdana" w:hAnsi="Verdana" w:cs="Verdana"/>
          <w:color w:val="000000"/>
          <w:sz w:val="18"/>
          <w:szCs w:val="18"/>
        </w:rPr>
        <w:t xml:space="preserve">  </w:t>
      </w:r>
      <w:r w:rsidRPr="00E543C8">
        <w:rPr>
          <w:rFonts w:ascii="Verdana" w:hAnsi="Verdana" w:cs="Verdana"/>
          <w:noProof/>
          <w:color w:val="000000"/>
          <w:sz w:val="18"/>
          <w:szCs w:val="18"/>
        </w:rPr>
        <w:drawing>
          <wp:inline distT="0" distB="0" distL="0" distR="0" wp14:anchorId="20CF2466" wp14:editId="45B42DC1">
            <wp:extent cx="3246120" cy="762000"/>
            <wp:effectExtent l="0" t="0" r="0" b="0"/>
            <wp:docPr id="85" name="Obrázek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46120" cy="762000"/>
                    </a:xfrm>
                    <a:prstGeom prst="rect">
                      <a:avLst/>
                    </a:prstGeom>
                    <a:noFill/>
                    <a:ln>
                      <a:noFill/>
                    </a:ln>
                  </pic:spPr>
                </pic:pic>
              </a:graphicData>
            </a:graphic>
          </wp:inline>
        </w:drawing>
      </w:r>
    </w:p>
    <w:p w:rsidR="00F7054B" w:rsidRDefault="00F7054B" w:rsidP="00F7054B">
      <w:pPr>
        <w:pStyle w:val="Nadpis2"/>
      </w:pPr>
      <w:r>
        <w:lastRenderedPageBreak/>
        <w:t>Texty</w:t>
      </w:r>
    </w:p>
    <w:p w:rsidR="00F7054B" w:rsidRDefault="00F7054B" w:rsidP="00F7054B">
      <w:r>
        <w:t>Text se píše pod řádek (score) v levém svislém menu na ikoně mikrofon. Možno 5 řádek. Do L1 můžeme napsat prsty t, m, i</w:t>
      </w:r>
      <w:r w:rsidR="00CD6F6D">
        <w:t>, budou pak pod osnovou první, ale je třeba dát pozor, neb nejsou takto přibity ke konkrétním notám. Přesná metoda je Right hand fingering (viz Style sheet Notation) ale zas jsou ty prsty pod texte písně</w:t>
      </w:r>
      <w:r>
        <w:t>.</w:t>
      </w:r>
      <w:r w:rsidR="00A259FE">
        <w:t xml:space="preserve"> Dole je přepínač </w:t>
      </w:r>
      <w:r w:rsidR="00A259FE" w:rsidRPr="00A259FE">
        <w:rPr>
          <w:rStyle w:val="tun0"/>
        </w:rPr>
        <w:t>Show in staff</w:t>
      </w:r>
      <w:r w:rsidR="00A259FE">
        <w:t xml:space="preserve"> </w:t>
      </w:r>
      <w:r w:rsidR="00A259FE" w:rsidRPr="00A259FE">
        <w:rPr>
          <w:rStyle w:val="AnglickyChar1"/>
        </w:rPr>
        <w:t>(zobrazit nebo ne</w:t>
      </w:r>
      <w:r w:rsidR="00A259FE">
        <w:t>)</w:t>
      </w:r>
    </w:p>
    <w:p w:rsidR="00F7054B" w:rsidRDefault="00F7054B" w:rsidP="00F7054B">
      <w:r>
        <w:t xml:space="preserve">Je tam výběr </w:t>
      </w:r>
      <w:r w:rsidRPr="009E6076">
        <w:rPr>
          <w:rStyle w:val="tun0"/>
        </w:rPr>
        <w:t>From bar</w:t>
      </w:r>
      <w:r>
        <w:t xml:space="preserve"> (od kterého taktu). Text tam lze překopírovat odkudkoli třeba z Wordu přes Ctrl C a pak Ctrl V. Pokud se tam text nechce vejít píšeme mezi slova znaménko plus : já+v+poslední+době..</w:t>
      </w:r>
    </w:p>
    <w:p w:rsidR="00F7054B" w:rsidRDefault="00F7054B" w:rsidP="00F7054B">
      <w:r>
        <w:t xml:space="preserve">Nad </w:t>
      </w:r>
      <w:r w:rsidR="00BF5B3C">
        <w:t>notovou osnovu</w:t>
      </w:r>
      <w:r w:rsidR="004A6CC4">
        <w:t xml:space="preserve">, nad vybranou notu </w:t>
      </w:r>
      <w:r>
        <w:t xml:space="preserve">se píšou poznámky </w:t>
      </w:r>
      <w:r w:rsidR="00BF5B3C">
        <w:t>k notě</w:t>
      </w:r>
      <w:r>
        <w:t xml:space="preserve"> přes ikonu TXT</w:t>
      </w:r>
      <w:r w:rsidR="00BF5B3C">
        <w:t>, např. Chorus.</w:t>
      </w:r>
    </w:p>
    <w:p w:rsidR="00F7054B" w:rsidRDefault="00F7054B" w:rsidP="00F7054B">
      <w:pPr>
        <w:pStyle w:val="Nadpis2"/>
      </w:pPr>
      <w:r>
        <w:t>Import</w:t>
      </w:r>
    </w:p>
    <w:p w:rsidR="00F7054B" w:rsidRDefault="00F7054B" w:rsidP="00F7054B">
      <w:r w:rsidRPr="00F7054B">
        <w:rPr>
          <w:rStyle w:val="tun0"/>
        </w:rPr>
        <w:t>Menu</w:t>
      </w:r>
      <w:r>
        <w:t xml:space="preserve">: </w:t>
      </w:r>
      <w:r w:rsidRPr="00F7054B">
        <w:rPr>
          <w:rStyle w:val="tun0"/>
        </w:rPr>
        <w:t>File</w:t>
      </w:r>
      <w:r>
        <w:t xml:space="preserve"> </w:t>
      </w:r>
      <w:r>
        <w:sym w:font="Symbol" w:char="F0AE"/>
      </w:r>
      <w:r>
        <w:t xml:space="preserve"> </w:t>
      </w:r>
      <w:r w:rsidRPr="00F7054B">
        <w:rPr>
          <w:rStyle w:val="tun0"/>
        </w:rPr>
        <w:t>Import</w:t>
      </w:r>
      <w:r>
        <w:t xml:space="preserve"> </w:t>
      </w:r>
      <w:r>
        <w:sym w:font="Symbol" w:char="F0AE"/>
      </w:r>
      <w:r>
        <w:t xml:space="preserve"> např z TablEdit (to je formát .tef = takové hotové tabulatury má např. </w:t>
      </w:r>
      <w:hyperlink r:id="rId15" w:history="1">
        <w:r w:rsidRPr="001E66C9">
          <w:rPr>
            <w:rStyle w:val="Hypertextovodkaz"/>
          </w:rPr>
          <w:t>www.rickmckeon.com</w:t>
        </w:r>
      </w:hyperlink>
      <w:r>
        <w:t>.</w:t>
      </w:r>
      <w:r w:rsidR="009E6076">
        <w:t>) Soubory s příponou .gpx se otevírají samy, bez importu.</w:t>
      </w:r>
    </w:p>
    <w:p w:rsidR="00F7054B" w:rsidRDefault="00F7054B" w:rsidP="00F7054B">
      <w:pPr>
        <w:pStyle w:val="Nadpis2"/>
      </w:pPr>
      <w:r>
        <w:t>Export</w:t>
      </w:r>
    </w:p>
    <w:p w:rsidR="00F7054B" w:rsidRDefault="00F7054B" w:rsidP="00F7054B">
      <w:r w:rsidRPr="009E6076">
        <w:rPr>
          <w:rStyle w:val="tun0"/>
        </w:rPr>
        <w:t>Menu</w:t>
      </w:r>
      <w:r>
        <w:t xml:space="preserve">: </w:t>
      </w:r>
      <w:r w:rsidRPr="009E6076">
        <w:rPr>
          <w:rStyle w:val="tun0"/>
        </w:rPr>
        <w:t>File</w:t>
      </w:r>
      <w:r>
        <w:t xml:space="preserve"> </w:t>
      </w:r>
      <w:r>
        <w:sym w:font="Symbol" w:char="F0AE"/>
      </w:r>
      <w:r>
        <w:t xml:space="preserve"> </w:t>
      </w:r>
      <w:r w:rsidRPr="009E6076">
        <w:rPr>
          <w:rStyle w:val="tun0"/>
        </w:rPr>
        <w:t>Export</w:t>
      </w:r>
      <w:r>
        <w:t xml:space="preserve"> </w:t>
      </w:r>
      <w:r>
        <w:sym w:font="Symbol" w:char="F0AE"/>
      </w:r>
      <w:r>
        <w:t xml:space="preserve"> do pdf, nebo mid</w:t>
      </w:r>
      <w:r w:rsidR="006656F5">
        <w:t>, nebo obrázek PNG</w:t>
      </w:r>
      <w:r>
        <w:t>.</w:t>
      </w:r>
      <w:r w:rsidR="006656F5">
        <w:t xml:space="preserve"> Tisk je možný rovnou z Print.</w:t>
      </w:r>
      <w:r w:rsidR="00A259FE">
        <w:t xml:space="preserve"> Když je pak soubor v .pdf, je tam možno přidat obrázky nebo text (Text box).</w:t>
      </w:r>
      <w:r w:rsidR="00783EDD">
        <w:t xml:space="preserve"> Wav lze pak pomocí Audiograbberu přetáhnout do MP3.</w:t>
      </w:r>
    </w:p>
    <w:p w:rsidR="0056342C" w:rsidRDefault="00FE4367" w:rsidP="0056342C">
      <w:pPr>
        <w:pStyle w:val="Nadpis2"/>
      </w:pPr>
      <w:r>
        <w:t>Drobnosti</w:t>
      </w:r>
    </w:p>
    <w:p w:rsidR="0056342C" w:rsidRDefault="0056342C" w:rsidP="0056342C">
      <w:pPr>
        <w:pStyle w:val="Nadpis4"/>
      </w:pPr>
      <w:r>
        <w:t>Menu: Note</w:t>
      </w:r>
    </w:p>
    <w:p w:rsidR="004A6CC4" w:rsidRDefault="0056342C" w:rsidP="004A6CC4">
      <w:pPr>
        <w:ind w:left="708"/>
      </w:pPr>
      <w:r w:rsidRPr="006656F5">
        <w:rPr>
          <w:rStyle w:val="tun0"/>
        </w:rPr>
        <w:t>Insert beat</w:t>
      </w:r>
      <w:r>
        <w:t xml:space="preserve"> </w:t>
      </w:r>
      <w:r w:rsidR="006656F5" w:rsidRPr="008F52E5">
        <w:rPr>
          <w:rStyle w:val="AnglickyChar1"/>
          <w:lang w:val="cs-CZ"/>
        </w:rPr>
        <w:t xml:space="preserve">(vložit notu </w:t>
      </w:r>
      <w:r w:rsidRPr="008F52E5">
        <w:rPr>
          <w:rStyle w:val="AnglickyChar1"/>
          <w:lang w:val="cs-CZ"/>
        </w:rPr>
        <w:t>před vybranou notu</w:t>
      </w:r>
      <w:r w:rsidR="006656F5" w:rsidRPr="008F52E5">
        <w:rPr>
          <w:rStyle w:val="AnglickyChar1"/>
          <w:lang w:val="cs-CZ"/>
        </w:rPr>
        <w:t>)</w:t>
      </w:r>
      <w:r w:rsidR="00284704" w:rsidRPr="008F52E5">
        <w:rPr>
          <w:rStyle w:val="AnglickyChar1"/>
          <w:lang w:val="cs-CZ"/>
        </w:rPr>
        <w:t>, nebo taky klávesa Insert</w:t>
      </w:r>
      <w:r>
        <w:t xml:space="preserve">; </w:t>
      </w:r>
      <w:r w:rsidR="00284704">
        <w:t>Nota se zk</w:t>
      </w:r>
      <w:r w:rsidR="00A259FE">
        <w:t>r</w:t>
      </w:r>
      <w:r w:rsidR="00284704">
        <w:t xml:space="preserve">acuje klávesou +, prodlužuje klávesou mínus. </w:t>
      </w:r>
      <w:r w:rsidRPr="006656F5">
        <w:rPr>
          <w:rStyle w:val="tun0"/>
        </w:rPr>
        <w:t>Delete beat</w:t>
      </w:r>
      <w:r>
        <w:t>;</w:t>
      </w:r>
    </w:p>
    <w:p w:rsidR="00582EC3" w:rsidRPr="004D3CF6" w:rsidRDefault="0056342C" w:rsidP="00BF5B3C">
      <w:pPr>
        <w:rPr>
          <w:rStyle w:val="tun0"/>
          <w:b w:val="0"/>
        </w:rPr>
      </w:pPr>
      <w:r>
        <w:t>Akord se napíše nad vybranou notu po stisku klávesy a, stejně se i odstraní (</w:t>
      </w:r>
      <w:r w:rsidRPr="006656F5">
        <w:rPr>
          <w:rStyle w:val="tun0"/>
        </w:rPr>
        <w:t>Remove</w:t>
      </w:r>
      <w:r>
        <w:t>).;</w:t>
      </w:r>
      <w:r w:rsidR="00A259FE">
        <w:t xml:space="preserve"> Nota se taky vymaže klávesou </w:t>
      </w:r>
      <w:r w:rsidR="00A259FE" w:rsidRPr="00CD6F6D">
        <w:rPr>
          <w:rStyle w:val="tun0"/>
        </w:rPr>
        <w:t>Delete</w:t>
      </w:r>
      <w:r w:rsidR="00A259FE">
        <w:t>.</w:t>
      </w:r>
      <w:r w:rsidR="00CD6F6D">
        <w:t xml:space="preserve"> Dáme-li akord nad prázdný čtvereček vymaluje se tam celý akord (výhodné zvláště u kytary).</w:t>
      </w:r>
      <w:r w:rsidR="00582EC3" w:rsidRPr="00582EC3">
        <w:rPr>
          <w:rStyle w:val="tun0"/>
          <w:b w:val="0"/>
        </w:rPr>
        <w:t xml:space="preserve"> </w:t>
      </w:r>
      <w:r w:rsidR="00582EC3" w:rsidRPr="004D3CF6">
        <w:rPr>
          <w:rStyle w:val="tun0"/>
        </w:rPr>
        <w:t>Trioly</w:t>
      </w:r>
    </w:p>
    <w:p w:rsidR="00582EC3" w:rsidRPr="001B203B" w:rsidRDefault="00582EC3" w:rsidP="00582EC3">
      <w:pPr>
        <w:rPr>
          <w:rFonts w:ascii="Verdana" w:hAnsi="Verdana" w:cs="Verdana"/>
          <w:color w:val="000000"/>
          <w:sz w:val="18"/>
          <w:szCs w:val="18"/>
        </w:rPr>
      </w:pPr>
      <w:r w:rsidRPr="004A6CC4">
        <w:t>Noty k vazbě vyber.</w:t>
      </w:r>
      <w:r w:rsidRPr="001B203B">
        <w:rPr>
          <w:rFonts w:ascii="Verdana" w:hAnsi="Verdana" w:cs="Verdana"/>
          <w:color w:val="000000"/>
          <w:sz w:val="18"/>
          <w:szCs w:val="18"/>
        </w:rPr>
        <w:t xml:space="preserve"> </w:t>
      </w:r>
      <w:r w:rsidRPr="0073165A">
        <w:rPr>
          <w:rStyle w:val="Siln"/>
        </w:rPr>
        <w:t>Menu</w:t>
      </w:r>
      <w:r w:rsidRPr="001B203B">
        <w:rPr>
          <w:rFonts w:ascii="Verdana" w:hAnsi="Verdana" w:cs="Verdana"/>
          <w:color w:val="000000"/>
          <w:sz w:val="18"/>
          <w:szCs w:val="18"/>
        </w:rPr>
        <w:t xml:space="preserve">: </w:t>
      </w:r>
      <w:r w:rsidRPr="0073165A">
        <w:rPr>
          <w:rStyle w:val="Siln"/>
        </w:rPr>
        <w:t>Note</w:t>
      </w:r>
      <w:r w:rsidRPr="001B203B">
        <w:rPr>
          <w:rFonts w:ascii="Verdana" w:hAnsi="Verdana" w:cs="Verdana"/>
          <w:color w:val="000000"/>
          <w:sz w:val="18"/>
          <w:szCs w:val="18"/>
        </w:rPr>
        <w:t xml:space="preserve"> </w:t>
      </w:r>
      <w:r w:rsidRPr="001B203B">
        <w:rPr>
          <w:rFonts w:cs="Arial" w:hint="eastAsia"/>
          <w:color w:val="000000"/>
          <w:sz w:val="18"/>
          <w:szCs w:val="18"/>
          <w:lang w:eastAsia="ja-JP"/>
        </w:rPr>
        <w:t xml:space="preserve">→ </w:t>
      </w:r>
      <w:r w:rsidRPr="0073165A">
        <w:rPr>
          <w:rStyle w:val="Siln"/>
          <w:rFonts w:hint="eastAsia"/>
        </w:rPr>
        <w:t>Duration</w:t>
      </w:r>
      <w:r w:rsidRPr="001B203B">
        <w:rPr>
          <w:rFonts w:ascii="Verdana" w:hAnsi="Verdana" w:cs="Verdana"/>
          <w:color w:val="000000"/>
          <w:sz w:val="18"/>
          <w:szCs w:val="18"/>
        </w:rPr>
        <w:t xml:space="preserve">. </w:t>
      </w:r>
      <w:r w:rsidRPr="004A6CC4">
        <w:t>Tři noty mají stejné trvání jako 2</w:t>
      </w:r>
      <w:r w:rsidRPr="001B203B">
        <w:rPr>
          <w:rFonts w:ascii="Verdana" w:hAnsi="Verdana" w:cs="Verdana"/>
          <w:color w:val="000000"/>
          <w:sz w:val="18"/>
          <w:szCs w:val="18"/>
        </w:rPr>
        <w:t>.</w:t>
      </w:r>
    </w:p>
    <w:p w:rsidR="00582EC3" w:rsidRDefault="00582EC3" w:rsidP="00582EC3">
      <w:pPr>
        <w:rPr>
          <w:lang w:eastAsia="zh-CN"/>
        </w:rPr>
      </w:pPr>
      <w:r w:rsidRPr="00E543C8">
        <w:rPr>
          <w:rFonts w:ascii="Verdana" w:hAnsi="Verdana" w:cs="Verdana"/>
          <w:noProof/>
          <w:color w:val="000000"/>
          <w:sz w:val="18"/>
          <w:szCs w:val="18"/>
        </w:rPr>
        <w:drawing>
          <wp:inline distT="0" distB="0" distL="0" distR="0" wp14:anchorId="2FFB8FA4" wp14:editId="60C25D1E">
            <wp:extent cx="2278380" cy="891540"/>
            <wp:effectExtent l="0" t="0" r="7620" b="3810"/>
            <wp:docPr id="34"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78380" cy="891540"/>
                    </a:xfrm>
                    <a:prstGeom prst="rect">
                      <a:avLst/>
                    </a:prstGeom>
                    <a:noFill/>
                    <a:ln>
                      <a:noFill/>
                    </a:ln>
                  </pic:spPr>
                </pic:pic>
              </a:graphicData>
            </a:graphic>
          </wp:inline>
        </w:drawing>
      </w:r>
      <w:r>
        <w:rPr>
          <w:lang w:eastAsia="zh-CN"/>
        </w:rPr>
        <w:t xml:space="preserve">  </w:t>
      </w:r>
      <w:r>
        <w:rPr>
          <w:noProof/>
        </w:rPr>
        <w:drawing>
          <wp:inline distT="0" distB="0" distL="0" distR="0" wp14:anchorId="1B7B403C" wp14:editId="625C0CB2">
            <wp:extent cx="2202180" cy="876300"/>
            <wp:effectExtent l="0" t="0" r="762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rioly.PNG"/>
                    <pic:cNvPicPr/>
                  </pic:nvPicPr>
                  <pic:blipFill>
                    <a:blip r:embed="rId17">
                      <a:extLst>
                        <a:ext uri="{28A0092B-C50C-407E-A947-70E740481C1C}">
                          <a14:useLocalDpi xmlns:a14="http://schemas.microsoft.com/office/drawing/2010/main" val="0"/>
                        </a:ext>
                      </a:extLst>
                    </a:blip>
                    <a:stretch>
                      <a:fillRect/>
                    </a:stretch>
                  </pic:blipFill>
                  <pic:spPr>
                    <a:xfrm>
                      <a:off x="0" y="0"/>
                      <a:ext cx="2202374" cy="876377"/>
                    </a:xfrm>
                    <a:prstGeom prst="rect">
                      <a:avLst/>
                    </a:prstGeom>
                  </pic:spPr>
                </pic:pic>
              </a:graphicData>
            </a:graphic>
          </wp:inline>
        </w:drawing>
      </w:r>
    </w:p>
    <w:p w:rsidR="0056342C" w:rsidRDefault="0056342C" w:rsidP="0056342C">
      <w:pPr>
        <w:pStyle w:val="Nadpis4"/>
      </w:pPr>
      <w:r>
        <w:t>Menu: Tools</w:t>
      </w:r>
    </w:p>
    <w:p w:rsidR="0056342C" w:rsidRPr="006656F5" w:rsidRDefault="0056342C" w:rsidP="004A6CC4">
      <w:pPr>
        <w:ind w:left="708"/>
      </w:pPr>
      <w:r w:rsidRPr="006656F5">
        <w:rPr>
          <w:rStyle w:val="tun0"/>
        </w:rPr>
        <w:t>Transpose</w:t>
      </w:r>
      <w:r>
        <w:t xml:space="preserve"> </w:t>
      </w:r>
      <w:r>
        <w:sym w:font="Symbol" w:char="F0AE"/>
      </w:r>
      <w:r>
        <w:t xml:space="preserve"> </w:t>
      </w:r>
      <w:r w:rsidRPr="006656F5">
        <w:rPr>
          <w:rStyle w:val="tun0"/>
        </w:rPr>
        <w:t>All bars; All tracks</w:t>
      </w:r>
      <w:r w:rsidRPr="006656F5">
        <w:t>.</w:t>
      </w:r>
      <w:r w:rsidR="006656F5" w:rsidRPr="006656F5">
        <w:t xml:space="preserve"> Je to transpozice např. o </w:t>
      </w:r>
      <w:r w:rsidR="004A6CC4">
        <w:t xml:space="preserve">např. </w:t>
      </w:r>
      <w:r w:rsidR="006656F5" w:rsidRPr="006656F5">
        <w:t>tón výše (o 2 půltóny, tedy např z G do A.</w:t>
      </w:r>
      <w:r w:rsidR="006E00EC">
        <w:t xml:space="preserve"> Pozor! Při transpozici se ztratí některé noty.</w:t>
      </w:r>
    </w:p>
    <w:p w:rsidR="0056342C" w:rsidRPr="008F52E5" w:rsidRDefault="0056342C" w:rsidP="004A6CC4">
      <w:pPr>
        <w:ind w:left="708"/>
        <w:rPr>
          <w:rStyle w:val="AnglickyChar1"/>
          <w:lang w:val="cs-CZ"/>
        </w:rPr>
      </w:pPr>
      <w:r w:rsidRPr="006656F5">
        <w:rPr>
          <w:rStyle w:val="tun0"/>
        </w:rPr>
        <w:t xml:space="preserve">Menu: Sound </w:t>
      </w:r>
      <w:r w:rsidRPr="006656F5">
        <w:rPr>
          <w:rStyle w:val="tun0"/>
        </w:rPr>
        <w:sym w:font="Symbol" w:char="F0AE"/>
      </w:r>
      <w:r w:rsidRPr="006656F5">
        <w:rPr>
          <w:rStyle w:val="tun0"/>
        </w:rPr>
        <w:t xml:space="preserve"> Countdown přidá</w:t>
      </w:r>
      <w:r>
        <w:t xml:space="preserve"> nulový takt</w:t>
      </w:r>
      <w:r w:rsidR="00044D30">
        <w:t>, který není zobrazen</w:t>
      </w:r>
      <w:r>
        <w:t xml:space="preserve">; Zaškrtni </w:t>
      </w:r>
      <w:r w:rsidR="006656F5">
        <w:t xml:space="preserve">ještě </w:t>
      </w:r>
      <w:r w:rsidRPr="006656F5">
        <w:rPr>
          <w:rStyle w:val="tun0"/>
        </w:rPr>
        <w:t>Realistic sound engine.</w:t>
      </w:r>
      <w:r w:rsidR="00044D30">
        <w:rPr>
          <w:rStyle w:val="tun0"/>
        </w:rPr>
        <w:t xml:space="preserve"> 70bpm: Automation editor: tempo </w:t>
      </w:r>
      <w:r w:rsidR="00044D30" w:rsidRPr="00D43B83">
        <w:t>nic;</w:t>
      </w:r>
      <w:r w:rsidR="00044D30">
        <w:rPr>
          <w:rStyle w:val="tun0"/>
        </w:rPr>
        <w:t xml:space="preserve"> label </w:t>
      </w:r>
      <w:r w:rsidR="00044D30" w:rsidRPr="00D43B83">
        <w:t>nic;</w:t>
      </w:r>
      <w:r w:rsidR="00044D30">
        <w:rPr>
          <w:rStyle w:val="tun0"/>
        </w:rPr>
        <w:t xml:space="preserve"> unit Quarter; tempo 120bpm; constant value; </w:t>
      </w:r>
      <w:r w:rsidR="00D43B83">
        <w:rPr>
          <w:rStyle w:val="tun0"/>
        </w:rPr>
        <w:t>Hide automation</w:t>
      </w:r>
      <w:r w:rsidR="00D43B83" w:rsidRPr="008F52E5">
        <w:rPr>
          <w:rStyle w:val="AnglickyChar1"/>
          <w:lang w:val="cs-CZ"/>
        </w:rPr>
        <w:t xml:space="preserve"> (přepínač údaje metronomu nad osnovou)</w:t>
      </w:r>
    </w:p>
    <w:p w:rsidR="00D43B83" w:rsidRDefault="00D43B83" w:rsidP="00D43B83">
      <w:pPr>
        <w:pStyle w:val="Nadpis4"/>
      </w:pPr>
      <w:r w:rsidRPr="00D43B83">
        <w:t>Menu: Bar</w:t>
      </w:r>
    </w:p>
    <w:p w:rsidR="00D43B83" w:rsidRDefault="00D43B83" w:rsidP="00783EDD">
      <w:r w:rsidRPr="00D43B83">
        <w:rPr>
          <w:rStyle w:val="tun0"/>
        </w:rPr>
        <w:t>Anacrusis Pickup</w:t>
      </w:r>
      <w:r>
        <w:t xml:space="preserve"> – i když první a poslední takt není kompletní, není červený, mění číslování taktů.</w:t>
      </w:r>
      <w:r w:rsidR="00174259">
        <w:t xml:space="preserve"> Přes Ctrl C a Ctrl V vkládáme takty odjinud, dokonce i z jiného souboru.</w:t>
      </w:r>
    </w:p>
    <w:p w:rsidR="00783EDD" w:rsidRDefault="00783EDD" w:rsidP="00783EDD">
      <w:r>
        <w:t>Takt se vymaže CTRL Del. Řádka osnovy se zalomí CTRL Enter (Force Break line).</w:t>
      </w:r>
    </w:p>
    <w:p w:rsidR="008F52E5" w:rsidRDefault="008F52E5" w:rsidP="008F52E5">
      <w:pPr>
        <w:pStyle w:val="Nadpis4"/>
        <w:rPr>
          <w:rStyle w:val="tun0"/>
          <w:b/>
        </w:rPr>
      </w:pPr>
      <w:r w:rsidRPr="008F52E5">
        <w:rPr>
          <w:rStyle w:val="tun0"/>
          <w:b/>
        </w:rPr>
        <w:t xml:space="preserve">Menu: View </w:t>
      </w:r>
      <w:r w:rsidRPr="008F52E5">
        <w:rPr>
          <w:rStyle w:val="tun0"/>
          <w:b/>
        </w:rPr>
        <w:sym w:font="Symbol" w:char="F0AE"/>
      </w:r>
      <w:r w:rsidRPr="008F52E5">
        <w:rPr>
          <w:rStyle w:val="tun0"/>
          <w:b/>
        </w:rPr>
        <w:t xml:space="preserve"> Multitrack</w:t>
      </w:r>
    </w:p>
    <w:p w:rsidR="008F52E5" w:rsidRDefault="008F52E5" w:rsidP="008F52E5">
      <w:pPr>
        <w:rPr>
          <w:lang w:eastAsia="zh-CN"/>
        </w:rPr>
      </w:pPr>
      <w:r>
        <w:rPr>
          <w:lang w:eastAsia="zh-CN"/>
        </w:rPr>
        <w:t>Zobrazí dole všechny stopy (track). Je možné je zesílit potenciometrem, ztlumit (Mute), skrýt (malé černé puntíky).</w:t>
      </w:r>
      <w:r w:rsidR="00783EDD">
        <w:rPr>
          <w:lang w:eastAsia="zh-CN"/>
        </w:rPr>
        <w:t xml:space="preserve"> Zobrazí se buď všechno, nebo jen vybraná stopa. Jinak pořád hraje všechno, tlumí se dole pomocí potenciometrů, nebo se nástroj vypne malým puntíkem tamtéž.</w:t>
      </w:r>
    </w:p>
    <w:p w:rsidR="006E00EC" w:rsidRDefault="006E00EC" w:rsidP="008F52E5">
      <w:pPr>
        <w:rPr>
          <w:lang w:eastAsia="zh-CN"/>
        </w:rPr>
      </w:pPr>
      <w:r>
        <w:rPr>
          <w:lang w:eastAsia="zh-CN"/>
        </w:rPr>
        <w:t>Design Mode zapíná a vypíná modré trojúhelníčky, kterými se dá nastavit délka taktu.</w:t>
      </w:r>
    </w:p>
    <w:p w:rsidR="00582EC3" w:rsidRDefault="00582EC3" w:rsidP="00582EC3">
      <w:pPr>
        <w:pStyle w:val="Nadpis4"/>
        <w:rPr>
          <w:lang w:eastAsia="zh-CN"/>
        </w:rPr>
      </w:pPr>
      <w:r>
        <w:rPr>
          <w:lang w:eastAsia="zh-CN"/>
        </w:rPr>
        <w:t>Menu: Sound</w:t>
      </w:r>
    </w:p>
    <w:p w:rsidR="00582EC3" w:rsidRDefault="00582EC3" w:rsidP="00174259">
      <w:pPr>
        <w:rPr>
          <w:lang w:eastAsia="zh-CN"/>
        </w:rPr>
      </w:pPr>
      <w:r>
        <w:rPr>
          <w:lang w:eastAsia="zh-CN"/>
        </w:rPr>
        <w:t>Takt Ctrl Home; poslední takt Ctrl End.</w:t>
      </w:r>
      <w:r w:rsidR="00174259">
        <w:rPr>
          <w:lang w:eastAsia="zh-CN"/>
        </w:rPr>
        <w:t xml:space="preserve"> Play in loops = hraje furt dokola. Metronome klape. Countdown – dá takt před začátek (není vidět). Playback while editing = hraje notu při zadávání not. Play hraje od kurzoru. </w:t>
      </w:r>
    </w:p>
    <w:p w:rsidR="00174259" w:rsidRDefault="00174259" w:rsidP="00174259">
      <w:pPr>
        <w:pStyle w:val="Nadpis4"/>
        <w:rPr>
          <w:lang w:eastAsia="zh-CN"/>
        </w:rPr>
      </w:pPr>
      <w:r>
        <w:rPr>
          <w:lang w:eastAsia="zh-CN"/>
        </w:rPr>
        <w:lastRenderedPageBreak/>
        <w:t>Menu: Track</w:t>
      </w:r>
    </w:p>
    <w:p w:rsidR="00174259" w:rsidRPr="00174259" w:rsidRDefault="00174259" w:rsidP="00174259">
      <w:pPr>
        <w:rPr>
          <w:lang w:eastAsia="zh-CN"/>
        </w:rPr>
      </w:pPr>
      <w:r>
        <w:rPr>
          <w:lang w:eastAsia="zh-CN"/>
        </w:rPr>
        <w:t xml:space="preserve">Šipkou posunuje stopy nahorů a dolů (prohazuje nástroje). Add přidá </w:t>
      </w:r>
      <w:r w:rsidR="00783EDD">
        <w:rPr>
          <w:lang w:eastAsia="zh-CN"/>
        </w:rPr>
        <w:t>stopu (</w:t>
      </w:r>
      <w:r>
        <w:rPr>
          <w:lang w:eastAsia="zh-CN"/>
        </w:rPr>
        <w:t>nástroj</w:t>
      </w:r>
      <w:r w:rsidR="00783EDD">
        <w:rPr>
          <w:lang w:eastAsia="zh-CN"/>
        </w:rPr>
        <w:t>)</w:t>
      </w:r>
      <w:r>
        <w:rPr>
          <w:lang w:eastAsia="zh-CN"/>
        </w:rPr>
        <w:t>, Delete ubere vybranou stopu (nástroj).</w:t>
      </w:r>
    </w:p>
    <w:p w:rsidR="00AD5608" w:rsidRDefault="00AD5608" w:rsidP="00AD5608">
      <w:pPr>
        <w:pStyle w:val="Nadpis2"/>
        <w:rPr>
          <w:lang w:eastAsia="zh-CN"/>
        </w:rPr>
      </w:pPr>
      <w:r>
        <w:rPr>
          <w:lang w:eastAsia="zh-CN"/>
        </w:rPr>
        <w:t>Psaní not z hmatníku</w:t>
      </w:r>
    </w:p>
    <w:p w:rsidR="00AD5608" w:rsidRDefault="00AD5608" w:rsidP="00AD5608">
      <w:pPr>
        <w:rPr>
          <w:lang w:eastAsia="zh-CN"/>
        </w:rPr>
      </w:pPr>
      <w:r>
        <w:rPr>
          <w:lang w:eastAsia="zh-CN"/>
        </w:rPr>
        <w:t xml:space="preserve">Pokud jsme v stopě (track) banjo, pak </w:t>
      </w:r>
      <w:r w:rsidRPr="00AD5608">
        <w:rPr>
          <w:rStyle w:val="tun0"/>
        </w:rPr>
        <w:t>Menu</w:t>
      </w:r>
      <w:r>
        <w:rPr>
          <w:lang w:eastAsia="zh-CN"/>
        </w:rPr>
        <w:t xml:space="preserve">: </w:t>
      </w:r>
      <w:r w:rsidRPr="00AD5608">
        <w:rPr>
          <w:rStyle w:val="tun0"/>
        </w:rPr>
        <w:t>View</w:t>
      </w:r>
      <w:r>
        <w:rPr>
          <w:lang w:eastAsia="zh-CN"/>
        </w:rPr>
        <w:t xml:space="preserve"> </w:t>
      </w:r>
      <w:r>
        <w:rPr>
          <w:lang w:eastAsia="zh-CN"/>
        </w:rPr>
        <w:sym w:font="Symbol" w:char="F0AE"/>
      </w:r>
      <w:r>
        <w:rPr>
          <w:lang w:eastAsia="zh-CN"/>
        </w:rPr>
        <w:t xml:space="preserve"> </w:t>
      </w:r>
      <w:r w:rsidRPr="00FE4367">
        <w:rPr>
          <w:rStyle w:val="tun0"/>
        </w:rPr>
        <w:t>Instrument</w:t>
      </w:r>
      <w:r>
        <w:rPr>
          <w:lang w:eastAsia="zh-CN"/>
        </w:rPr>
        <w:t xml:space="preserve"> </w:t>
      </w:r>
      <w:r w:rsidRPr="00FE4367">
        <w:rPr>
          <w:rStyle w:val="tun0"/>
        </w:rPr>
        <w:t>panel</w:t>
      </w:r>
      <w:r>
        <w:rPr>
          <w:lang w:eastAsia="zh-CN"/>
        </w:rPr>
        <w:t xml:space="preserve">. U </w:t>
      </w:r>
      <w:r w:rsidRPr="00AD5608">
        <w:rPr>
          <w:rStyle w:val="tun0"/>
        </w:rPr>
        <w:t>Scales</w:t>
      </w:r>
      <w:r>
        <w:rPr>
          <w:lang w:eastAsia="zh-CN"/>
        </w:rPr>
        <w:t xml:space="preserve"> vybrat </w:t>
      </w:r>
      <w:r w:rsidR="00CD6F6D">
        <w:rPr>
          <w:lang w:eastAsia="zh-CN"/>
        </w:rPr>
        <w:t>keynote</w:t>
      </w:r>
      <w:r>
        <w:rPr>
          <w:lang w:eastAsia="zh-CN"/>
        </w:rPr>
        <w:t>G.</w:t>
      </w:r>
    </w:p>
    <w:p w:rsidR="00AD5608" w:rsidRDefault="00AD5608" w:rsidP="00AD5608">
      <w:pPr>
        <w:rPr>
          <w:lang w:eastAsia="zh-CN"/>
        </w:rPr>
      </w:pPr>
      <w:r>
        <w:rPr>
          <w:noProof/>
        </w:rPr>
        <w:drawing>
          <wp:inline distT="0" distB="0" distL="0" distR="0">
            <wp:extent cx="5044440" cy="1485900"/>
            <wp:effectExtent l="0" t="0" r="381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anjo hmatník.PNG"/>
                    <pic:cNvPicPr/>
                  </pic:nvPicPr>
                  <pic:blipFill>
                    <a:blip r:embed="rId18">
                      <a:extLst>
                        <a:ext uri="{28A0092B-C50C-407E-A947-70E740481C1C}">
                          <a14:useLocalDpi xmlns:a14="http://schemas.microsoft.com/office/drawing/2010/main" val="0"/>
                        </a:ext>
                      </a:extLst>
                    </a:blip>
                    <a:stretch>
                      <a:fillRect/>
                    </a:stretch>
                  </pic:blipFill>
                  <pic:spPr>
                    <a:xfrm>
                      <a:off x="0" y="0"/>
                      <a:ext cx="5044879" cy="1486029"/>
                    </a:xfrm>
                    <a:prstGeom prst="rect">
                      <a:avLst/>
                    </a:prstGeom>
                  </pic:spPr>
                </pic:pic>
              </a:graphicData>
            </a:graphic>
          </wp:inline>
        </w:drawing>
      </w:r>
    </w:p>
    <w:p w:rsidR="00AD5608" w:rsidRDefault="00AD5608" w:rsidP="00045273">
      <w:pPr>
        <w:rPr>
          <w:lang w:eastAsia="zh-CN"/>
        </w:rPr>
      </w:pPr>
      <w:r>
        <w:rPr>
          <w:lang w:eastAsia="zh-CN"/>
        </w:rPr>
        <w:t xml:space="preserve">Pokud jsme ve stopě nějakého nepražcového nástroje, využijeme klávesnici piana. </w:t>
      </w:r>
      <w:r w:rsidRPr="00AD5608">
        <w:rPr>
          <w:rStyle w:val="tun0"/>
        </w:rPr>
        <w:t>Menu</w:t>
      </w:r>
      <w:r>
        <w:rPr>
          <w:lang w:eastAsia="zh-CN"/>
        </w:rPr>
        <w:t xml:space="preserve">: </w:t>
      </w:r>
      <w:r w:rsidRPr="00AD5608">
        <w:rPr>
          <w:rStyle w:val="tun0"/>
        </w:rPr>
        <w:t>Track</w:t>
      </w:r>
      <w:r>
        <w:rPr>
          <w:lang w:eastAsia="zh-CN"/>
        </w:rPr>
        <w:t xml:space="preserve"> </w:t>
      </w:r>
      <w:r>
        <w:rPr>
          <w:lang w:eastAsia="zh-CN"/>
        </w:rPr>
        <w:sym w:font="Symbol" w:char="F0AE"/>
      </w:r>
      <w:r>
        <w:rPr>
          <w:lang w:eastAsia="zh-CN"/>
        </w:rPr>
        <w:t xml:space="preserve"> </w:t>
      </w:r>
      <w:r w:rsidRPr="00AD5608">
        <w:rPr>
          <w:rStyle w:val="tun0"/>
        </w:rPr>
        <w:t>Add</w:t>
      </w:r>
      <w:r>
        <w:rPr>
          <w:lang w:eastAsia="zh-CN"/>
        </w:rPr>
        <w:t xml:space="preserve"> </w:t>
      </w:r>
      <w:r>
        <w:rPr>
          <w:lang w:eastAsia="zh-CN"/>
        </w:rPr>
        <w:sym w:font="Symbol" w:char="F0AE"/>
      </w:r>
      <w:r>
        <w:rPr>
          <w:lang w:eastAsia="zh-CN"/>
        </w:rPr>
        <w:t xml:space="preserve"> </w:t>
      </w:r>
      <w:r w:rsidRPr="00AD5608">
        <w:rPr>
          <w:rStyle w:val="tun0"/>
        </w:rPr>
        <w:t>Keyboards</w:t>
      </w:r>
      <w:r>
        <w:rPr>
          <w:lang w:eastAsia="zh-CN"/>
        </w:rPr>
        <w:t xml:space="preserve"> </w:t>
      </w:r>
      <w:r>
        <w:rPr>
          <w:lang w:eastAsia="zh-CN"/>
        </w:rPr>
        <w:sym w:font="Symbol" w:char="F0AE"/>
      </w:r>
      <w:r>
        <w:rPr>
          <w:lang w:eastAsia="zh-CN"/>
        </w:rPr>
        <w:t xml:space="preserve"> </w:t>
      </w:r>
      <w:r w:rsidRPr="00AD5608">
        <w:rPr>
          <w:rStyle w:val="tun0"/>
        </w:rPr>
        <w:t>Piano</w:t>
      </w:r>
      <w:r>
        <w:rPr>
          <w:lang w:eastAsia="zh-CN"/>
        </w:rPr>
        <w:t xml:space="preserve"> </w:t>
      </w:r>
      <w:r>
        <w:rPr>
          <w:lang w:eastAsia="zh-CN"/>
        </w:rPr>
        <w:sym w:font="Symbol" w:char="F0AE"/>
      </w:r>
      <w:r>
        <w:rPr>
          <w:lang w:eastAsia="zh-CN"/>
        </w:rPr>
        <w:t xml:space="preserve"> </w:t>
      </w:r>
      <w:r w:rsidRPr="00AD5608">
        <w:rPr>
          <w:rStyle w:val="tun0"/>
        </w:rPr>
        <w:t>Acoustic</w:t>
      </w:r>
      <w:r>
        <w:rPr>
          <w:lang w:eastAsia="zh-CN"/>
        </w:rPr>
        <w:t>.</w:t>
      </w:r>
    </w:p>
    <w:p w:rsidR="00AD5608" w:rsidRDefault="00AD5608" w:rsidP="00AD5608">
      <w:pPr>
        <w:rPr>
          <w:lang w:eastAsia="zh-CN"/>
        </w:rPr>
      </w:pPr>
      <w:r>
        <w:rPr>
          <w:noProof/>
        </w:rPr>
        <w:drawing>
          <wp:inline distT="0" distB="0" distL="0" distR="0">
            <wp:extent cx="5928874" cy="1661304"/>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ano.PNG"/>
                    <pic:cNvPicPr/>
                  </pic:nvPicPr>
                  <pic:blipFill>
                    <a:blip r:embed="rId19">
                      <a:extLst>
                        <a:ext uri="{28A0092B-C50C-407E-A947-70E740481C1C}">
                          <a14:useLocalDpi xmlns:a14="http://schemas.microsoft.com/office/drawing/2010/main" val="0"/>
                        </a:ext>
                      </a:extLst>
                    </a:blip>
                    <a:stretch>
                      <a:fillRect/>
                    </a:stretch>
                  </pic:blipFill>
                  <pic:spPr>
                    <a:xfrm>
                      <a:off x="0" y="0"/>
                      <a:ext cx="5928874" cy="1661304"/>
                    </a:xfrm>
                    <a:prstGeom prst="rect">
                      <a:avLst/>
                    </a:prstGeom>
                  </pic:spPr>
                </pic:pic>
              </a:graphicData>
            </a:graphic>
          </wp:inline>
        </w:drawing>
      </w:r>
    </w:p>
    <w:p w:rsidR="002A657D" w:rsidRDefault="002A657D" w:rsidP="002A657D">
      <w:pPr>
        <w:pStyle w:val="Nadpis1"/>
      </w:pPr>
      <w:r>
        <w:t>Domácí kapela si nahrává Jam Track</w:t>
      </w:r>
    </w:p>
    <w:p w:rsidR="002A657D" w:rsidRDefault="002A657D" w:rsidP="002A657D">
      <w:pPr>
        <w:pStyle w:val="Nadpis2"/>
      </w:pPr>
      <w:r>
        <w:t>Bicí</w:t>
      </w:r>
    </w:p>
    <w:p w:rsidR="002A657D" w:rsidRDefault="00DD4B9F" w:rsidP="002A657D">
      <w:r w:rsidRPr="00225121">
        <w:rPr>
          <w:rStyle w:val="tun0"/>
        </w:rPr>
        <w:t>Menu</w:t>
      </w:r>
      <w:r>
        <w:t xml:space="preserve">: </w:t>
      </w:r>
      <w:r w:rsidRPr="00225121">
        <w:rPr>
          <w:rStyle w:val="tun0"/>
        </w:rPr>
        <w:t>Track</w:t>
      </w:r>
      <w:r>
        <w:t xml:space="preserve"> </w:t>
      </w:r>
      <w:r>
        <w:sym w:font="Symbol" w:char="F0AE"/>
      </w:r>
      <w:r>
        <w:t xml:space="preserve"> </w:t>
      </w:r>
      <w:r w:rsidRPr="00225121">
        <w:rPr>
          <w:rStyle w:val="tun0"/>
        </w:rPr>
        <w:t>Add</w:t>
      </w:r>
      <w:r>
        <w:t xml:space="preserve"> </w:t>
      </w:r>
      <w:r>
        <w:sym w:font="Symbol" w:char="F0AE"/>
      </w:r>
      <w:r>
        <w:t xml:space="preserve"> </w:t>
      </w:r>
      <w:r w:rsidRPr="00225121">
        <w:rPr>
          <w:rStyle w:val="tun0"/>
        </w:rPr>
        <w:t>Dru</w:t>
      </w:r>
      <w:r w:rsidR="00225121">
        <w:rPr>
          <w:rStyle w:val="tun0"/>
        </w:rPr>
        <w:t>m</w:t>
      </w:r>
      <w:r w:rsidRPr="00225121">
        <w:rPr>
          <w:rStyle w:val="tun0"/>
        </w:rPr>
        <w:t>s</w:t>
      </w:r>
      <w:r>
        <w:t xml:space="preserve"> </w:t>
      </w:r>
      <w:r>
        <w:sym w:font="Symbol" w:char="F0AE"/>
      </w:r>
      <w:r>
        <w:t xml:space="preserve"> </w:t>
      </w:r>
      <w:r w:rsidRPr="00225121">
        <w:rPr>
          <w:rStyle w:val="tun0"/>
        </w:rPr>
        <w:t>Idiophone</w:t>
      </w:r>
      <w:r>
        <w:t xml:space="preserve"> </w:t>
      </w:r>
      <w:r>
        <w:sym w:font="Symbol" w:char="F0AE"/>
      </w:r>
      <w:r>
        <w:t xml:space="preserve"> </w:t>
      </w:r>
      <w:r w:rsidRPr="00225121">
        <w:rPr>
          <w:rStyle w:val="tun0"/>
        </w:rPr>
        <w:t>Woodblock</w:t>
      </w:r>
      <w:r>
        <w:t xml:space="preserve"> dřevo). </w:t>
      </w:r>
    </w:p>
    <w:p w:rsidR="00DD4B9F" w:rsidRDefault="00DD4B9F" w:rsidP="002A657D">
      <w:r>
        <w:t xml:space="preserve">Dáme dvounulové předtaktí </w:t>
      </w:r>
      <w:r w:rsidRPr="00225121">
        <w:rPr>
          <w:rStyle w:val="tun0"/>
        </w:rPr>
        <w:t>Menu</w:t>
      </w:r>
      <w:r>
        <w:t xml:space="preserve">: </w:t>
      </w:r>
      <w:r w:rsidRPr="00225121">
        <w:rPr>
          <w:rStyle w:val="tun0"/>
        </w:rPr>
        <w:t>Sound</w:t>
      </w:r>
      <w:r>
        <w:t xml:space="preserve"> </w:t>
      </w:r>
      <w:r>
        <w:sym w:font="Symbol" w:char="F0AE"/>
      </w:r>
      <w:r>
        <w:t xml:space="preserve"> </w:t>
      </w:r>
      <w:r w:rsidRPr="00225121">
        <w:rPr>
          <w:rStyle w:val="tun0"/>
        </w:rPr>
        <w:t>Countdown</w:t>
      </w:r>
      <w:r>
        <w:t xml:space="preserve"> (nezobrazí se</w:t>
      </w:r>
      <w:r w:rsidR="00225121">
        <w:t>,</w:t>
      </w:r>
      <w:r>
        <w:t xml:space="preserve"> ale hraje</w:t>
      </w:r>
      <w:r w:rsidR="00774F09">
        <w:t>)</w:t>
      </w:r>
      <w:r>
        <w:t>.</w:t>
      </w:r>
    </w:p>
    <w:p w:rsidR="00DD4B9F" w:rsidRDefault="00DD4B9F" w:rsidP="00045273">
      <w:r>
        <w:t xml:space="preserve">Nastavíme 4/4. Uděláme nulový takt </w:t>
      </w:r>
      <w:r w:rsidR="00225121">
        <w:t>4 čtvrtiny</w:t>
      </w:r>
      <w:r>
        <w:t xml:space="preserve"> klepáním na nulu. Poslední dvě </w:t>
      </w:r>
      <w:r w:rsidR="00225121">
        <w:t>čtvrtky</w:t>
      </w:r>
      <w:r>
        <w:t xml:space="preserve"> dáme tuplované</w:t>
      </w:r>
      <w:r w:rsidR="00225121">
        <w:t>, aby se zvýraznily</w:t>
      </w:r>
      <w:r w:rsidR="00783EDD">
        <w:t xml:space="preserve"> 0;0;00;00</w:t>
      </w:r>
      <w:r>
        <w:t>.</w:t>
      </w:r>
      <w:r w:rsidR="00783EDD">
        <w:t xml:space="preserve"> Jinak nejlépe 00; dolní 0; horní 0, dolní 0.</w:t>
      </w:r>
    </w:p>
    <w:p w:rsidR="002A657D" w:rsidRDefault="00225121" w:rsidP="002A657D">
      <w:r>
        <w:rPr>
          <w:noProof/>
        </w:rPr>
        <w:drawing>
          <wp:inline distT="0" distB="0" distL="0" distR="0">
            <wp:extent cx="6118860" cy="82296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odbloc.PNG"/>
                    <pic:cNvPicPr/>
                  </pic:nvPicPr>
                  <pic:blipFill>
                    <a:blip r:embed="rId20">
                      <a:extLst>
                        <a:ext uri="{28A0092B-C50C-407E-A947-70E740481C1C}">
                          <a14:useLocalDpi xmlns:a14="http://schemas.microsoft.com/office/drawing/2010/main" val="0"/>
                        </a:ext>
                      </a:extLst>
                    </a:blip>
                    <a:stretch>
                      <a:fillRect/>
                    </a:stretch>
                  </pic:blipFill>
                  <pic:spPr>
                    <a:xfrm>
                      <a:off x="0" y="0"/>
                      <a:ext cx="6119391" cy="823031"/>
                    </a:xfrm>
                    <a:prstGeom prst="rect">
                      <a:avLst/>
                    </a:prstGeom>
                  </pic:spPr>
                </pic:pic>
              </a:graphicData>
            </a:graphic>
          </wp:inline>
        </w:drawing>
      </w:r>
    </w:p>
    <w:p w:rsidR="00783EDD" w:rsidRDefault="00783EDD" w:rsidP="002A657D">
      <w:r>
        <w:t xml:space="preserve">Ještě použitelné je </w:t>
      </w:r>
      <w:r w:rsidRPr="00225121">
        <w:rPr>
          <w:rStyle w:val="tun0"/>
        </w:rPr>
        <w:t>Menu</w:t>
      </w:r>
      <w:r>
        <w:t xml:space="preserve">: </w:t>
      </w:r>
      <w:r w:rsidRPr="00225121">
        <w:rPr>
          <w:rStyle w:val="tun0"/>
        </w:rPr>
        <w:t>Track</w:t>
      </w:r>
      <w:r>
        <w:t xml:space="preserve"> </w:t>
      </w:r>
      <w:r>
        <w:sym w:font="Symbol" w:char="F0AE"/>
      </w:r>
      <w:r>
        <w:t xml:space="preserve"> </w:t>
      </w:r>
      <w:r w:rsidRPr="00225121">
        <w:rPr>
          <w:rStyle w:val="tun0"/>
        </w:rPr>
        <w:t>Add</w:t>
      </w:r>
      <w:r>
        <w:t xml:space="preserve"> </w:t>
      </w:r>
      <w:r>
        <w:sym w:font="Symbol" w:char="F0AE"/>
      </w:r>
      <w:r>
        <w:t xml:space="preserve"> </w:t>
      </w:r>
      <w:r w:rsidRPr="00225121">
        <w:rPr>
          <w:rStyle w:val="tun0"/>
        </w:rPr>
        <w:t>Dru</w:t>
      </w:r>
      <w:r>
        <w:rPr>
          <w:rStyle w:val="tun0"/>
        </w:rPr>
        <w:t>m</w:t>
      </w:r>
      <w:r w:rsidRPr="00225121">
        <w:rPr>
          <w:rStyle w:val="tun0"/>
        </w:rPr>
        <w:t>s</w:t>
      </w:r>
      <w:r>
        <w:t xml:space="preserve"> </w:t>
      </w:r>
      <w:r>
        <w:sym w:font="Symbol" w:char="F0AE"/>
      </w:r>
      <w:r>
        <w:t xml:space="preserve"> Membranophone </w:t>
      </w:r>
      <w:r>
        <w:sym w:font="Symbol" w:char="F0AE"/>
      </w:r>
      <w:r>
        <w:t xml:space="preserve">Conga </w:t>
      </w:r>
      <w:r>
        <w:sym w:font="Symbol" w:char="F0AE"/>
      </w:r>
      <w:r>
        <w:t xml:space="preserve"> 00;3;2;3</w:t>
      </w:r>
    </w:p>
    <w:p w:rsidR="002A657D" w:rsidRDefault="00DD4B9F" w:rsidP="00DD4B9F">
      <w:pPr>
        <w:pStyle w:val="Nadpis2"/>
      </w:pPr>
      <w:r>
        <w:t>Zpěv</w:t>
      </w:r>
    </w:p>
    <w:p w:rsidR="00DD4B9F" w:rsidRDefault="00D46CBF" w:rsidP="00DD4B9F">
      <w:r w:rsidRPr="00225121">
        <w:rPr>
          <w:rStyle w:val="tun0"/>
        </w:rPr>
        <w:t>Menu</w:t>
      </w:r>
      <w:r>
        <w:t xml:space="preserve">: </w:t>
      </w:r>
      <w:r w:rsidRPr="00225121">
        <w:rPr>
          <w:rStyle w:val="tun0"/>
        </w:rPr>
        <w:t>Track</w:t>
      </w:r>
      <w:r>
        <w:t xml:space="preserve"> </w:t>
      </w:r>
      <w:r>
        <w:sym w:font="Symbol" w:char="F0AE"/>
      </w:r>
      <w:r>
        <w:t xml:space="preserve"> </w:t>
      </w:r>
      <w:r w:rsidRPr="00225121">
        <w:rPr>
          <w:rStyle w:val="tun0"/>
        </w:rPr>
        <w:t>Add</w:t>
      </w:r>
      <w:r>
        <w:t xml:space="preserve"> </w:t>
      </w:r>
      <w:r>
        <w:sym w:font="Symbol" w:char="F0AE"/>
      </w:r>
      <w:r>
        <w:t xml:space="preserve"> </w:t>
      </w:r>
      <w:r w:rsidRPr="00225121">
        <w:rPr>
          <w:rStyle w:val="tun0"/>
        </w:rPr>
        <w:t>Singers</w:t>
      </w:r>
      <w:r>
        <w:t xml:space="preserve"> </w:t>
      </w:r>
      <w:r>
        <w:sym w:font="Symbol" w:char="F0AE"/>
      </w:r>
      <w:r>
        <w:t xml:space="preserve"> </w:t>
      </w:r>
      <w:r w:rsidRPr="00225121">
        <w:rPr>
          <w:rStyle w:val="tun0"/>
        </w:rPr>
        <w:t>Singer</w:t>
      </w:r>
      <w:r>
        <w:t xml:space="preserve"> </w:t>
      </w:r>
      <w:r>
        <w:sym w:font="Symbol" w:char="F0AE"/>
      </w:r>
      <w:r>
        <w:t xml:space="preserve"> </w:t>
      </w:r>
      <w:r w:rsidRPr="00225121">
        <w:rPr>
          <w:rStyle w:val="tun0"/>
        </w:rPr>
        <w:t>Tenor</w:t>
      </w:r>
      <w:r>
        <w:t>. Někde seženeme noty a nakopírujeme je do stopy Singer od druhého taktu.</w:t>
      </w:r>
      <w:r w:rsidR="00774F09">
        <w:t xml:space="preserve"> Nakopírujeme text a rozdělíme ho podle potřeby. Když se nevejde, dáme menší písmo.</w:t>
      </w:r>
      <w:r w:rsidR="00B443E3">
        <w:t xml:space="preserve"> Lepší je použít Synthetizátor Key.</w:t>
      </w:r>
    </w:p>
    <w:p w:rsidR="00DD4B9F" w:rsidRDefault="00D46CBF" w:rsidP="00DD4B9F">
      <w:r>
        <w:rPr>
          <w:noProof/>
        </w:rPr>
        <w:drawing>
          <wp:inline distT="0" distB="0" distL="0" distR="0">
            <wp:extent cx="6179820" cy="1487347"/>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ocal.PNG"/>
                    <pic:cNvPicPr/>
                  </pic:nvPicPr>
                  <pic:blipFill>
                    <a:blip r:embed="rId21">
                      <a:extLst>
                        <a:ext uri="{28A0092B-C50C-407E-A947-70E740481C1C}">
                          <a14:useLocalDpi xmlns:a14="http://schemas.microsoft.com/office/drawing/2010/main" val="0"/>
                        </a:ext>
                      </a:extLst>
                    </a:blip>
                    <a:stretch>
                      <a:fillRect/>
                    </a:stretch>
                  </pic:blipFill>
                  <pic:spPr>
                    <a:xfrm>
                      <a:off x="0" y="0"/>
                      <a:ext cx="6180372" cy="1487480"/>
                    </a:xfrm>
                    <a:prstGeom prst="rect">
                      <a:avLst/>
                    </a:prstGeom>
                  </pic:spPr>
                </pic:pic>
              </a:graphicData>
            </a:graphic>
          </wp:inline>
        </w:drawing>
      </w:r>
    </w:p>
    <w:p w:rsidR="00DD4B9F" w:rsidRDefault="00D46CBF" w:rsidP="00D46CBF">
      <w:pPr>
        <w:pStyle w:val="Nadpis2"/>
      </w:pPr>
      <w:r>
        <w:lastRenderedPageBreak/>
        <w:t>Kytara</w:t>
      </w:r>
    </w:p>
    <w:p w:rsidR="00DD4B9F" w:rsidRDefault="00225121" w:rsidP="00DD4B9F">
      <w:r w:rsidRPr="004048FB">
        <w:rPr>
          <w:rStyle w:val="tun0"/>
        </w:rPr>
        <w:t>Menu</w:t>
      </w:r>
      <w:r>
        <w:t xml:space="preserve">: </w:t>
      </w:r>
      <w:r w:rsidRPr="004048FB">
        <w:rPr>
          <w:rStyle w:val="tun0"/>
        </w:rPr>
        <w:t>Track</w:t>
      </w:r>
      <w:r>
        <w:t xml:space="preserve"> </w:t>
      </w:r>
      <w:r>
        <w:sym w:font="Symbol" w:char="F0AE"/>
      </w:r>
      <w:r>
        <w:t xml:space="preserve"> </w:t>
      </w:r>
      <w:r w:rsidRPr="004048FB">
        <w:rPr>
          <w:rStyle w:val="tun0"/>
        </w:rPr>
        <w:t>Add</w:t>
      </w:r>
      <w:r>
        <w:t xml:space="preserve"> </w:t>
      </w:r>
      <w:r>
        <w:sym w:font="Symbol" w:char="F0AE"/>
      </w:r>
      <w:r>
        <w:t xml:space="preserve"> </w:t>
      </w:r>
      <w:r w:rsidRPr="004048FB">
        <w:rPr>
          <w:rStyle w:val="tun0"/>
        </w:rPr>
        <w:t>Guitars</w:t>
      </w:r>
      <w:r>
        <w:t xml:space="preserve"> </w:t>
      </w:r>
      <w:r>
        <w:sym w:font="Symbol" w:char="F0AE"/>
      </w:r>
      <w:r>
        <w:t xml:space="preserve"> </w:t>
      </w:r>
      <w:r w:rsidRPr="004048FB">
        <w:rPr>
          <w:rStyle w:val="tun0"/>
        </w:rPr>
        <w:t>Clean</w:t>
      </w:r>
      <w:r>
        <w:t xml:space="preserve"> </w:t>
      </w:r>
      <w:r>
        <w:sym w:font="Symbol" w:char="F0AE"/>
      </w:r>
      <w:r>
        <w:t xml:space="preserve"> </w:t>
      </w:r>
      <w:r w:rsidRPr="004048FB">
        <w:rPr>
          <w:rStyle w:val="tun0"/>
        </w:rPr>
        <w:t>6 strings</w:t>
      </w:r>
      <w:r>
        <w:t xml:space="preserve">. Vybereme žlutý čtvereček , klávesa a, akord G dur (M) vybereme ten Simple 3. </w:t>
      </w:r>
      <w:r>
        <w:sym w:font="Symbol" w:char="F0AE"/>
      </w:r>
      <w:r>
        <w:t xml:space="preserve"> </w:t>
      </w:r>
      <w:r w:rsidRPr="004048FB">
        <w:rPr>
          <w:rStyle w:val="tun0"/>
        </w:rPr>
        <w:t>OK</w:t>
      </w:r>
      <w:r>
        <w:t xml:space="preserve">. Před akord dáme bas </w:t>
      </w:r>
      <w:r>
        <w:sym w:font="Symbol" w:char="F0AE"/>
      </w:r>
      <w:r>
        <w:t xml:space="preserve"> </w:t>
      </w:r>
      <w:r w:rsidRPr="004048FB">
        <w:rPr>
          <w:rStyle w:val="tun0"/>
        </w:rPr>
        <w:t>Menu</w:t>
      </w:r>
      <w:r>
        <w:t xml:space="preserve">: </w:t>
      </w:r>
      <w:r w:rsidRPr="004048FB">
        <w:rPr>
          <w:rStyle w:val="tun0"/>
        </w:rPr>
        <w:t>Note</w:t>
      </w:r>
      <w:r>
        <w:t xml:space="preserve"> </w:t>
      </w:r>
      <w:r>
        <w:sym w:font="Symbol" w:char="F0AE"/>
      </w:r>
      <w:r>
        <w:t xml:space="preserve"> </w:t>
      </w:r>
      <w:r w:rsidRPr="004048FB">
        <w:rPr>
          <w:rStyle w:val="tun0"/>
        </w:rPr>
        <w:t>Insert a beat</w:t>
      </w:r>
      <w:r>
        <w:t xml:space="preserve"> </w:t>
      </w:r>
      <w:r>
        <w:sym w:font="Symbol" w:char="F0AE"/>
      </w:r>
      <w:r>
        <w:t xml:space="preserve"> dáme bas, zde 3 na strunu A. 2. Do druhé půlky druhého taktu nakopírujeme totéž. Pak vybereme celý druhý takt a nakopírujeme ho ještě do taktů 4, 6, 8, 9. Stejně tak uděláme C dur a D7.</w:t>
      </w:r>
    </w:p>
    <w:p w:rsidR="00774F09" w:rsidRDefault="00774F09" w:rsidP="00DD4B9F">
      <w:r>
        <w:t>Dáme kurzor do stopy kytary a zkontrolujeme ladění: Standard (Emil Hodil Granát Do Atomové Elektrárny).</w:t>
      </w:r>
    </w:p>
    <w:p w:rsidR="00225121" w:rsidRDefault="00774F09" w:rsidP="00DD4B9F">
      <w:r>
        <w:rPr>
          <w:noProof/>
        </w:rPr>
        <w:drawing>
          <wp:inline distT="0" distB="0" distL="0" distR="0">
            <wp:extent cx="6156325" cy="3206187"/>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ytara.PNG"/>
                    <pic:cNvPicPr/>
                  </pic:nvPicPr>
                  <pic:blipFill>
                    <a:blip r:embed="rId22">
                      <a:extLst>
                        <a:ext uri="{28A0092B-C50C-407E-A947-70E740481C1C}">
                          <a14:useLocalDpi xmlns:a14="http://schemas.microsoft.com/office/drawing/2010/main" val="0"/>
                        </a:ext>
                      </a:extLst>
                    </a:blip>
                    <a:stretch>
                      <a:fillRect/>
                    </a:stretch>
                  </pic:blipFill>
                  <pic:spPr>
                    <a:xfrm>
                      <a:off x="0" y="0"/>
                      <a:ext cx="6163852" cy="3210107"/>
                    </a:xfrm>
                    <a:prstGeom prst="rect">
                      <a:avLst/>
                    </a:prstGeom>
                  </pic:spPr>
                </pic:pic>
              </a:graphicData>
            </a:graphic>
          </wp:inline>
        </w:drawing>
      </w:r>
    </w:p>
    <w:p w:rsidR="00225121" w:rsidRDefault="00225121" w:rsidP="00225121">
      <w:pPr>
        <w:pStyle w:val="Nadpis2"/>
      </w:pPr>
      <w:r>
        <w:t>Banjo</w:t>
      </w:r>
    </w:p>
    <w:p w:rsidR="00774F09" w:rsidRDefault="00042ABA" w:rsidP="00774F09">
      <w:r w:rsidRPr="004048FB">
        <w:rPr>
          <w:rStyle w:val="tun0"/>
        </w:rPr>
        <w:t>Menu</w:t>
      </w:r>
      <w:r>
        <w:t xml:space="preserve">: </w:t>
      </w:r>
      <w:r w:rsidRPr="004048FB">
        <w:rPr>
          <w:rStyle w:val="tun0"/>
        </w:rPr>
        <w:t>Track</w:t>
      </w:r>
      <w:r>
        <w:t xml:space="preserve"> </w:t>
      </w:r>
      <w:r>
        <w:sym w:font="Symbol" w:char="F0AE"/>
      </w:r>
      <w:r>
        <w:t xml:space="preserve"> </w:t>
      </w:r>
      <w:r w:rsidRPr="004048FB">
        <w:rPr>
          <w:rStyle w:val="tun0"/>
        </w:rPr>
        <w:t>Add</w:t>
      </w:r>
      <w:r>
        <w:t xml:space="preserve"> </w:t>
      </w:r>
      <w:r>
        <w:sym w:font="Symbol" w:char="F0AE"/>
      </w:r>
      <w:r>
        <w:t xml:space="preserve"> </w:t>
      </w:r>
      <w:r w:rsidR="004048FB" w:rsidRPr="004048FB">
        <w:rPr>
          <w:rStyle w:val="tun0"/>
        </w:rPr>
        <w:t>Exotic</w:t>
      </w:r>
      <w:r w:rsidR="004048FB">
        <w:t xml:space="preserve"> </w:t>
      </w:r>
      <w:r w:rsidR="004048FB" w:rsidRPr="004048FB">
        <w:rPr>
          <w:rStyle w:val="tun0"/>
        </w:rPr>
        <w:t>Guitars</w:t>
      </w:r>
      <w:r w:rsidR="004048FB">
        <w:t xml:space="preserve"> </w:t>
      </w:r>
      <w:r w:rsidR="004048FB">
        <w:sym w:font="Symbol" w:char="F0AE"/>
      </w:r>
      <w:r w:rsidR="004048FB">
        <w:t xml:space="preserve"> </w:t>
      </w:r>
      <w:r w:rsidR="004048FB" w:rsidRPr="004048FB">
        <w:rPr>
          <w:rStyle w:val="tun0"/>
        </w:rPr>
        <w:t>Banjo</w:t>
      </w:r>
      <w:r w:rsidR="004048FB">
        <w:t xml:space="preserve"> </w:t>
      </w:r>
      <w:r w:rsidR="004048FB">
        <w:sym w:font="Symbol" w:char="F0AE"/>
      </w:r>
      <w:r w:rsidR="004048FB" w:rsidRPr="004048FB">
        <w:rPr>
          <w:rStyle w:val="tun0"/>
        </w:rPr>
        <w:t xml:space="preserve"> 5</w:t>
      </w:r>
      <w:r w:rsidR="004048FB">
        <w:t xml:space="preserve"> </w:t>
      </w:r>
      <w:r w:rsidR="004048FB" w:rsidRPr="004048FB">
        <w:rPr>
          <w:rStyle w:val="tun0"/>
        </w:rPr>
        <w:t>strings</w:t>
      </w:r>
      <w:r w:rsidR="004048FB">
        <w:t>. Napíšeme, nebo odněkud přetáhneme tabulaturu.</w:t>
      </w:r>
      <w:r w:rsidR="00774F09">
        <w:t xml:space="preserve"> Dáme kurzor do stopy banja a zkontrolujeme ladění: Open G (David Hodil Granát Do Garáže).</w:t>
      </w:r>
    </w:p>
    <w:p w:rsidR="004048FB" w:rsidRDefault="004048FB" w:rsidP="00225121">
      <w:r>
        <w:rPr>
          <w:noProof/>
        </w:rPr>
        <w:drawing>
          <wp:inline distT="0" distB="0" distL="0" distR="0">
            <wp:extent cx="6191782" cy="1788289"/>
            <wp:effectExtent l="0" t="0" r="0" b="254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anjo.PNG"/>
                    <pic:cNvPicPr/>
                  </pic:nvPicPr>
                  <pic:blipFill>
                    <a:blip r:embed="rId23">
                      <a:extLst>
                        <a:ext uri="{28A0092B-C50C-407E-A947-70E740481C1C}">
                          <a14:useLocalDpi xmlns:a14="http://schemas.microsoft.com/office/drawing/2010/main" val="0"/>
                        </a:ext>
                      </a:extLst>
                    </a:blip>
                    <a:stretch>
                      <a:fillRect/>
                    </a:stretch>
                  </pic:blipFill>
                  <pic:spPr>
                    <a:xfrm>
                      <a:off x="0" y="0"/>
                      <a:ext cx="6191885" cy="1788319"/>
                    </a:xfrm>
                    <a:prstGeom prst="rect">
                      <a:avLst/>
                    </a:prstGeom>
                  </pic:spPr>
                </pic:pic>
              </a:graphicData>
            </a:graphic>
          </wp:inline>
        </w:drawing>
      </w:r>
    </w:p>
    <w:p w:rsidR="00D73EA1" w:rsidRDefault="00D73EA1" w:rsidP="00D73EA1">
      <w:pPr>
        <w:pStyle w:val="Nadpis2"/>
      </w:pPr>
      <w:r>
        <w:t>Jiné nástroje</w:t>
      </w:r>
    </w:p>
    <w:p w:rsidR="00D73EA1" w:rsidRDefault="00D73EA1" w:rsidP="002A657D">
      <w:r w:rsidRPr="00D73EA1">
        <w:rPr>
          <w:rStyle w:val="tun0"/>
        </w:rPr>
        <w:t>Keyboards and Synthetizers</w:t>
      </w:r>
      <w:r>
        <w:t xml:space="preserve"> – </w:t>
      </w:r>
      <w:r w:rsidRPr="00D73EA1">
        <w:rPr>
          <w:rStyle w:val="tun0"/>
        </w:rPr>
        <w:t>Grand</w:t>
      </w:r>
      <w:r>
        <w:t xml:space="preserve"> </w:t>
      </w:r>
      <w:r w:rsidRPr="00D73EA1">
        <w:rPr>
          <w:rStyle w:val="tun0"/>
        </w:rPr>
        <w:t>Staff</w:t>
      </w:r>
      <w:r>
        <w:t xml:space="preserve"> znamená dvojitou osnovu jako pro klavír. Pro použití je jen </w:t>
      </w:r>
      <w:r w:rsidRPr="00D73EA1">
        <w:rPr>
          <w:rStyle w:val="tun0"/>
        </w:rPr>
        <w:t>Synthetizer</w:t>
      </w:r>
      <w:r>
        <w:t xml:space="preserve"> </w:t>
      </w:r>
      <w:r>
        <w:sym w:font="Symbol" w:char="F0AE"/>
      </w:r>
      <w:r>
        <w:t xml:space="preserve"> </w:t>
      </w:r>
      <w:r w:rsidRPr="00D73EA1">
        <w:rPr>
          <w:rStyle w:val="tun0"/>
        </w:rPr>
        <w:t>Key</w:t>
      </w:r>
      <w:r>
        <w:t>.</w:t>
      </w:r>
    </w:p>
    <w:p w:rsidR="00D73EA1" w:rsidRDefault="00D73EA1" w:rsidP="002A657D">
      <w:r w:rsidRPr="00D73EA1">
        <w:rPr>
          <w:rStyle w:val="tun0"/>
        </w:rPr>
        <w:t>Orchestral and Big Band</w:t>
      </w:r>
      <w:r>
        <w:t xml:space="preserve"> – nic</w:t>
      </w:r>
    </w:p>
    <w:p w:rsidR="00D73EA1" w:rsidRDefault="00D73EA1" w:rsidP="002A657D">
      <w:r w:rsidRPr="00D73EA1">
        <w:rPr>
          <w:rStyle w:val="tun0"/>
        </w:rPr>
        <w:t>Singer</w:t>
      </w:r>
      <w:r>
        <w:t xml:space="preserve"> – nic</w:t>
      </w:r>
    </w:p>
    <w:p w:rsidR="00D73EA1" w:rsidRDefault="00D73EA1" w:rsidP="002A657D">
      <w:r w:rsidRPr="00D73EA1">
        <w:rPr>
          <w:rStyle w:val="tun0"/>
        </w:rPr>
        <w:t>Guitars</w:t>
      </w:r>
      <w:r>
        <w:t xml:space="preserve"> – Clean </w:t>
      </w:r>
      <w:r>
        <w:sym w:font="Symbol" w:char="F0AE"/>
      </w:r>
      <w:r>
        <w:t xml:space="preserve"> 6 strings. Ostatní jsou k ničemu.</w:t>
      </w:r>
    </w:p>
    <w:p w:rsidR="00D73EA1" w:rsidRDefault="00D73EA1" w:rsidP="00D73EA1">
      <w:r w:rsidRPr="00D73EA1">
        <w:rPr>
          <w:rStyle w:val="tun0"/>
        </w:rPr>
        <w:t xml:space="preserve">Strings </w:t>
      </w:r>
      <w:r>
        <w:t>– Mandolína – s tou si nevím rady.</w:t>
      </w:r>
      <w:r w:rsidRPr="00D73EA1">
        <w:t xml:space="preserve"> </w:t>
      </w:r>
      <w:r w:rsidRPr="00D73EA1">
        <w:rPr>
          <w:rStyle w:val="tun0"/>
        </w:rPr>
        <w:t>Bass Guitars – Electric</w:t>
      </w:r>
      <w:r>
        <w:t>. Nad prázdný takt vložit přes klávesu A akord a ten pak rozstrkat.</w:t>
      </w:r>
    </w:p>
    <w:p w:rsidR="00D73EA1" w:rsidRDefault="00B443E3" w:rsidP="002A657D">
      <w:r w:rsidRPr="00B443E3">
        <w:rPr>
          <w:rStyle w:val="tun0"/>
        </w:rPr>
        <w:t xml:space="preserve">Drums </w:t>
      </w:r>
      <w:r w:rsidRPr="00B443E3">
        <w:rPr>
          <w:rStyle w:val="tun0"/>
        </w:rPr>
        <w:sym w:font="Symbol" w:char="F0AE"/>
      </w:r>
      <w:r w:rsidRPr="00B443E3">
        <w:rPr>
          <w:rStyle w:val="tun0"/>
        </w:rPr>
        <w:t xml:space="preserve"> Drum Kit</w:t>
      </w:r>
      <w:r>
        <w:t xml:space="preserve"> (sada všeho) </w:t>
      </w:r>
      <w:r>
        <w:sym w:font="Symbol" w:char="F0AE"/>
      </w:r>
      <w:r>
        <w:t xml:space="preserve"> hraje podle toho na jakou linku standardní osnovy ho posadíte </w:t>
      </w:r>
      <w:r>
        <w:sym w:font="Symbol" w:char="F0AE"/>
      </w:r>
      <w:r>
        <w:t xml:space="preserve"> </w:t>
      </w:r>
      <w:r w:rsidRPr="00B443E3">
        <w:rPr>
          <w:rStyle w:val="tun0"/>
        </w:rPr>
        <w:t>D1</w:t>
      </w:r>
      <w:r>
        <w:t xml:space="preserve"> virbl; </w:t>
      </w:r>
      <w:r w:rsidRPr="00B443E3">
        <w:rPr>
          <w:rStyle w:val="tun0"/>
        </w:rPr>
        <w:t>F1</w:t>
      </w:r>
      <w:r>
        <w:t xml:space="preserve"> velký buben; </w:t>
      </w:r>
      <w:r w:rsidRPr="00B443E3">
        <w:rPr>
          <w:rStyle w:val="tun0"/>
        </w:rPr>
        <w:t>G1</w:t>
      </w:r>
      <w:r>
        <w:t xml:space="preserve"> kotel; </w:t>
      </w:r>
      <w:r w:rsidRPr="00B443E3">
        <w:rPr>
          <w:rStyle w:val="tun0"/>
        </w:rPr>
        <w:t>H1</w:t>
      </w:r>
      <w:r>
        <w:t xml:space="preserve"> tů; </w:t>
      </w:r>
      <w:r w:rsidRPr="00B443E3">
        <w:rPr>
          <w:rStyle w:val="tun0"/>
        </w:rPr>
        <w:t xml:space="preserve">C2 </w:t>
      </w:r>
      <w:r>
        <w:sym w:font="Symbol" w:char="F0AE"/>
      </w:r>
      <w:r>
        <w:t xml:space="preserve"> 0,1 buben malý; 2 okraj a buben; 3 okraj; </w:t>
      </w:r>
      <w:r w:rsidRPr="00B443E3">
        <w:rPr>
          <w:rStyle w:val="tun0"/>
        </w:rPr>
        <w:t>D2</w:t>
      </w:r>
      <w:r>
        <w:t xml:space="preserve"> tů; </w:t>
      </w:r>
      <w:r w:rsidRPr="00B443E3">
        <w:rPr>
          <w:rStyle w:val="tun0"/>
        </w:rPr>
        <w:t>E2</w:t>
      </w:r>
      <w:r>
        <w:t xml:space="preserve"> bubínek; </w:t>
      </w:r>
      <w:r w:rsidRPr="00B443E3">
        <w:rPr>
          <w:rStyle w:val="tun0"/>
        </w:rPr>
        <w:t>F2</w:t>
      </w:r>
      <w:r>
        <w:t xml:space="preserve"> činely; </w:t>
      </w:r>
      <w:r w:rsidRPr="00B443E3">
        <w:rPr>
          <w:rStyle w:val="tun0"/>
        </w:rPr>
        <w:t>G2</w:t>
      </w:r>
      <w:r>
        <w:t xml:space="preserve"> činely 0,1,2! ;3,7.</w:t>
      </w:r>
    </w:p>
    <w:p w:rsidR="005523D7" w:rsidRDefault="00B443E3" w:rsidP="002A657D">
      <w:r>
        <w:t>***</w:t>
      </w:r>
      <w:r w:rsidR="004048FB">
        <w:t>Hotovo. Teď už jen laborovat s rychlostí.</w:t>
      </w:r>
      <w:r w:rsidR="00FE4367">
        <w:t xml:space="preserve"> </w:t>
      </w:r>
      <w:r w:rsidR="005523D7">
        <w:t>***</w:t>
      </w:r>
      <w:bookmarkStart w:id="23" w:name="_GoBack"/>
      <w:bookmarkEnd w:id="23"/>
    </w:p>
    <w:sectPr w:rsidR="005523D7" w:rsidSect="00066804">
      <w:footerReference w:type="even" r:id="rId24"/>
      <w:footerReference w:type="default" r:id="rId25"/>
      <w:pgSz w:w="11906" w:h="16838" w:code="9"/>
      <w:pgMar w:top="567" w:right="851" w:bottom="851" w:left="1304" w:header="0" w:footer="85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161" w:rsidRDefault="00657161">
      <w:r>
        <w:separator/>
      </w:r>
    </w:p>
  </w:endnote>
  <w:endnote w:type="continuationSeparator" w:id="0">
    <w:p w:rsidR="00657161" w:rsidRDefault="00657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NimbusSanDEELig">
    <w:altName w:val="Times New Roman"/>
    <w:charset w:val="00"/>
    <w:family w:val="auto"/>
    <w:pitch w:val="variable"/>
    <w:sig w:usb0="00000003" w:usb1="00000000" w:usb2="00000000" w:usb3="00000000" w:csb0="00000001" w:csb1="00000000"/>
  </w:font>
  <w:font w:name="NimbusSanDEE">
    <w:altName w:val="Times New Roman"/>
    <w:charset w:val="00"/>
    <w:family w:val="auto"/>
    <w:pitch w:val="variable"/>
    <w:sig w:usb0="00000003" w:usb1="00000000" w:usb2="00000000" w:usb3="00000000" w:csb0="00000001" w:csb1="00000000"/>
  </w:font>
  <w:font w:name="Swis721CE Lt BT">
    <w:altName w:val="Courier New"/>
    <w:panose1 w:val="00000000000000000000"/>
    <w:charset w:val="00"/>
    <w:family w:val="decorative"/>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DA6" w:rsidRDefault="008C3DA6" w:rsidP="00E6368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8C3DA6" w:rsidRDefault="008C3DA6" w:rsidP="002B3C1C">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DA6" w:rsidRPr="002B3C1C" w:rsidRDefault="008C3DA6" w:rsidP="005E4441">
    <w:pPr>
      <w:pStyle w:val="Zpat"/>
      <w:framePr w:wrap="around" w:vAnchor="text" w:hAnchor="margin" w:xAlign="right" w:y="1"/>
      <w:spacing w:before="0" w:after="0"/>
      <w:rPr>
        <w:rStyle w:val="slostrnky"/>
        <w:b/>
        <w:i/>
        <w:sz w:val="18"/>
        <w:szCs w:val="18"/>
      </w:rPr>
    </w:pPr>
    <w:r w:rsidRPr="002B3C1C">
      <w:rPr>
        <w:rStyle w:val="slostrnky"/>
        <w:b/>
        <w:i/>
        <w:sz w:val="18"/>
        <w:szCs w:val="18"/>
      </w:rPr>
      <w:fldChar w:fldCharType="begin"/>
    </w:r>
    <w:r w:rsidRPr="002B3C1C">
      <w:rPr>
        <w:rStyle w:val="slostrnky"/>
        <w:b/>
        <w:i/>
        <w:sz w:val="18"/>
        <w:szCs w:val="18"/>
      </w:rPr>
      <w:instrText xml:space="preserve">PAGE  </w:instrText>
    </w:r>
    <w:r w:rsidRPr="002B3C1C">
      <w:rPr>
        <w:rStyle w:val="slostrnky"/>
        <w:b/>
        <w:i/>
        <w:sz w:val="18"/>
        <w:szCs w:val="18"/>
      </w:rPr>
      <w:fldChar w:fldCharType="separate"/>
    </w:r>
    <w:r w:rsidR="001A25F1">
      <w:rPr>
        <w:rStyle w:val="slostrnky"/>
        <w:b/>
        <w:i/>
        <w:noProof/>
        <w:sz w:val="18"/>
        <w:szCs w:val="18"/>
      </w:rPr>
      <w:t>6</w:t>
    </w:r>
    <w:r w:rsidRPr="002B3C1C">
      <w:rPr>
        <w:rStyle w:val="slostrnky"/>
        <w:b/>
        <w:i/>
        <w:sz w:val="18"/>
        <w:szCs w:val="18"/>
      </w:rPr>
      <w:fldChar w:fldCharType="end"/>
    </w:r>
  </w:p>
  <w:p w:rsidR="008C3DA6" w:rsidRPr="0069241E" w:rsidRDefault="005523D7" w:rsidP="005E4441">
    <w:pPr>
      <w:pStyle w:val="Zpat"/>
      <w:pBdr>
        <w:top w:val="dotted" w:sz="4" w:space="1" w:color="auto"/>
      </w:pBdr>
      <w:spacing w:before="0" w:after="0"/>
      <w:ind w:right="21"/>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B443E3">
      <w:rPr>
        <w:noProof/>
        <w:sz w:val="18"/>
        <w:szCs w:val="18"/>
      </w:rPr>
      <w:t>GP6_5 banjo a orchestr_360517.docx</w:t>
    </w:r>
    <w:r>
      <w:rPr>
        <w:sz w:val="18"/>
        <w:szCs w:val="18"/>
      </w:rPr>
      <w:fldChar w:fldCharType="end"/>
    </w:r>
    <w:r w:rsidR="00EE6425">
      <w:rPr>
        <w:sz w:val="18"/>
        <w:szCs w:val="18"/>
      </w:rPr>
      <w:t>_</w:t>
    </w:r>
    <w:r w:rsidR="00755337">
      <w:rPr>
        <w:sz w:val="18"/>
        <w:szCs w:val="18"/>
      </w:rPr>
      <w:fldChar w:fldCharType="begin"/>
    </w:r>
    <w:r w:rsidR="00755337">
      <w:rPr>
        <w:sz w:val="18"/>
        <w:szCs w:val="18"/>
      </w:rPr>
      <w:instrText xml:space="preserve"> DATE   \* MERGEFORMAT </w:instrText>
    </w:r>
    <w:r w:rsidR="00755337">
      <w:rPr>
        <w:sz w:val="18"/>
        <w:szCs w:val="18"/>
      </w:rPr>
      <w:fldChar w:fldCharType="separate"/>
    </w:r>
    <w:r w:rsidR="001A25F1">
      <w:rPr>
        <w:noProof/>
        <w:sz w:val="18"/>
        <w:szCs w:val="18"/>
      </w:rPr>
      <w:t>25.6.2016</w:t>
    </w:r>
    <w:r w:rsidR="00755337">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161" w:rsidRDefault="00657161">
      <w:r>
        <w:separator/>
      </w:r>
    </w:p>
  </w:footnote>
  <w:footnote w:type="continuationSeparator" w:id="0">
    <w:p w:rsidR="00657161" w:rsidRDefault="006571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59A5A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92B13C"/>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509CF1D4"/>
    <w:lvl w:ilvl="0">
      <w:start w:val="1"/>
      <w:numFmt w:val="decimal"/>
      <w:pStyle w:val="slovanseznam2"/>
      <w:lvlText w:val="%1."/>
      <w:lvlJc w:val="left"/>
      <w:pPr>
        <w:tabs>
          <w:tab w:val="num" w:pos="643"/>
        </w:tabs>
        <w:ind w:left="643" w:hanging="360"/>
      </w:pPr>
    </w:lvl>
  </w:abstractNum>
  <w:abstractNum w:abstractNumId="3" w15:restartNumberingAfterBreak="0">
    <w:nsid w:val="FFFFFF80"/>
    <w:multiLevelType w:val="singleLevel"/>
    <w:tmpl w:val="A8F4428C"/>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4289C3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4C2A4880"/>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9A086A6"/>
    <w:lvl w:ilvl="0">
      <w:start w:val="1"/>
      <w:numFmt w:val="bullet"/>
      <w:pStyle w:val="Seznamsodrkami2"/>
      <w:lvlText w:val=""/>
      <w:lvlJc w:val="left"/>
      <w:pPr>
        <w:tabs>
          <w:tab w:val="num" w:pos="644"/>
        </w:tabs>
        <w:ind w:left="644" w:hanging="360"/>
      </w:pPr>
      <w:rPr>
        <w:rFonts w:ascii="Symbol" w:hAnsi="Symbol" w:hint="default"/>
      </w:rPr>
    </w:lvl>
  </w:abstractNum>
  <w:abstractNum w:abstractNumId="7" w15:restartNumberingAfterBreak="0">
    <w:nsid w:val="005F7B0A"/>
    <w:multiLevelType w:val="hybridMultilevel"/>
    <w:tmpl w:val="733091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0F8697C"/>
    <w:multiLevelType w:val="multilevel"/>
    <w:tmpl w:val="16E0E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714B46"/>
    <w:multiLevelType w:val="hybridMultilevel"/>
    <w:tmpl w:val="22FED3DA"/>
    <w:lvl w:ilvl="0" w:tplc="59C2B918">
      <w:start w:val="1"/>
      <w:numFmt w:val="decimal"/>
      <w:pStyle w:val="slovn"/>
      <w:lvlText w:val="%1."/>
      <w:lvlJc w:val="left"/>
      <w:pPr>
        <w:tabs>
          <w:tab w:val="num" w:pos="568"/>
        </w:tabs>
        <w:ind w:left="568" w:hanging="284"/>
      </w:pPr>
      <w:rPr>
        <w:rFonts w:hint="default"/>
      </w:rPr>
    </w:lvl>
    <w:lvl w:ilvl="1" w:tplc="04050003" w:tentative="1">
      <w:start w:val="1"/>
      <w:numFmt w:val="lowerLetter"/>
      <w:lvlText w:val="%2."/>
      <w:lvlJc w:val="left"/>
      <w:pPr>
        <w:tabs>
          <w:tab w:val="num" w:pos="1724"/>
        </w:tabs>
        <w:ind w:left="1724" w:hanging="360"/>
      </w:pPr>
    </w:lvl>
    <w:lvl w:ilvl="2" w:tplc="04050005" w:tentative="1">
      <w:start w:val="1"/>
      <w:numFmt w:val="lowerRoman"/>
      <w:lvlText w:val="%3."/>
      <w:lvlJc w:val="right"/>
      <w:pPr>
        <w:tabs>
          <w:tab w:val="num" w:pos="2444"/>
        </w:tabs>
        <w:ind w:left="2444" w:hanging="180"/>
      </w:pPr>
    </w:lvl>
    <w:lvl w:ilvl="3" w:tplc="04050001" w:tentative="1">
      <w:start w:val="1"/>
      <w:numFmt w:val="decimal"/>
      <w:lvlText w:val="%4."/>
      <w:lvlJc w:val="left"/>
      <w:pPr>
        <w:tabs>
          <w:tab w:val="num" w:pos="3164"/>
        </w:tabs>
        <w:ind w:left="3164" w:hanging="360"/>
      </w:pPr>
    </w:lvl>
    <w:lvl w:ilvl="4" w:tplc="04050003" w:tentative="1">
      <w:start w:val="1"/>
      <w:numFmt w:val="lowerLetter"/>
      <w:lvlText w:val="%5."/>
      <w:lvlJc w:val="left"/>
      <w:pPr>
        <w:tabs>
          <w:tab w:val="num" w:pos="3884"/>
        </w:tabs>
        <w:ind w:left="3884" w:hanging="360"/>
      </w:pPr>
    </w:lvl>
    <w:lvl w:ilvl="5" w:tplc="04050005" w:tentative="1">
      <w:start w:val="1"/>
      <w:numFmt w:val="lowerRoman"/>
      <w:lvlText w:val="%6."/>
      <w:lvlJc w:val="right"/>
      <w:pPr>
        <w:tabs>
          <w:tab w:val="num" w:pos="4604"/>
        </w:tabs>
        <w:ind w:left="4604" w:hanging="180"/>
      </w:pPr>
    </w:lvl>
    <w:lvl w:ilvl="6" w:tplc="04050001" w:tentative="1">
      <w:start w:val="1"/>
      <w:numFmt w:val="decimal"/>
      <w:lvlText w:val="%7."/>
      <w:lvlJc w:val="left"/>
      <w:pPr>
        <w:tabs>
          <w:tab w:val="num" w:pos="5324"/>
        </w:tabs>
        <w:ind w:left="5324" w:hanging="360"/>
      </w:pPr>
    </w:lvl>
    <w:lvl w:ilvl="7" w:tplc="04050003" w:tentative="1">
      <w:start w:val="1"/>
      <w:numFmt w:val="lowerLetter"/>
      <w:lvlText w:val="%8."/>
      <w:lvlJc w:val="left"/>
      <w:pPr>
        <w:tabs>
          <w:tab w:val="num" w:pos="6044"/>
        </w:tabs>
        <w:ind w:left="6044" w:hanging="360"/>
      </w:pPr>
    </w:lvl>
    <w:lvl w:ilvl="8" w:tplc="04050005" w:tentative="1">
      <w:start w:val="1"/>
      <w:numFmt w:val="lowerRoman"/>
      <w:lvlText w:val="%9."/>
      <w:lvlJc w:val="right"/>
      <w:pPr>
        <w:tabs>
          <w:tab w:val="num" w:pos="6764"/>
        </w:tabs>
        <w:ind w:left="6764" w:hanging="180"/>
      </w:pPr>
    </w:lvl>
  </w:abstractNum>
  <w:abstractNum w:abstractNumId="10" w15:restartNumberingAfterBreak="0">
    <w:nsid w:val="075A3A2A"/>
    <w:multiLevelType w:val="multilevel"/>
    <w:tmpl w:val="1AA4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4901D1"/>
    <w:multiLevelType w:val="hybridMultilevel"/>
    <w:tmpl w:val="ABA8E16A"/>
    <w:lvl w:ilvl="0" w:tplc="FFFFFFFF">
      <w:start w:val="1"/>
      <w:numFmt w:val="bullet"/>
      <w:pStyle w:val="Hvzdy"/>
      <w:lvlText w:val="*"/>
      <w:lvlJc w:val="left"/>
      <w:pPr>
        <w:tabs>
          <w:tab w:val="num" w:pos="473"/>
        </w:tabs>
        <w:ind w:left="473" w:hanging="360"/>
      </w:pPr>
      <w:rPr>
        <w:rFonts w:ascii="Arial" w:hAnsi="Arial" w:hint="default"/>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323007"/>
    <w:multiLevelType w:val="hybridMultilevel"/>
    <w:tmpl w:val="4852D28E"/>
    <w:lvl w:ilvl="0" w:tplc="E728944A">
      <w:start w:val="1"/>
      <w:numFmt w:val="bullet"/>
      <w:pStyle w:val="Odrky"/>
      <w:lvlText w:val=""/>
      <w:lvlJc w:val="left"/>
      <w:pPr>
        <w:ind w:left="360" w:hanging="360"/>
      </w:pPr>
      <w:rPr>
        <w:rFonts w:ascii="Symbol" w:hAnsi="Symbol" w:hint="default"/>
      </w:rPr>
    </w:lvl>
    <w:lvl w:ilvl="1" w:tplc="E1E24000">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B701B0"/>
    <w:multiLevelType w:val="multilevel"/>
    <w:tmpl w:val="E9A27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B60765"/>
    <w:multiLevelType w:val="hybridMultilevel"/>
    <w:tmpl w:val="63EEFFEA"/>
    <w:lvl w:ilvl="0" w:tplc="04090017">
      <w:start w:val="1"/>
      <w:numFmt w:val="lowerLetter"/>
      <w:lvlText w:val="%1)"/>
      <w:lvlJc w:val="left"/>
      <w:pPr>
        <w:tabs>
          <w:tab w:val="num" w:pos="1080"/>
        </w:tabs>
        <w:ind w:left="1080" w:hanging="360"/>
      </w:pPr>
      <w:rPr>
        <w:rFonts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3303B7A"/>
    <w:multiLevelType w:val="singleLevel"/>
    <w:tmpl w:val="7F8EEF08"/>
    <w:lvl w:ilvl="0">
      <w:start w:val="1"/>
      <w:numFmt w:val="decimal"/>
      <w:pStyle w:val="Literatura"/>
      <w:lvlText w:val="[%1]"/>
      <w:lvlJc w:val="left"/>
      <w:pPr>
        <w:tabs>
          <w:tab w:val="num" w:pos="510"/>
        </w:tabs>
        <w:ind w:left="510" w:hanging="510"/>
      </w:pPr>
      <w:rPr>
        <w:b w:val="0"/>
        <w:i w:val="0"/>
      </w:rPr>
    </w:lvl>
  </w:abstractNum>
  <w:abstractNum w:abstractNumId="16" w15:restartNumberingAfterBreak="0">
    <w:nsid w:val="13E15334"/>
    <w:multiLevelType w:val="multilevel"/>
    <w:tmpl w:val="93281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61A1890"/>
    <w:multiLevelType w:val="hybridMultilevel"/>
    <w:tmpl w:val="03A426A2"/>
    <w:lvl w:ilvl="0" w:tplc="621C6784">
      <w:start w:val="1"/>
      <w:numFmt w:val="bullet"/>
      <w:pStyle w:val="Bulletedtext-starsCharCharChar"/>
      <w:lvlText w:val=""/>
      <w:lvlJc w:val="left"/>
      <w:pPr>
        <w:tabs>
          <w:tab w:val="num" w:pos="870"/>
        </w:tabs>
        <w:ind w:left="870" w:hanging="360"/>
      </w:pPr>
      <w:rPr>
        <w:rFonts w:ascii="Symbol" w:hAnsi="Symbol" w:hint="default"/>
      </w:rPr>
    </w:lvl>
    <w:lvl w:ilvl="1" w:tplc="A97ED268" w:tentative="1">
      <w:start w:val="1"/>
      <w:numFmt w:val="bullet"/>
      <w:lvlText w:val="o"/>
      <w:lvlJc w:val="left"/>
      <w:pPr>
        <w:tabs>
          <w:tab w:val="num" w:pos="1780"/>
        </w:tabs>
        <w:ind w:left="1780" w:hanging="360"/>
      </w:pPr>
      <w:rPr>
        <w:rFonts w:ascii="Courier New" w:hAnsi="Courier New" w:cs="Courier New" w:hint="default"/>
      </w:rPr>
    </w:lvl>
    <w:lvl w:ilvl="2" w:tplc="5D2E1888" w:tentative="1">
      <w:start w:val="1"/>
      <w:numFmt w:val="bullet"/>
      <w:lvlText w:val=""/>
      <w:lvlJc w:val="left"/>
      <w:pPr>
        <w:tabs>
          <w:tab w:val="num" w:pos="2500"/>
        </w:tabs>
        <w:ind w:left="2500" w:hanging="360"/>
      </w:pPr>
      <w:rPr>
        <w:rFonts w:ascii="Wingdings" w:hAnsi="Wingdings" w:hint="default"/>
      </w:rPr>
    </w:lvl>
    <w:lvl w:ilvl="3" w:tplc="9BBAD844" w:tentative="1">
      <w:start w:val="1"/>
      <w:numFmt w:val="bullet"/>
      <w:lvlText w:val=""/>
      <w:lvlJc w:val="left"/>
      <w:pPr>
        <w:tabs>
          <w:tab w:val="num" w:pos="3220"/>
        </w:tabs>
        <w:ind w:left="3220" w:hanging="360"/>
      </w:pPr>
      <w:rPr>
        <w:rFonts w:ascii="Symbol" w:hAnsi="Symbol" w:hint="default"/>
      </w:rPr>
    </w:lvl>
    <w:lvl w:ilvl="4" w:tplc="27DA3406" w:tentative="1">
      <w:start w:val="1"/>
      <w:numFmt w:val="bullet"/>
      <w:lvlText w:val="o"/>
      <w:lvlJc w:val="left"/>
      <w:pPr>
        <w:tabs>
          <w:tab w:val="num" w:pos="3940"/>
        </w:tabs>
        <w:ind w:left="3940" w:hanging="360"/>
      </w:pPr>
      <w:rPr>
        <w:rFonts w:ascii="Courier New" w:hAnsi="Courier New" w:cs="Courier New" w:hint="default"/>
      </w:rPr>
    </w:lvl>
    <w:lvl w:ilvl="5" w:tplc="59849992" w:tentative="1">
      <w:start w:val="1"/>
      <w:numFmt w:val="bullet"/>
      <w:lvlText w:val=""/>
      <w:lvlJc w:val="left"/>
      <w:pPr>
        <w:tabs>
          <w:tab w:val="num" w:pos="4660"/>
        </w:tabs>
        <w:ind w:left="4660" w:hanging="360"/>
      </w:pPr>
      <w:rPr>
        <w:rFonts w:ascii="Wingdings" w:hAnsi="Wingdings" w:hint="default"/>
      </w:rPr>
    </w:lvl>
    <w:lvl w:ilvl="6" w:tplc="1268676A" w:tentative="1">
      <w:start w:val="1"/>
      <w:numFmt w:val="bullet"/>
      <w:lvlText w:val=""/>
      <w:lvlJc w:val="left"/>
      <w:pPr>
        <w:tabs>
          <w:tab w:val="num" w:pos="5380"/>
        </w:tabs>
        <w:ind w:left="5380" w:hanging="360"/>
      </w:pPr>
      <w:rPr>
        <w:rFonts w:ascii="Symbol" w:hAnsi="Symbol" w:hint="default"/>
      </w:rPr>
    </w:lvl>
    <w:lvl w:ilvl="7" w:tplc="E876B032" w:tentative="1">
      <w:start w:val="1"/>
      <w:numFmt w:val="bullet"/>
      <w:lvlText w:val="o"/>
      <w:lvlJc w:val="left"/>
      <w:pPr>
        <w:tabs>
          <w:tab w:val="num" w:pos="6100"/>
        </w:tabs>
        <w:ind w:left="6100" w:hanging="360"/>
      </w:pPr>
      <w:rPr>
        <w:rFonts w:ascii="Courier New" w:hAnsi="Courier New" w:cs="Courier New" w:hint="default"/>
      </w:rPr>
    </w:lvl>
    <w:lvl w:ilvl="8" w:tplc="EA3E088A" w:tentative="1">
      <w:start w:val="1"/>
      <w:numFmt w:val="bullet"/>
      <w:lvlText w:val=""/>
      <w:lvlJc w:val="left"/>
      <w:pPr>
        <w:tabs>
          <w:tab w:val="num" w:pos="6820"/>
        </w:tabs>
        <w:ind w:left="6820" w:hanging="360"/>
      </w:pPr>
      <w:rPr>
        <w:rFonts w:ascii="Wingdings" w:hAnsi="Wingdings" w:hint="default"/>
      </w:rPr>
    </w:lvl>
  </w:abstractNum>
  <w:abstractNum w:abstractNumId="18" w15:restartNumberingAfterBreak="0">
    <w:nsid w:val="1804771B"/>
    <w:multiLevelType w:val="hybridMultilevel"/>
    <w:tmpl w:val="FD400A96"/>
    <w:lvl w:ilvl="0" w:tplc="FFFFFFFF">
      <w:start w:val="1"/>
      <w:numFmt w:val="bullet"/>
      <w:pStyle w:val="Seznamsodrkami"/>
      <w:lvlText w:val="*"/>
      <w:lvlJc w:val="left"/>
      <w:pPr>
        <w:tabs>
          <w:tab w:val="num" w:pos="643"/>
        </w:tabs>
        <w:ind w:left="643" w:hanging="360"/>
      </w:pPr>
      <w:rPr>
        <w:rFonts w:ascii="Arial" w:hAnsi="Arial" w:hint="default"/>
        <w:b/>
        <w:i w:val="0"/>
        <w:sz w:val="24"/>
        <w:szCs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pStyle w:val="pupky"/>
      <w:lvlText w:val=""/>
      <w:lvlJc w:val="left"/>
      <w:pPr>
        <w:tabs>
          <w:tab w:val="num" w:pos="6480"/>
        </w:tabs>
        <w:ind w:left="6480" w:hanging="360"/>
      </w:pPr>
      <w:rPr>
        <w:rFonts w:ascii="Wingdings" w:hAnsi="Wingdings" w:hint="default"/>
      </w:rPr>
    </w:lvl>
  </w:abstractNum>
  <w:abstractNum w:abstractNumId="19" w15:restartNumberingAfterBreak="0">
    <w:nsid w:val="1D6734F8"/>
    <w:multiLevelType w:val="hybridMultilevel"/>
    <w:tmpl w:val="E2B00396"/>
    <w:lvl w:ilvl="0" w:tplc="0809000F">
      <w:start w:val="1"/>
      <w:numFmt w:val="decimal"/>
      <w:lvlText w:val="%1."/>
      <w:lvlJc w:val="left"/>
      <w:pPr>
        <w:tabs>
          <w:tab w:val="num" w:pos="1080"/>
        </w:tabs>
        <w:ind w:left="1080" w:hanging="360"/>
      </w:pPr>
      <w:rPr>
        <w:rFonts w:cs="Times New Roman"/>
      </w:rPr>
    </w:lvl>
    <w:lvl w:ilvl="1" w:tplc="08090019" w:tentative="1">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21502721"/>
    <w:multiLevelType w:val="multilevel"/>
    <w:tmpl w:val="D03A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25666B2"/>
    <w:multiLevelType w:val="multilevel"/>
    <w:tmpl w:val="22E2BE6C"/>
    <w:lvl w:ilvl="0">
      <w:start w:val="1"/>
      <w:numFmt w:val="bullet"/>
      <w:lvlText w:val="*"/>
      <w:lvlJc w:val="left"/>
      <w:pPr>
        <w:tabs>
          <w:tab w:val="num" w:pos="360"/>
        </w:tabs>
        <w:ind w:left="360" w:hanging="360"/>
      </w:pPr>
      <w:rPr>
        <w:rFonts w:ascii="Courier New" w:hAnsi="Courier New" w:hint="default"/>
      </w:rPr>
    </w:lvl>
    <w:lvl w:ilvl="1">
      <w:start w:val="1"/>
      <w:numFmt w:val="bullet"/>
      <w:lvlText w:val="-"/>
      <w:lvlJc w:val="left"/>
      <w:pPr>
        <w:tabs>
          <w:tab w:val="num" w:pos="1077"/>
        </w:tabs>
        <w:ind w:left="1134" w:hanging="567"/>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2A18B8"/>
    <w:multiLevelType w:val="hybridMultilevel"/>
    <w:tmpl w:val="87D463A0"/>
    <w:lvl w:ilvl="0" w:tplc="8A763C18">
      <w:start w:val="1"/>
      <w:numFmt w:val="decimal"/>
      <w:lvlText w:val="%1."/>
      <w:lvlJc w:val="left"/>
      <w:pPr>
        <w:tabs>
          <w:tab w:val="num" w:pos="1440"/>
        </w:tabs>
        <w:ind w:left="1440" w:hanging="720"/>
      </w:pPr>
      <w:rPr>
        <w:rFonts w:cs="Times New Roman"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24B73B48"/>
    <w:multiLevelType w:val="hybridMultilevel"/>
    <w:tmpl w:val="EFD6AC70"/>
    <w:lvl w:ilvl="0" w:tplc="04090017">
      <w:start w:val="1"/>
      <w:numFmt w:val="lowerLetter"/>
      <w:lvlText w:val="%1)"/>
      <w:lvlJc w:val="left"/>
      <w:pPr>
        <w:tabs>
          <w:tab w:val="num" w:pos="720"/>
        </w:tabs>
        <w:ind w:left="720" w:hanging="360"/>
      </w:pPr>
      <w:rPr>
        <w:rFonts w:cs="Times New Roman" w:hint="default"/>
      </w:rPr>
    </w:lvl>
    <w:lvl w:ilvl="1" w:tplc="5FFE32A0">
      <w:start w:val="1"/>
      <w:numFmt w:val="bullet"/>
      <w:lvlText w:val="-"/>
      <w:lvlJc w:val="left"/>
      <w:pPr>
        <w:tabs>
          <w:tab w:val="num" w:pos="1800"/>
        </w:tabs>
        <w:ind w:left="1800" w:hanging="720"/>
      </w:pPr>
      <w:rPr>
        <w:rFonts w:ascii="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E6B00A5"/>
    <w:multiLevelType w:val="singleLevel"/>
    <w:tmpl w:val="0DD62614"/>
    <w:lvl w:ilvl="0">
      <w:start w:val="1"/>
      <w:numFmt w:val="none"/>
      <w:pStyle w:val="Textmakra"/>
      <w:lvlText w:val="KARTA  %1"/>
      <w:lvlJc w:val="right"/>
      <w:pPr>
        <w:tabs>
          <w:tab w:val="num" w:pos="360"/>
        </w:tabs>
        <w:ind w:left="0" w:firstLine="0"/>
      </w:pPr>
      <w:rPr>
        <w:rFonts w:ascii="Arial" w:hAnsi="Arial" w:hint="default"/>
        <w:b/>
        <w:i w:val="0"/>
        <w:sz w:val="32"/>
      </w:rPr>
    </w:lvl>
  </w:abstractNum>
  <w:abstractNum w:abstractNumId="25" w15:restartNumberingAfterBreak="0">
    <w:nsid w:val="2F022735"/>
    <w:multiLevelType w:val="singleLevel"/>
    <w:tmpl w:val="0405000F"/>
    <w:lvl w:ilvl="0">
      <w:start w:val="1"/>
      <w:numFmt w:val="decimal"/>
      <w:lvlText w:val="%1."/>
      <w:lvlJc w:val="left"/>
      <w:pPr>
        <w:tabs>
          <w:tab w:val="num" w:pos="360"/>
        </w:tabs>
        <w:ind w:left="360" w:hanging="360"/>
      </w:pPr>
    </w:lvl>
  </w:abstractNum>
  <w:abstractNum w:abstractNumId="26" w15:restartNumberingAfterBreak="0">
    <w:nsid w:val="2F1C0347"/>
    <w:multiLevelType w:val="multilevel"/>
    <w:tmpl w:val="5454A732"/>
    <w:styleLink w:val="StylSodrkami"/>
    <w:lvl w:ilvl="0">
      <w:start w:val="1"/>
      <w:numFmt w:val="bullet"/>
      <w:lvlText w:val="*"/>
      <w:lvlJc w:val="left"/>
      <w:pPr>
        <w:tabs>
          <w:tab w:val="num" w:pos="360"/>
        </w:tabs>
        <w:ind w:left="360" w:hanging="360"/>
      </w:pPr>
      <w:rPr>
        <w:rFonts w:ascii="Courier New" w:hAnsi="Courier New" w:hint="default"/>
      </w:rPr>
    </w:lvl>
    <w:lvl w:ilvl="1">
      <w:start w:val="1"/>
      <w:numFmt w:val="bullet"/>
      <w:lvlText w:val="-"/>
      <w:lvlJc w:val="left"/>
      <w:pPr>
        <w:tabs>
          <w:tab w:val="num" w:pos="1440"/>
        </w:tabs>
        <w:ind w:left="1068"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F4B0FB8"/>
    <w:multiLevelType w:val="multilevel"/>
    <w:tmpl w:val="0405001D"/>
    <w:styleLink w:val="Seznamacka"/>
    <w:lvl w:ilvl="0">
      <w:start w:val="1"/>
      <w:numFmt w:val="lowerLetter"/>
      <w:pStyle w:val="Bulletedtex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F633305"/>
    <w:multiLevelType w:val="singleLevel"/>
    <w:tmpl w:val="A6DCD488"/>
    <w:lvl w:ilvl="0">
      <w:start w:val="1"/>
      <w:numFmt w:val="bullet"/>
      <w:pStyle w:val="carlo"/>
      <w:lvlText w:val=""/>
      <w:lvlJc w:val="left"/>
      <w:pPr>
        <w:tabs>
          <w:tab w:val="num" w:pos="397"/>
        </w:tabs>
        <w:ind w:left="397" w:hanging="397"/>
      </w:pPr>
      <w:rPr>
        <w:rFonts w:ascii="Symbol" w:hAnsi="Symbol" w:hint="default"/>
        <w:b w:val="0"/>
        <w:i w:val="0"/>
        <w:sz w:val="18"/>
      </w:rPr>
    </w:lvl>
  </w:abstractNum>
  <w:abstractNum w:abstractNumId="29" w15:restartNumberingAfterBreak="0">
    <w:nsid w:val="41662ABC"/>
    <w:multiLevelType w:val="multilevel"/>
    <w:tmpl w:val="2FD09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1D36A8E"/>
    <w:multiLevelType w:val="multilevel"/>
    <w:tmpl w:val="11928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6585B92"/>
    <w:multiLevelType w:val="multilevel"/>
    <w:tmpl w:val="91841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7B22FFA"/>
    <w:multiLevelType w:val="multilevel"/>
    <w:tmpl w:val="881C0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7B6608E"/>
    <w:multiLevelType w:val="hybridMultilevel"/>
    <w:tmpl w:val="6CAA4EF8"/>
    <w:lvl w:ilvl="0" w:tplc="5CA6A25E">
      <w:start w:val="1"/>
      <w:numFmt w:val="bullet"/>
      <w:pStyle w:val="hvzdy0"/>
      <w:lvlText w:val=""/>
      <w:lvlJc w:val="left"/>
      <w:pPr>
        <w:tabs>
          <w:tab w:val="num" w:pos="360"/>
        </w:tabs>
        <w:ind w:left="360" w:hanging="360"/>
      </w:pPr>
      <w:rPr>
        <w:rFonts w:ascii="Symbol" w:hAnsi="Symbol" w:hint="default"/>
      </w:rPr>
    </w:lvl>
    <w:lvl w:ilvl="1" w:tplc="93A4A23A">
      <w:start w:val="1"/>
      <w:numFmt w:val="bullet"/>
      <w:lvlText w:val="o"/>
      <w:lvlJc w:val="left"/>
      <w:pPr>
        <w:tabs>
          <w:tab w:val="num" w:pos="2404"/>
        </w:tabs>
        <w:ind w:left="2404" w:hanging="360"/>
      </w:pPr>
      <w:rPr>
        <w:rFonts w:ascii="Courier New" w:hAnsi="Courier New" w:cs="Courier New" w:hint="default"/>
      </w:rPr>
    </w:lvl>
    <w:lvl w:ilvl="2" w:tplc="1B16A56A" w:tentative="1">
      <w:start w:val="1"/>
      <w:numFmt w:val="bullet"/>
      <w:lvlText w:val=""/>
      <w:lvlJc w:val="left"/>
      <w:pPr>
        <w:tabs>
          <w:tab w:val="num" w:pos="3124"/>
        </w:tabs>
        <w:ind w:left="3124" w:hanging="360"/>
      </w:pPr>
      <w:rPr>
        <w:rFonts w:ascii="Wingdings" w:hAnsi="Wingdings" w:hint="default"/>
      </w:rPr>
    </w:lvl>
    <w:lvl w:ilvl="3" w:tplc="7B980CB2" w:tentative="1">
      <w:start w:val="1"/>
      <w:numFmt w:val="bullet"/>
      <w:lvlText w:val=""/>
      <w:lvlJc w:val="left"/>
      <w:pPr>
        <w:tabs>
          <w:tab w:val="num" w:pos="3844"/>
        </w:tabs>
        <w:ind w:left="3844" w:hanging="360"/>
      </w:pPr>
      <w:rPr>
        <w:rFonts w:ascii="Symbol" w:hAnsi="Symbol" w:hint="default"/>
      </w:rPr>
    </w:lvl>
    <w:lvl w:ilvl="4" w:tplc="4C0CEFD6" w:tentative="1">
      <w:start w:val="1"/>
      <w:numFmt w:val="bullet"/>
      <w:lvlText w:val="o"/>
      <w:lvlJc w:val="left"/>
      <w:pPr>
        <w:tabs>
          <w:tab w:val="num" w:pos="4564"/>
        </w:tabs>
        <w:ind w:left="4564" w:hanging="360"/>
      </w:pPr>
      <w:rPr>
        <w:rFonts w:ascii="Courier New" w:hAnsi="Courier New" w:cs="Courier New" w:hint="default"/>
      </w:rPr>
    </w:lvl>
    <w:lvl w:ilvl="5" w:tplc="81A8766E" w:tentative="1">
      <w:start w:val="1"/>
      <w:numFmt w:val="bullet"/>
      <w:lvlText w:val=""/>
      <w:lvlJc w:val="left"/>
      <w:pPr>
        <w:tabs>
          <w:tab w:val="num" w:pos="5284"/>
        </w:tabs>
        <w:ind w:left="5284" w:hanging="360"/>
      </w:pPr>
      <w:rPr>
        <w:rFonts w:ascii="Wingdings" w:hAnsi="Wingdings" w:hint="default"/>
      </w:rPr>
    </w:lvl>
    <w:lvl w:ilvl="6" w:tplc="CCEADC0A" w:tentative="1">
      <w:start w:val="1"/>
      <w:numFmt w:val="bullet"/>
      <w:lvlText w:val=""/>
      <w:lvlJc w:val="left"/>
      <w:pPr>
        <w:tabs>
          <w:tab w:val="num" w:pos="6004"/>
        </w:tabs>
        <w:ind w:left="6004" w:hanging="360"/>
      </w:pPr>
      <w:rPr>
        <w:rFonts w:ascii="Symbol" w:hAnsi="Symbol" w:hint="default"/>
      </w:rPr>
    </w:lvl>
    <w:lvl w:ilvl="7" w:tplc="2736ACC8" w:tentative="1">
      <w:start w:val="1"/>
      <w:numFmt w:val="bullet"/>
      <w:lvlText w:val="o"/>
      <w:lvlJc w:val="left"/>
      <w:pPr>
        <w:tabs>
          <w:tab w:val="num" w:pos="6724"/>
        </w:tabs>
        <w:ind w:left="6724" w:hanging="360"/>
      </w:pPr>
      <w:rPr>
        <w:rFonts w:ascii="Courier New" w:hAnsi="Courier New" w:cs="Courier New" w:hint="default"/>
      </w:rPr>
    </w:lvl>
    <w:lvl w:ilvl="8" w:tplc="05CC9BAC" w:tentative="1">
      <w:start w:val="1"/>
      <w:numFmt w:val="bullet"/>
      <w:lvlText w:val=""/>
      <w:lvlJc w:val="left"/>
      <w:pPr>
        <w:tabs>
          <w:tab w:val="num" w:pos="7444"/>
        </w:tabs>
        <w:ind w:left="7444" w:hanging="360"/>
      </w:pPr>
      <w:rPr>
        <w:rFonts w:ascii="Wingdings" w:hAnsi="Wingdings" w:hint="default"/>
      </w:rPr>
    </w:lvl>
  </w:abstractNum>
  <w:abstractNum w:abstractNumId="34" w15:restartNumberingAfterBreak="0">
    <w:nsid w:val="4C3D7AFC"/>
    <w:multiLevelType w:val="hybridMultilevel"/>
    <w:tmpl w:val="9104B634"/>
    <w:lvl w:ilvl="0" w:tplc="B20E6A06">
      <w:start w:val="1"/>
      <w:numFmt w:val="decimal"/>
      <w:pStyle w:val="slovanseznam"/>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D0A37EA"/>
    <w:multiLevelType w:val="multilevel"/>
    <w:tmpl w:val="81EEF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EC64CBF"/>
    <w:multiLevelType w:val="multilevel"/>
    <w:tmpl w:val="5454A732"/>
    <w:styleLink w:val="StylSodrkami1"/>
    <w:lvl w:ilvl="0">
      <w:start w:val="1"/>
      <w:numFmt w:val="bullet"/>
      <w:lvlText w:val="*"/>
      <w:lvlJc w:val="left"/>
      <w:pPr>
        <w:tabs>
          <w:tab w:val="num" w:pos="360"/>
        </w:tabs>
        <w:ind w:left="360" w:hanging="360"/>
      </w:pPr>
      <w:rPr>
        <w:rFonts w:ascii="Courier New" w:hAnsi="Courier New" w:hint="default"/>
      </w:rPr>
    </w:lvl>
    <w:lvl w:ilvl="1">
      <w:start w:val="1"/>
      <w:numFmt w:val="bullet"/>
      <w:lvlText w:val="-"/>
      <w:lvlJc w:val="left"/>
      <w:pPr>
        <w:tabs>
          <w:tab w:val="num" w:pos="1440"/>
        </w:tabs>
        <w:ind w:left="144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745C88"/>
    <w:multiLevelType w:val="singleLevel"/>
    <w:tmpl w:val="19CC1514"/>
    <w:lvl w:ilvl="0">
      <w:start w:val="1"/>
      <w:numFmt w:val="decimal"/>
      <w:lvlText w:val="%1."/>
      <w:lvlJc w:val="left"/>
      <w:pPr>
        <w:tabs>
          <w:tab w:val="num" w:pos="360"/>
        </w:tabs>
        <w:ind w:left="360" w:hanging="360"/>
      </w:pPr>
      <w:rPr>
        <w:rFonts w:hint="default"/>
      </w:rPr>
    </w:lvl>
  </w:abstractNum>
  <w:abstractNum w:abstractNumId="38" w15:restartNumberingAfterBreak="0">
    <w:nsid w:val="572C6C18"/>
    <w:multiLevelType w:val="multilevel"/>
    <w:tmpl w:val="2690E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AE5E97"/>
    <w:multiLevelType w:val="multilevel"/>
    <w:tmpl w:val="08BEC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BB32CAB"/>
    <w:multiLevelType w:val="multilevel"/>
    <w:tmpl w:val="D17AA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EC61132"/>
    <w:multiLevelType w:val="multilevel"/>
    <w:tmpl w:val="D234CC36"/>
    <w:styleLink w:val="StylSodrkami2"/>
    <w:lvl w:ilvl="0">
      <w:start w:val="1"/>
      <w:numFmt w:val="bullet"/>
      <w:lvlText w:val="*"/>
      <w:lvlJc w:val="left"/>
      <w:pPr>
        <w:tabs>
          <w:tab w:val="num" w:pos="1440"/>
        </w:tabs>
        <w:ind w:left="1440" w:hanging="360"/>
      </w:pPr>
      <w:rPr>
        <w:rFonts w:ascii="Courier New" w:hAnsi="Courier New" w:hint="default"/>
      </w:rPr>
    </w:lvl>
    <w:lvl w:ilvl="1">
      <w:start w:val="1"/>
      <w:numFmt w:val="bullet"/>
      <w:lvlText w:val="-"/>
      <w:lvlJc w:val="left"/>
      <w:pPr>
        <w:tabs>
          <w:tab w:val="num" w:pos="2520"/>
        </w:tabs>
        <w:ind w:left="2520" w:hanging="360"/>
      </w:pPr>
      <w:rPr>
        <w:rFonts w:ascii="Arial" w:hAnsi="Arial" w:hint="default"/>
        <w:sz w:val="22"/>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66882E7E"/>
    <w:multiLevelType w:val="singleLevel"/>
    <w:tmpl w:val="EE2CBA54"/>
    <w:lvl w:ilvl="0">
      <w:start w:val="1"/>
      <w:numFmt w:val="bullet"/>
      <w:pStyle w:val="carlo2"/>
      <w:lvlText w:val=""/>
      <w:lvlJc w:val="left"/>
      <w:pPr>
        <w:tabs>
          <w:tab w:val="num" w:pos="397"/>
        </w:tabs>
        <w:ind w:left="397" w:hanging="397"/>
      </w:pPr>
      <w:rPr>
        <w:rFonts w:ascii="Symbol" w:hAnsi="Symbol" w:hint="default"/>
        <w:b w:val="0"/>
        <w:i w:val="0"/>
        <w:sz w:val="18"/>
      </w:rPr>
    </w:lvl>
  </w:abstractNum>
  <w:abstractNum w:abstractNumId="43" w15:restartNumberingAfterBreak="0">
    <w:nsid w:val="66D42AB4"/>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7F862C4"/>
    <w:multiLevelType w:val="hybridMultilevel"/>
    <w:tmpl w:val="30268FFA"/>
    <w:lvl w:ilvl="0" w:tplc="805227C4">
      <w:start w:val="1"/>
      <w:numFmt w:val="lowerLetter"/>
      <w:pStyle w:val="TUN"/>
      <w:lvlText w:val="%1)"/>
      <w:lvlJc w:val="left"/>
      <w:pPr>
        <w:tabs>
          <w:tab w:val="num" w:pos="870"/>
        </w:tabs>
        <w:ind w:left="870" w:hanging="360"/>
      </w:pPr>
      <w:rPr>
        <w:rFonts w:hint="default"/>
      </w:rPr>
    </w:lvl>
    <w:lvl w:ilvl="1" w:tplc="D2406C0C">
      <w:start w:val="1"/>
      <w:numFmt w:val="bullet"/>
      <w:lvlText w:val="o"/>
      <w:lvlJc w:val="left"/>
      <w:pPr>
        <w:tabs>
          <w:tab w:val="num" w:pos="1780"/>
        </w:tabs>
        <w:ind w:left="1780" w:hanging="360"/>
      </w:pPr>
      <w:rPr>
        <w:rFonts w:ascii="Courier New" w:hAnsi="Courier New" w:cs="Courier New" w:hint="default"/>
      </w:rPr>
    </w:lvl>
    <w:lvl w:ilvl="2" w:tplc="6C34988E">
      <w:start w:val="1"/>
      <w:numFmt w:val="decimal"/>
      <w:lvlText w:val="%3."/>
      <w:lvlJc w:val="left"/>
      <w:pPr>
        <w:tabs>
          <w:tab w:val="num" w:pos="2500"/>
        </w:tabs>
        <w:ind w:left="2500" w:hanging="360"/>
      </w:pPr>
      <w:rPr>
        <w:rFonts w:hint="default"/>
      </w:rPr>
    </w:lvl>
    <w:lvl w:ilvl="3" w:tplc="0A1C5120">
      <w:start w:val="1"/>
      <w:numFmt w:val="bullet"/>
      <w:lvlText w:val=""/>
      <w:lvlJc w:val="left"/>
      <w:pPr>
        <w:tabs>
          <w:tab w:val="num" w:pos="3220"/>
        </w:tabs>
        <w:ind w:left="3220" w:hanging="360"/>
      </w:pPr>
      <w:rPr>
        <w:rFonts w:ascii="Symbol" w:hAnsi="Symbol" w:hint="default"/>
      </w:rPr>
    </w:lvl>
    <w:lvl w:ilvl="4" w:tplc="B4CEF46E" w:tentative="1">
      <w:start w:val="1"/>
      <w:numFmt w:val="bullet"/>
      <w:lvlText w:val="o"/>
      <w:lvlJc w:val="left"/>
      <w:pPr>
        <w:tabs>
          <w:tab w:val="num" w:pos="3940"/>
        </w:tabs>
        <w:ind w:left="3940" w:hanging="360"/>
      </w:pPr>
      <w:rPr>
        <w:rFonts w:ascii="Courier New" w:hAnsi="Courier New" w:cs="Courier New" w:hint="default"/>
      </w:rPr>
    </w:lvl>
    <w:lvl w:ilvl="5" w:tplc="C1FA5058" w:tentative="1">
      <w:start w:val="1"/>
      <w:numFmt w:val="bullet"/>
      <w:lvlText w:val=""/>
      <w:lvlJc w:val="left"/>
      <w:pPr>
        <w:tabs>
          <w:tab w:val="num" w:pos="4660"/>
        </w:tabs>
        <w:ind w:left="4660" w:hanging="360"/>
      </w:pPr>
      <w:rPr>
        <w:rFonts w:ascii="Wingdings" w:hAnsi="Wingdings" w:hint="default"/>
      </w:rPr>
    </w:lvl>
    <w:lvl w:ilvl="6" w:tplc="BC54900E" w:tentative="1">
      <w:start w:val="1"/>
      <w:numFmt w:val="bullet"/>
      <w:lvlText w:val=""/>
      <w:lvlJc w:val="left"/>
      <w:pPr>
        <w:tabs>
          <w:tab w:val="num" w:pos="5380"/>
        </w:tabs>
        <w:ind w:left="5380" w:hanging="360"/>
      </w:pPr>
      <w:rPr>
        <w:rFonts w:ascii="Symbol" w:hAnsi="Symbol" w:hint="default"/>
      </w:rPr>
    </w:lvl>
    <w:lvl w:ilvl="7" w:tplc="D2FA518E" w:tentative="1">
      <w:start w:val="1"/>
      <w:numFmt w:val="bullet"/>
      <w:lvlText w:val="o"/>
      <w:lvlJc w:val="left"/>
      <w:pPr>
        <w:tabs>
          <w:tab w:val="num" w:pos="6100"/>
        </w:tabs>
        <w:ind w:left="6100" w:hanging="360"/>
      </w:pPr>
      <w:rPr>
        <w:rFonts w:ascii="Courier New" w:hAnsi="Courier New" w:cs="Courier New" w:hint="default"/>
      </w:rPr>
    </w:lvl>
    <w:lvl w:ilvl="8" w:tplc="03B45BDA" w:tentative="1">
      <w:start w:val="1"/>
      <w:numFmt w:val="bullet"/>
      <w:lvlText w:val=""/>
      <w:lvlJc w:val="left"/>
      <w:pPr>
        <w:tabs>
          <w:tab w:val="num" w:pos="6820"/>
        </w:tabs>
        <w:ind w:left="6820" w:hanging="360"/>
      </w:pPr>
      <w:rPr>
        <w:rFonts w:ascii="Wingdings" w:hAnsi="Wingdings" w:hint="default"/>
      </w:rPr>
    </w:lvl>
  </w:abstractNum>
  <w:abstractNum w:abstractNumId="45" w15:restartNumberingAfterBreak="0">
    <w:nsid w:val="6C443848"/>
    <w:multiLevelType w:val="multilevel"/>
    <w:tmpl w:val="A050C1C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15:restartNumberingAfterBreak="0">
    <w:nsid w:val="6DAA5967"/>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6E0B67AC"/>
    <w:multiLevelType w:val="multilevel"/>
    <w:tmpl w:val="A740CD5A"/>
    <w:lvl w:ilvl="0">
      <w:start w:val="1"/>
      <w:numFmt w:val="decimal"/>
      <w:pStyle w:val="Nadpis1"/>
      <w:lvlText w:val="%1."/>
      <w:lvlJc w:val="left"/>
      <w:pPr>
        <w:tabs>
          <w:tab w:val="num" w:pos="360"/>
        </w:tabs>
        <w:ind w:left="0" w:firstLine="0"/>
      </w:pPr>
      <w:rPr>
        <w:rFonts w:ascii="Arial" w:hAnsi="Arial" w:hint="default"/>
        <w:b/>
        <w:i w:val="0"/>
        <w:color w:val="auto"/>
        <w:sz w:val="36"/>
        <w:szCs w:val="36"/>
      </w:rPr>
    </w:lvl>
    <w:lvl w:ilvl="1">
      <w:start w:val="1"/>
      <w:numFmt w:val="decimal"/>
      <w:pStyle w:val="Nadpis2"/>
      <w:lvlText w:val="%1.%2."/>
      <w:lvlJc w:val="left"/>
      <w:pPr>
        <w:tabs>
          <w:tab w:val="num" w:pos="131"/>
        </w:tabs>
        <w:ind w:left="-720" w:firstLine="0"/>
      </w:pPr>
      <w:rPr>
        <w:rFonts w:hint="default"/>
        <w:i w:val="0"/>
        <w:sz w:val="32"/>
        <w:szCs w:val="32"/>
      </w:rPr>
    </w:lvl>
    <w:lvl w:ilvl="2">
      <w:start w:val="1"/>
      <w:numFmt w:val="decimal"/>
      <w:pStyle w:val="Nadpis3"/>
      <w:lvlText w:val="%1.%2.%3."/>
      <w:lvlJc w:val="left"/>
      <w:pPr>
        <w:tabs>
          <w:tab w:val="num" w:pos="-900"/>
        </w:tabs>
        <w:ind w:left="-333" w:hanging="567"/>
      </w:pPr>
      <w:rPr>
        <w:rFonts w:ascii="Arial" w:hAnsi="Arial" w:cs="Arial" w:hint="default"/>
        <w:b/>
        <w:sz w:val="32"/>
        <w:szCs w:val="32"/>
      </w:rPr>
    </w:lvl>
    <w:lvl w:ilvl="3">
      <w:start w:val="1"/>
      <w:numFmt w:val="decimal"/>
      <w:lvlText w:val="%1.%2.%3.%4."/>
      <w:lvlJc w:val="left"/>
      <w:pPr>
        <w:tabs>
          <w:tab w:val="num" w:pos="-49"/>
        </w:tabs>
        <w:ind w:left="-900" w:firstLine="0"/>
      </w:pPr>
      <w:rPr>
        <w:rFonts w:hint="default"/>
      </w:rPr>
    </w:lvl>
    <w:lvl w:ilvl="4">
      <w:start w:val="1"/>
      <w:numFmt w:val="decimal"/>
      <w:lvlText w:val="%1.%2.%3.%4.%5."/>
      <w:lvlJc w:val="left"/>
      <w:pPr>
        <w:tabs>
          <w:tab w:val="num" w:pos="4680"/>
        </w:tabs>
        <w:ind w:left="1872" w:hanging="792"/>
      </w:pPr>
      <w:rPr>
        <w:rFonts w:hint="default"/>
      </w:rPr>
    </w:lvl>
    <w:lvl w:ilvl="5">
      <w:start w:val="1"/>
      <w:numFmt w:val="decimal"/>
      <w:lvlText w:val="%1.%2.%3.%4.%5.%6."/>
      <w:lvlJc w:val="left"/>
      <w:pPr>
        <w:tabs>
          <w:tab w:val="num" w:pos="5760"/>
        </w:tabs>
        <w:ind w:left="2376" w:hanging="936"/>
      </w:pPr>
      <w:rPr>
        <w:rFonts w:hint="default"/>
      </w:rPr>
    </w:lvl>
    <w:lvl w:ilvl="6">
      <w:start w:val="1"/>
      <w:numFmt w:val="decimal"/>
      <w:lvlText w:val="%1.%2.%3.%4.%5.%6.%7."/>
      <w:lvlJc w:val="left"/>
      <w:pPr>
        <w:tabs>
          <w:tab w:val="num" w:pos="6840"/>
        </w:tabs>
        <w:ind w:left="2880" w:hanging="1080"/>
      </w:pPr>
      <w:rPr>
        <w:rFonts w:hint="default"/>
      </w:rPr>
    </w:lvl>
    <w:lvl w:ilvl="7">
      <w:start w:val="1"/>
      <w:numFmt w:val="decimal"/>
      <w:lvlText w:val="%1.%2.%3.%4.%5.%6.%7.%8."/>
      <w:lvlJc w:val="left"/>
      <w:pPr>
        <w:tabs>
          <w:tab w:val="num" w:pos="7920"/>
        </w:tabs>
        <w:ind w:left="3384" w:hanging="1224"/>
      </w:pPr>
      <w:rPr>
        <w:rFonts w:hint="default"/>
      </w:rPr>
    </w:lvl>
    <w:lvl w:ilvl="8">
      <w:start w:val="1"/>
      <w:numFmt w:val="decimal"/>
      <w:lvlText w:val="%1.%2.%3.%4.%5.%6.%7.%8.%9."/>
      <w:lvlJc w:val="left"/>
      <w:pPr>
        <w:tabs>
          <w:tab w:val="num" w:pos="9000"/>
        </w:tabs>
        <w:ind w:left="3960" w:hanging="1440"/>
      </w:pPr>
      <w:rPr>
        <w:rFonts w:hint="default"/>
      </w:rPr>
    </w:lvl>
  </w:abstractNum>
  <w:abstractNum w:abstractNumId="48" w15:restartNumberingAfterBreak="0">
    <w:nsid w:val="6FC53587"/>
    <w:multiLevelType w:val="multilevel"/>
    <w:tmpl w:val="9348B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1052828"/>
    <w:multiLevelType w:val="hybridMultilevel"/>
    <w:tmpl w:val="5FF472C0"/>
    <w:lvl w:ilvl="0" w:tplc="47528388">
      <w:start w:val="1"/>
      <w:numFmt w:val="bullet"/>
      <w:lvlText w:val=""/>
      <w:lvlJc w:val="left"/>
      <w:pPr>
        <w:tabs>
          <w:tab w:val="num" w:pos="700"/>
        </w:tabs>
        <w:ind w:left="700" w:hanging="360"/>
      </w:pPr>
      <w:rPr>
        <w:rFonts w:ascii="Symbol" w:hAnsi="Symbol" w:hint="default"/>
        <w:sz w:val="16"/>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num w:numId="1">
    <w:abstractNumId w:val="27"/>
  </w:num>
  <w:num w:numId="2">
    <w:abstractNumId w:val="12"/>
  </w:num>
  <w:num w:numId="3">
    <w:abstractNumId w:val="34"/>
  </w:num>
  <w:num w:numId="4">
    <w:abstractNumId w:val="18"/>
  </w:num>
  <w:num w:numId="5">
    <w:abstractNumId w:val="18"/>
  </w:num>
  <w:num w:numId="6">
    <w:abstractNumId w:val="47"/>
  </w:num>
  <w:num w:numId="7">
    <w:abstractNumId w:val="2"/>
  </w:num>
  <w:num w:numId="8">
    <w:abstractNumId w:val="6"/>
  </w:num>
  <w:num w:numId="9">
    <w:abstractNumId w:val="43"/>
  </w:num>
  <w:num w:numId="10">
    <w:abstractNumId w:val="28"/>
  </w:num>
  <w:num w:numId="11">
    <w:abstractNumId w:val="45"/>
  </w:num>
  <w:num w:numId="12">
    <w:abstractNumId w:val="21"/>
  </w:num>
  <w:num w:numId="13">
    <w:abstractNumId w:val="9"/>
  </w:num>
  <w:num w:numId="14">
    <w:abstractNumId w:val="11"/>
  </w:num>
  <w:num w:numId="15">
    <w:abstractNumId w:val="26"/>
  </w:num>
  <w:num w:numId="16">
    <w:abstractNumId w:val="36"/>
  </w:num>
  <w:num w:numId="17">
    <w:abstractNumId w:val="41"/>
  </w:num>
  <w:num w:numId="18">
    <w:abstractNumId w:val="17"/>
  </w:num>
  <w:num w:numId="19">
    <w:abstractNumId w:val="42"/>
  </w:num>
  <w:num w:numId="20">
    <w:abstractNumId w:val="24"/>
  </w:num>
  <w:num w:numId="21">
    <w:abstractNumId w:val="33"/>
  </w:num>
  <w:num w:numId="22">
    <w:abstractNumId w:val="44"/>
  </w:num>
  <w:num w:numId="23">
    <w:abstractNumId w:val="15"/>
  </w:num>
  <w:num w:numId="24">
    <w:abstractNumId w:val="25"/>
  </w:num>
  <w:num w:numId="25">
    <w:abstractNumId w:val="37"/>
  </w:num>
  <w:num w:numId="26">
    <w:abstractNumId w:val="34"/>
  </w:num>
  <w:num w:numId="27">
    <w:abstractNumId w:val="34"/>
    <w:lvlOverride w:ilvl="0">
      <w:startOverride w:val="1"/>
    </w:lvlOverride>
  </w:num>
  <w:num w:numId="28">
    <w:abstractNumId w:val="34"/>
    <w:lvlOverride w:ilvl="0">
      <w:startOverride w:val="1"/>
    </w:lvlOverride>
  </w:num>
  <w:num w:numId="29">
    <w:abstractNumId w:val="34"/>
    <w:lvlOverride w:ilvl="0">
      <w:startOverride w:val="1"/>
    </w:lvlOverride>
  </w:num>
  <w:num w:numId="30">
    <w:abstractNumId w:val="49"/>
  </w:num>
  <w:num w:numId="31">
    <w:abstractNumId w:val="16"/>
  </w:num>
  <w:num w:numId="32">
    <w:abstractNumId w:val="38"/>
  </w:num>
  <w:num w:numId="33">
    <w:abstractNumId w:val="10"/>
  </w:num>
  <w:num w:numId="34">
    <w:abstractNumId w:val="31"/>
  </w:num>
  <w:num w:numId="35">
    <w:abstractNumId w:val="30"/>
  </w:num>
  <w:num w:numId="36">
    <w:abstractNumId w:val="32"/>
  </w:num>
  <w:num w:numId="37">
    <w:abstractNumId w:val="48"/>
  </w:num>
  <w:num w:numId="38">
    <w:abstractNumId w:val="13"/>
  </w:num>
  <w:num w:numId="39">
    <w:abstractNumId w:val="35"/>
  </w:num>
  <w:num w:numId="40">
    <w:abstractNumId w:val="8"/>
  </w:num>
  <w:num w:numId="41">
    <w:abstractNumId w:val="29"/>
  </w:num>
  <w:num w:numId="42">
    <w:abstractNumId w:val="20"/>
  </w:num>
  <w:num w:numId="43">
    <w:abstractNumId w:val="39"/>
  </w:num>
  <w:num w:numId="44">
    <w:abstractNumId w:val="40"/>
  </w:num>
  <w:num w:numId="45">
    <w:abstractNumId w:val="34"/>
    <w:lvlOverride w:ilvl="0">
      <w:startOverride w:val="1"/>
    </w:lvlOverride>
  </w:num>
  <w:num w:numId="46">
    <w:abstractNumId w:val="46"/>
  </w:num>
  <w:num w:numId="47">
    <w:abstractNumId w:val="34"/>
    <w:lvlOverride w:ilvl="0">
      <w:startOverride w:val="1"/>
    </w:lvlOverride>
  </w:num>
  <w:num w:numId="48">
    <w:abstractNumId w:val="19"/>
  </w:num>
  <w:num w:numId="49">
    <w:abstractNumId w:val="22"/>
  </w:num>
  <w:num w:numId="50">
    <w:abstractNumId w:val="34"/>
    <w:lvlOverride w:ilvl="0">
      <w:startOverride w:val="1"/>
    </w:lvlOverride>
  </w:num>
  <w:num w:numId="51">
    <w:abstractNumId w:val="14"/>
  </w:num>
  <w:num w:numId="52">
    <w:abstractNumId w:val="23"/>
  </w:num>
  <w:num w:numId="53">
    <w:abstractNumId w:val="34"/>
    <w:lvlOverride w:ilvl="0">
      <w:startOverride w:val="1"/>
    </w:lvlOverride>
  </w:num>
  <w:num w:numId="54">
    <w:abstractNumId w:val="34"/>
    <w:lvlOverride w:ilvl="0">
      <w:startOverride w:val="1"/>
    </w:lvlOverride>
  </w:num>
  <w:num w:numId="55">
    <w:abstractNumId w:val="34"/>
    <w:lvlOverride w:ilvl="0">
      <w:startOverride w:val="1"/>
    </w:lvlOverride>
  </w:num>
  <w:num w:numId="56">
    <w:abstractNumId w:val="34"/>
    <w:lvlOverride w:ilvl="0">
      <w:startOverride w:val="1"/>
    </w:lvlOverride>
  </w:num>
  <w:num w:numId="57">
    <w:abstractNumId w:val="1"/>
  </w:num>
  <w:num w:numId="58">
    <w:abstractNumId w:val="0"/>
  </w:num>
  <w:num w:numId="59">
    <w:abstractNumId w:val="5"/>
  </w:num>
  <w:num w:numId="60">
    <w:abstractNumId w:val="4"/>
  </w:num>
  <w:num w:numId="61">
    <w:abstractNumId w:val="3"/>
  </w:num>
  <w:num w:numId="62">
    <w:abstractNumId w:val="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A0B"/>
    <w:rsid w:val="00014915"/>
    <w:rsid w:val="0001566A"/>
    <w:rsid w:val="00015674"/>
    <w:rsid w:val="0001647F"/>
    <w:rsid w:val="00023BBA"/>
    <w:rsid w:val="000250FF"/>
    <w:rsid w:val="0002695F"/>
    <w:rsid w:val="0003532A"/>
    <w:rsid w:val="0003583E"/>
    <w:rsid w:val="00035B03"/>
    <w:rsid w:val="00042ABA"/>
    <w:rsid w:val="00044D30"/>
    <w:rsid w:val="00045273"/>
    <w:rsid w:val="0005109F"/>
    <w:rsid w:val="00051CFD"/>
    <w:rsid w:val="000522F4"/>
    <w:rsid w:val="00052431"/>
    <w:rsid w:val="0006077A"/>
    <w:rsid w:val="00064804"/>
    <w:rsid w:val="00066804"/>
    <w:rsid w:val="00067FF9"/>
    <w:rsid w:val="00086B19"/>
    <w:rsid w:val="00090CF1"/>
    <w:rsid w:val="00091C59"/>
    <w:rsid w:val="00092FFA"/>
    <w:rsid w:val="00097D03"/>
    <w:rsid w:val="000A01DE"/>
    <w:rsid w:val="000B3F22"/>
    <w:rsid w:val="000B4BBF"/>
    <w:rsid w:val="000B5CA5"/>
    <w:rsid w:val="000B7360"/>
    <w:rsid w:val="000C1043"/>
    <w:rsid w:val="000C2C8D"/>
    <w:rsid w:val="000C7F92"/>
    <w:rsid w:val="000D1D89"/>
    <w:rsid w:val="000D5F15"/>
    <w:rsid w:val="000E157A"/>
    <w:rsid w:val="000F1C2C"/>
    <w:rsid w:val="000F760E"/>
    <w:rsid w:val="000F7C02"/>
    <w:rsid w:val="00100891"/>
    <w:rsid w:val="0010323F"/>
    <w:rsid w:val="00103FB3"/>
    <w:rsid w:val="00111514"/>
    <w:rsid w:val="00112D5B"/>
    <w:rsid w:val="0011629E"/>
    <w:rsid w:val="00125A3D"/>
    <w:rsid w:val="0013666C"/>
    <w:rsid w:val="00141883"/>
    <w:rsid w:val="00147918"/>
    <w:rsid w:val="0015049C"/>
    <w:rsid w:val="00151114"/>
    <w:rsid w:val="001637A9"/>
    <w:rsid w:val="001649B1"/>
    <w:rsid w:val="00164D61"/>
    <w:rsid w:val="00174259"/>
    <w:rsid w:val="00192CB2"/>
    <w:rsid w:val="00196127"/>
    <w:rsid w:val="001A25F1"/>
    <w:rsid w:val="001A26EF"/>
    <w:rsid w:val="001B203B"/>
    <w:rsid w:val="001B52ED"/>
    <w:rsid w:val="001C323E"/>
    <w:rsid w:val="001D0BCD"/>
    <w:rsid w:val="001D1444"/>
    <w:rsid w:val="001D4D27"/>
    <w:rsid w:val="001F0132"/>
    <w:rsid w:val="001F70A9"/>
    <w:rsid w:val="002112ED"/>
    <w:rsid w:val="00225121"/>
    <w:rsid w:val="0023543F"/>
    <w:rsid w:val="0023620E"/>
    <w:rsid w:val="00243991"/>
    <w:rsid w:val="00251076"/>
    <w:rsid w:val="00251624"/>
    <w:rsid w:val="002612D1"/>
    <w:rsid w:val="0026700F"/>
    <w:rsid w:val="00276567"/>
    <w:rsid w:val="00276C5C"/>
    <w:rsid w:val="002778B6"/>
    <w:rsid w:val="00280A7C"/>
    <w:rsid w:val="002829CA"/>
    <w:rsid w:val="00283392"/>
    <w:rsid w:val="002845BC"/>
    <w:rsid w:val="00284704"/>
    <w:rsid w:val="00285CD1"/>
    <w:rsid w:val="002917B1"/>
    <w:rsid w:val="00296F8C"/>
    <w:rsid w:val="002A1D93"/>
    <w:rsid w:val="002A657D"/>
    <w:rsid w:val="002A6A8E"/>
    <w:rsid w:val="002B31B1"/>
    <w:rsid w:val="002B3C1C"/>
    <w:rsid w:val="002B5677"/>
    <w:rsid w:val="002B5AA6"/>
    <w:rsid w:val="002C3709"/>
    <w:rsid w:val="002C7049"/>
    <w:rsid w:val="002D1DE6"/>
    <w:rsid w:val="002D2B81"/>
    <w:rsid w:val="002D49DE"/>
    <w:rsid w:val="002D776A"/>
    <w:rsid w:val="002D7FB4"/>
    <w:rsid w:val="002E5FAB"/>
    <w:rsid w:val="002F1A69"/>
    <w:rsid w:val="002F3B73"/>
    <w:rsid w:val="002F5713"/>
    <w:rsid w:val="00303F99"/>
    <w:rsid w:val="00306BC7"/>
    <w:rsid w:val="00310B9B"/>
    <w:rsid w:val="00311324"/>
    <w:rsid w:val="003153F4"/>
    <w:rsid w:val="00322C44"/>
    <w:rsid w:val="00326743"/>
    <w:rsid w:val="003405E2"/>
    <w:rsid w:val="0034112D"/>
    <w:rsid w:val="00345E0A"/>
    <w:rsid w:val="00346FCD"/>
    <w:rsid w:val="003506A3"/>
    <w:rsid w:val="003516D0"/>
    <w:rsid w:val="00352E48"/>
    <w:rsid w:val="00357B33"/>
    <w:rsid w:val="00360D49"/>
    <w:rsid w:val="0036334D"/>
    <w:rsid w:val="00365F85"/>
    <w:rsid w:val="00371528"/>
    <w:rsid w:val="0038004E"/>
    <w:rsid w:val="003857A8"/>
    <w:rsid w:val="00394E94"/>
    <w:rsid w:val="00394ED0"/>
    <w:rsid w:val="003A3168"/>
    <w:rsid w:val="003A38BE"/>
    <w:rsid w:val="003A7D00"/>
    <w:rsid w:val="003A7F65"/>
    <w:rsid w:val="003B7449"/>
    <w:rsid w:val="003B7F18"/>
    <w:rsid w:val="003C0C6E"/>
    <w:rsid w:val="003C0E6E"/>
    <w:rsid w:val="003C2671"/>
    <w:rsid w:val="003D57DE"/>
    <w:rsid w:val="003E17A3"/>
    <w:rsid w:val="003E3D3A"/>
    <w:rsid w:val="003E4588"/>
    <w:rsid w:val="003E6C72"/>
    <w:rsid w:val="003F778A"/>
    <w:rsid w:val="004015FB"/>
    <w:rsid w:val="004048FB"/>
    <w:rsid w:val="00404AFB"/>
    <w:rsid w:val="00407ADE"/>
    <w:rsid w:val="00411195"/>
    <w:rsid w:val="00423D74"/>
    <w:rsid w:val="004250DC"/>
    <w:rsid w:val="004268EB"/>
    <w:rsid w:val="0043319E"/>
    <w:rsid w:val="00435161"/>
    <w:rsid w:val="00441837"/>
    <w:rsid w:val="00443324"/>
    <w:rsid w:val="00444DCD"/>
    <w:rsid w:val="004502F6"/>
    <w:rsid w:val="004508CF"/>
    <w:rsid w:val="00451BFF"/>
    <w:rsid w:val="00460011"/>
    <w:rsid w:val="004668B8"/>
    <w:rsid w:val="004731DD"/>
    <w:rsid w:val="004741C5"/>
    <w:rsid w:val="00474275"/>
    <w:rsid w:val="004817A0"/>
    <w:rsid w:val="004828AE"/>
    <w:rsid w:val="004871E5"/>
    <w:rsid w:val="0049199A"/>
    <w:rsid w:val="004919E4"/>
    <w:rsid w:val="0049512B"/>
    <w:rsid w:val="004A1A7B"/>
    <w:rsid w:val="004A1B68"/>
    <w:rsid w:val="004A69E8"/>
    <w:rsid w:val="004A6CC4"/>
    <w:rsid w:val="004A76EE"/>
    <w:rsid w:val="004B118B"/>
    <w:rsid w:val="004B402A"/>
    <w:rsid w:val="004B72EA"/>
    <w:rsid w:val="004C30FB"/>
    <w:rsid w:val="004C4314"/>
    <w:rsid w:val="004C4E3F"/>
    <w:rsid w:val="004D3CF6"/>
    <w:rsid w:val="004D6F89"/>
    <w:rsid w:val="004E21E4"/>
    <w:rsid w:val="004E3661"/>
    <w:rsid w:val="004E45FA"/>
    <w:rsid w:val="004E4D2E"/>
    <w:rsid w:val="004F23F3"/>
    <w:rsid w:val="004F4150"/>
    <w:rsid w:val="005009ED"/>
    <w:rsid w:val="00506522"/>
    <w:rsid w:val="00516598"/>
    <w:rsid w:val="005223FE"/>
    <w:rsid w:val="005274A2"/>
    <w:rsid w:val="00536D59"/>
    <w:rsid w:val="0054555F"/>
    <w:rsid w:val="005523D7"/>
    <w:rsid w:val="00553BCF"/>
    <w:rsid w:val="00562BD4"/>
    <w:rsid w:val="0056342C"/>
    <w:rsid w:val="00570B5D"/>
    <w:rsid w:val="00571610"/>
    <w:rsid w:val="005755D6"/>
    <w:rsid w:val="00576213"/>
    <w:rsid w:val="00581A5E"/>
    <w:rsid w:val="00582EC3"/>
    <w:rsid w:val="00596D8A"/>
    <w:rsid w:val="005A00C3"/>
    <w:rsid w:val="005A0A42"/>
    <w:rsid w:val="005A339D"/>
    <w:rsid w:val="005A4E93"/>
    <w:rsid w:val="005B337B"/>
    <w:rsid w:val="005B69DE"/>
    <w:rsid w:val="005B74F5"/>
    <w:rsid w:val="005C7503"/>
    <w:rsid w:val="005D6E6B"/>
    <w:rsid w:val="005E4441"/>
    <w:rsid w:val="005E54C2"/>
    <w:rsid w:val="005F32BD"/>
    <w:rsid w:val="0060071A"/>
    <w:rsid w:val="00601292"/>
    <w:rsid w:val="00602A73"/>
    <w:rsid w:val="006165FC"/>
    <w:rsid w:val="006170CA"/>
    <w:rsid w:val="00641B44"/>
    <w:rsid w:val="00644932"/>
    <w:rsid w:val="00646B2E"/>
    <w:rsid w:val="00653B3E"/>
    <w:rsid w:val="00654CD2"/>
    <w:rsid w:val="00657161"/>
    <w:rsid w:val="006656F5"/>
    <w:rsid w:val="006668D9"/>
    <w:rsid w:val="006671CB"/>
    <w:rsid w:val="00673575"/>
    <w:rsid w:val="00673E7D"/>
    <w:rsid w:val="00681535"/>
    <w:rsid w:val="00683F98"/>
    <w:rsid w:val="0069241E"/>
    <w:rsid w:val="006924ED"/>
    <w:rsid w:val="006961D4"/>
    <w:rsid w:val="006974DF"/>
    <w:rsid w:val="00697FA0"/>
    <w:rsid w:val="006B05BD"/>
    <w:rsid w:val="006B25A6"/>
    <w:rsid w:val="006C146E"/>
    <w:rsid w:val="006C4CF4"/>
    <w:rsid w:val="006D2155"/>
    <w:rsid w:val="006D6141"/>
    <w:rsid w:val="006D6ACC"/>
    <w:rsid w:val="006E00EC"/>
    <w:rsid w:val="006E3B98"/>
    <w:rsid w:val="006E6A2D"/>
    <w:rsid w:val="0070134A"/>
    <w:rsid w:val="00702F12"/>
    <w:rsid w:val="00703607"/>
    <w:rsid w:val="007039C6"/>
    <w:rsid w:val="007065AB"/>
    <w:rsid w:val="00715E05"/>
    <w:rsid w:val="00716A0C"/>
    <w:rsid w:val="00720DD3"/>
    <w:rsid w:val="00741B5D"/>
    <w:rsid w:val="007426E4"/>
    <w:rsid w:val="00743ABD"/>
    <w:rsid w:val="00752BCF"/>
    <w:rsid w:val="00753FC5"/>
    <w:rsid w:val="0075531A"/>
    <w:rsid w:val="00755337"/>
    <w:rsid w:val="0076261D"/>
    <w:rsid w:val="00766710"/>
    <w:rsid w:val="00767DD2"/>
    <w:rsid w:val="007705A7"/>
    <w:rsid w:val="0077092B"/>
    <w:rsid w:val="00773F37"/>
    <w:rsid w:val="00774F09"/>
    <w:rsid w:val="00780A4E"/>
    <w:rsid w:val="00782A6E"/>
    <w:rsid w:val="00782ECC"/>
    <w:rsid w:val="00783EDD"/>
    <w:rsid w:val="00786326"/>
    <w:rsid w:val="00795EAA"/>
    <w:rsid w:val="007975DF"/>
    <w:rsid w:val="007A0A3E"/>
    <w:rsid w:val="007A54B4"/>
    <w:rsid w:val="007B1379"/>
    <w:rsid w:val="007B4047"/>
    <w:rsid w:val="007C0D21"/>
    <w:rsid w:val="007C489F"/>
    <w:rsid w:val="007C5128"/>
    <w:rsid w:val="007C6A44"/>
    <w:rsid w:val="007E1D67"/>
    <w:rsid w:val="007F2CF6"/>
    <w:rsid w:val="007F4D80"/>
    <w:rsid w:val="00806625"/>
    <w:rsid w:val="00807C9E"/>
    <w:rsid w:val="008106A0"/>
    <w:rsid w:val="00810C6B"/>
    <w:rsid w:val="00815E20"/>
    <w:rsid w:val="00821C72"/>
    <w:rsid w:val="00823669"/>
    <w:rsid w:val="00824ADE"/>
    <w:rsid w:val="00826CE8"/>
    <w:rsid w:val="00840EC3"/>
    <w:rsid w:val="008427F2"/>
    <w:rsid w:val="00855580"/>
    <w:rsid w:val="008577A6"/>
    <w:rsid w:val="00863B8D"/>
    <w:rsid w:val="008669F9"/>
    <w:rsid w:val="00877FA5"/>
    <w:rsid w:val="00881A11"/>
    <w:rsid w:val="0088387E"/>
    <w:rsid w:val="008A2227"/>
    <w:rsid w:val="008B1B86"/>
    <w:rsid w:val="008C13B0"/>
    <w:rsid w:val="008C300A"/>
    <w:rsid w:val="008C3DA6"/>
    <w:rsid w:val="008D17B3"/>
    <w:rsid w:val="008D7E7D"/>
    <w:rsid w:val="008E07EC"/>
    <w:rsid w:val="008E3B3D"/>
    <w:rsid w:val="008E5FCD"/>
    <w:rsid w:val="008F0C3C"/>
    <w:rsid w:val="008F304C"/>
    <w:rsid w:val="008F52E5"/>
    <w:rsid w:val="00912351"/>
    <w:rsid w:val="00914D07"/>
    <w:rsid w:val="00917D89"/>
    <w:rsid w:val="0093556A"/>
    <w:rsid w:val="009439E6"/>
    <w:rsid w:val="00946DCE"/>
    <w:rsid w:val="00952D66"/>
    <w:rsid w:val="00954B54"/>
    <w:rsid w:val="00954F77"/>
    <w:rsid w:val="00961A5F"/>
    <w:rsid w:val="00970ADE"/>
    <w:rsid w:val="00973037"/>
    <w:rsid w:val="00973D70"/>
    <w:rsid w:val="00974BFE"/>
    <w:rsid w:val="00980CCF"/>
    <w:rsid w:val="009A1136"/>
    <w:rsid w:val="009A1A5C"/>
    <w:rsid w:val="009A233D"/>
    <w:rsid w:val="009B1121"/>
    <w:rsid w:val="009B2DE6"/>
    <w:rsid w:val="009B7D25"/>
    <w:rsid w:val="009B7FCA"/>
    <w:rsid w:val="009C288A"/>
    <w:rsid w:val="009D7B94"/>
    <w:rsid w:val="009E3C82"/>
    <w:rsid w:val="009E57AC"/>
    <w:rsid w:val="009E6076"/>
    <w:rsid w:val="009E608A"/>
    <w:rsid w:val="009F2B28"/>
    <w:rsid w:val="00A034F9"/>
    <w:rsid w:val="00A04A7F"/>
    <w:rsid w:val="00A06233"/>
    <w:rsid w:val="00A069D0"/>
    <w:rsid w:val="00A1484E"/>
    <w:rsid w:val="00A22C0A"/>
    <w:rsid w:val="00A259FE"/>
    <w:rsid w:val="00A36049"/>
    <w:rsid w:val="00A37236"/>
    <w:rsid w:val="00A401FF"/>
    <w:rsid w:val="00A40E2E"/>
    <w:rsid w:val="00A4380F"/>
    <w:rsid w:val="00A476B0"/>
    <w:rsid w:val="00A50F56"/>
    <w:rsid w:val="00A51C21"/>
    <w:rsid w:val="00A5546B"/>
    <w:rsid w:val="00A55F51"/>
    <w:rsid w:val="00A62DC8"/>
    <w:rsid w:val="00A66073"/>
    <w:rsid w:val="00A732C9"/>
    <w:rsid w:val="00A7484A"/>
    <w:rsid w:val="00A77451"/>
    <w:rsid w:val="00A80DC8"/>
    <w:rsid w:val="00A81223"/>
    <w:rsid w:val="00A90DC7"/>
    <w:rsid w:val="00A9617A"/>
    <w:rsid w:val="00A97387"/>
    <w:rsid w:val="00AB0BF2"/>
    <w:rsid w:val="00AB3B7E"/>
    <w:rsid w:val="00AB3F9E"/>
    <w:rsid w:val="00AB5A92"/>
    <w:rsid w:val="00AC0B63"/>
    <w:rsid w:val="00AC1D62"/>
    <w:rsid w:val="00AD0603"/>
    <w:rsid w:val="00AD273E"/>
    <w:rsid w:val="00AD5608"/>
    <w:rsid w:val="00AD7C4C"/>
    <w:rsid w:val="00AE0F23"/>
    <w:rsid w:val="00AE608A"/>
    <w:rsid w:val="00AE7A0B"/>
    <w:rsid w:val="00AF13B8"/>
    <w:rsid w:val="00AF310B"/>
    <w:rsid w:val="00AF5D11"/>
    <w:rsid w:val="00B02D43"/>
    <w:rsid w:val="00B04BE3"/>
    <w:rsid w:val="00B114B7"/>
    <w:rsid w:val="00B14516"/>
    <w:rsid w:val="00B14DC7"/>
    <w:rsid w:val="00B15765"/>
    <w:rsid w:val="00B17408"/>
    <w:rsid w:val="00B21DA2"/>
    <w:rsid w:val="00B21F09"/>
    <w:rsid w:val="00B31D59"/>
    <w:rsid w:val="00B33350"/>
    <w:rsid w:val="00B3718B"/>
    <w:rsid w:val="00B42DC7"/>
    <w:rsid w:val="00B443E3"/>
    <w:rsid w:val="00B46CCB"/>
    <w:rsid w:val="00B52DAE"/>
    <w:rsid w:val="00B54B88"/>
    <w:rsid w:val="00B61129"/>
    <w:rsid w:val="00B62B95"/>
    <w:rsid w:val="00B63CE2"/>
    <w:rsid w:val="00B6583F"/>
    <w:rsid w:val="00B7212C"/>
    <w:rsid w:val="00B735A4"/>
    <w:rsid w:val="00B8025E"/>
    <w:rsid w:val="00B86F58"/>
    <w:rsid w:val="00B9167F"/>
    <w:rsid w:val="00B93808"/>
    <w:rsid w:val="00B93DF5"/>
    <w:rsid w:val="00BA0B11"/>
    <w:rsid w:val="00BA33F9"/>
    <w:rsid w:val="00BA4775"/>
    <w:rsid w:val="00BA5FAA"/>
    <w:rsid w:val="00BA653E"/>
    <w:rsid w:val="00BB2156"/>
    <w:rsid w:val="00BB437F"/>
    <w:rsid w:val="00BD111A"/>
    <w:rsid w:val="00BD7DFC"/>
    <w:rsid w:val="00BE193B"/>
    <w:rsid w:val="00BE3836"/>
    <w:rsid w:val="00BE3BE9"/>
    <w:rsid w:val="00BE3C2C"/>
    <w:rsid w:val="00BE4EF8"/>
    <w:rsid w:val="00BF2C26"/>
    <w:rsid w:val="00BF4A23"/>
    <w:rsid w:val="00BF5B3C"/>
    <w:rsid w:val="00C0372D"/>
    <w:rsid w:val="00C05C21"/>
    <w:rsid w:val="00C13083"/>
    <w:rsid w:val="00C142DA"/>
    <w:rsid w:val="00C14A05"/>
    <w:rsid w:val="00C20252"/>
    <w:rsid w:val="00C32AB0"/>
    <w:rsid w:val="00C35829"/>
    <w:rsid w:val="00C421AE"/>
    <w:rsid w:val="00C45819"/>
    <w:rsid w:val="00C529C5"/>
    <w:rsid w:val="00C533B7"/>
    <w:rsid w:val="00C53B4E"/>
    <w:rsid w:val="00C567E5"/>
    <w:rsid w:val="00C56A7C"/>
    <w:rsid w:val="00C630EF"/>
    <w:rsid w:val="00C6580E"/>
    <w:rsid w:val="00C77CA7"/>
    <w:rsid w:val="00C8021B"/>
    <w:rsid w:val="00C9265E"/>
    <w:rsid w:val="00C93037"/>
    <w:rsid w:val="00C94396"/>
    <w:rsid w:val="00C963EB"/>
    <w:rsid w:val="00CA7E74"/>
    <w:rsid w:val="00CB3033"/>
    <w:rsid w:val="00CC0CA1"/>
    <w:rsid w:val="00CC0D77"/>
    <w:rsid w:val="00CC5A8B"/>
    <w:rsid w:val="00CD6F6D"/>
    <w:rsid w:val="00CF060E"/>
    <w:rsid w:val="00CF1479"/>
    <w:rsid w:val="00CF7344"/>
    <w:rsid w:val="00D02F8F"/>
    <w:rsid w:val="00D17AA9"/>
    <w:rsid w:val="00D22461"/>
    <w:rsid w:val="00D23FC7"/>
    <w:rsid w:val="00D43B83"/>
    <w:rsid w:val="00D46CBF"/>
    <w:rsid w:val="00D70661"/>
    <w:rsid w:val="00D727CB"/>
    <w:rsid w:val="00D73EA1"/>
    <w:rsid w:val="00D80A5D"/>
    <w:rsid w:val="00D822A8"/>
    <w:rsid w:val="00D82ABC"/>
    <w:rsid w:val="00D830F5"/>
    <w:rsid w:val="00D92D9B"/>
    <w:rsid w:val="00D96E90"/>
    <w:rsid w:val="00DA0176"/>
    <w:rsid w:val="00DA0A1B"/>
    <w:rsid w:val="00DA6290"/>
    <w:rsid w:val="00DB0BB9"/>
    <w:rsid w:val="00DB0FC8"/>
    <w:rsid w:val="00DB2B44"/>
    <w:rsid w:val="00DB3244"/>
    <w:rsid w:val="00DB4ED5"/>
    <w:rsid w:val="00DC11A4"/>
    <w:rsid w:val="00DC1E24"/>
    <w:rsid w:val="00DC49C2"/>
    <w:rsid w:val="00DC7930"/>
    <w:rsid w:val="00DD4B9F"/>
    <w:rsid w:val="00DE4A9D"/>
    <w:rsid w:val="00DE784B"/>
    <w:rsid w:val="00DE7C10"/>
    <w:rsid w:val="00DF68B7"/>
    <w:rsid w:val="00E07A64"/>
    <w:rsid w:val="00E07FF0"/>
    <w:rsid w:val="00E124DF"/>
    <w:rsid w:val="00E1601C"/>
    <w:rsid w:val="00E231B6"/>
    <w:rsid w:val="00E24304"/>
    <w:rsid w:val="00E25463"/>
    <w:rsid w:val="00E319ED"/>
    <w:rsid w:val="00E436B7"/>
    <w:rsid w:val="00E50108"/>
    <w:rsid w:val="00E544F9"/>
    <w:rsid w:val="00E55D1E"/>
    <w:rsid w:val="00E6368A"/>
    <w:rsid w:val="00E64C9B"/>
    <w:rsid w:val="00E6595C"/>
    <w:rsid w:val="00E91EBE"/>
    <w:rsid w:val="00E9440B"/>
    <w:rsid w:val="00E9607A"/>
    <w:rsid w:val="00E9737A"/>
    <w:rsid w:val="00EB1A1C"/>
    <w:rsid w:val="00EB3BD6"/>
    <w:rsid w:val="00EB461F"/>
    <w:rsid w:val="00EC1729"/>
    <w:rsid w:val="00ED02E9"/>
    <w:rsid w:val="00ED19A2"/>
    <w:rsid w:val="00ED2C9C"/>
    <w:rsid w:val="00EE45AA"/>
    <w:rsid w:val="00EE4B46"/>
    <w:rsid w:val="00EE4FF0"/>
    <w:rsid w:val="00EE5862"/>
    <w:rsid w:val="00EE6425"/>
    <w:rsid w:val="00EE6956"/>
    <w:rsid w:val="00EF4F14"/>
    <w:rsid w:val="00F00C57"/>
    <w:rsid w:val="00F05BC1"/>
    <w:rsid w:val="00F14DA0"/>
    <w:rsid w:val="00F15DD8"/>
    <w:rsid w:val="00F173CF"/>
    <w:rsid w:val="00F2596B"/>
    <w:rsid w:val="00F2688F"/>
    <w:rsid w:val="00F3410B"/>
    <w:rsid w:val="00F341B4"/>
    <w:rsid w:val="00F45E19"/>
    <w:rsid w:val="00F52904"/>
    <w:rsid w:val="00F5531F"/>
    <w:rsid w:val="00F56A12"/>
    <w:rsid w:val="00F63D5B"/>
    <w:rsid w:val="00F649A4"/>
    <w:rsid w:val="00F64DA7"/>
    <w:rsid w:val="00F65AA6"/>
    <w:rsid w:val="00F7054B"/>
    <w:rsid w:val="00F71B39"/>
    <w:rsid w:val="00F742A3"/>
    <w:rsid w:val="00F83D24"/>
    <w:rsid w:val="00F8733D"/>
    <w:rsid w:val="00F909DB"/>
    <w:rsid w:val="00F9229E"/>
    <w:rsid w:val="00F927B7"/>
    <w:rsid w:val="00F92BE2"/>
    <w:rsid w:val="00F95561"/>
    <w:rsid w:val="00FA4127"/>
    <w:rsid w:val="00FA5B78"/>
    <w:rsid w:val="00FA7CE1"/>
    <w:rsid w:val="00FB7B54"/>
    <w:rsid w:val="00FC0AA7"/>
    <w:rsid w:val="00FC4761"/>
    <w:rsid w:val="00FD4E61"/>
    <w:rsid w:val="00FD7986"/>
    <w:rsid w:val="00FE16D6"/>
    <w:rsid w:val="00FE4367"/>
    <w:rsid w:val="00FF3B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2DFC7E-E4C2-4332-8363-194AA8167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Normal Indent" w:qFormat="1"/>
    <w:lsdException w:name="caption" w:qFormat="1"/>
    <w:lsdException w:name="List Number"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1CFD"/>
    <w:pPr>
      <w:spacing w:before="60" w:after="60"/>
      <w:jc w:val="both"/>
    </w:pPr>
    <w:rPr>
      <w:rFonts w:ascii="Arial" w:hAnsi="Arial"/>
      <w:sz w:val="22"/>
    </w:rPr>
  </w:style>
  <w:style w:type="paragraph" w:styleId="Nadpis1">
    <w:name w:val="heading 1"/>
    <w:basedOn w:val="Normln"/>
    <w:next w:val="Normln"/>
    <w:link w:val="Nadpis1Char"/>
    <w:qFormat/>
    <w:rsid w:val="0003532A"/>
    <w:pPr>
      <w:numPr>
        <w:numId w:val="6"/>
      </w:numPr>
      <w:tabs>
        <w:tab w:val="left" w:pos="567"/>
      </w:tabs>
      <w:spacing w:before="120" w:after="40"/>
      <w:jc w:val="left"/>
      <w:outlineLvl w:val="0"/>
    </w:pPr>
    <w:rPr>
      <w:b/>
      <w:caps/>
      <w:noProof/>
      <w:kern w:val="28"/>
      <w:sz w:val="36"/>
      <w:szCs w:val="36"/>
      <w14:shadow w14:blurRad="50800" w14:dist="38100" w14:dir="2700000" w14:sx="100000" w14:sy="100000" w14:kx="0" w14:ky="0" w14:algn="tl">
        <w14:srgbClr w14:val="000000">
          <w14:alpha w14:val="60000"/>
        </w14:srgbClr>
      </w14:shadow>
    </w:rPr>
  </w:style>
  <w:style w:type="paragraph" w:styleId="Nadpis2">
    <w:name w:val="heading 2"/>
    <w:basedOn w:val="Normln"/>
    <w:next w:val="Normln"/>
    <w:link w:val="Nadpis2Char"/>
    <w:qFormat/>
    <w:rsid w:val="0015049C"/>
    <w:pPr>
      <w:keepNext/>
      <w:numPr>
        <w:ilvl w:val="1"/>
        <w:numId w:val="6"/>
      </w:numPr>
      <w:tabs>
        <w:tab w:val="left" w:pos="567"/>
      </w:tabs>
      <w:spacing w:before="120" w:after="40"/>
      <w:ind w:left="57"/>
      <w:outlineLvl w:val="1"/>
    </w:pPr>
    <w:rPr>
      <w:b/>
      <w:bCs/>
      <w:iCs/>
      <w:caps/>
      <w:noProof/>
      <w:sz w:val="32"/>
      <w:szCs w:val="32"/>
    </w:rPr>
  </w:style>
  <w:style w:type="paragraph" w:styleId="Nadpis3">
    <w:name w:val="heading 3"/>
    <w:basedOn w:val="Normln"/>
    <w:next w:val="Normln"/>
    <w:link w:val="Nadpis3Char"/>
    <w:qFormat/>
    <w:rsid w:val="0015049C"/>
    <w:pPr>
      <w:keepNext/>
      <w:numPr>
        <w:ilvl w:val="2"/>
        <w:numId w:val="6"/>
      </w:numPr>
      <w:tabs>
        <w:tab w:val="left" w:pos="567"/>
      </w:tabs>
      <w:spacing w:before="80" w:after="40"/>
      <w:ind w:left="680"/>
      <w:jc w:val="left"/>
      <w:outlineLvl w:val="2"/>
    </w:pPr>
    <w:rPr>
      <w:b/>
      <w:i/>
      <w:noProof/>
      <w:sz w:val="32"/>
      <w:szCs w:val="32"/>
    </w:rPr>
  </w:style>
  <w:style w:type="paragraph" w:styleId="Nadpis4">
    <w:name w:val="heading 4"/>
    <w:basedOn w:val="Normln"/>
    <w:next w:val="Normln"/>
    <w:link w:val="Nadpis4Char"/>
    <w:qFormat/>
    <w:rsid w:val="00DE7C10"/>
    <w:pPr>
      <w:keepNext/>
      <w:spacing w:before="120" w:after="0"/>
      <w:ind w:left="170"/>
      <w:jc w:val="left"/>
      <w:outlineLvl w:val="3"/>
    </w:pPr>
    <w:rPr>
      <w:rFonts w:ascii="Times New Roman" w:hAnsi="Times New Roman"/>
      <w:b/>
      <w:bCs/>
      <w:i/>
      <w:color w:val="000000" w:themeColor="text1"/>
      <w:sz w:val="24"/>
      <w:szCs w:val="24"/>
    </w:rPr>
  </w:style>
  <w:style w:type="paragraph" w:styleId="Nadpis5">
    <w:name w:val="heading 5"/>
    <w:basedOn w:val="Normln"/>
    <w:next w:val="Normln"/>
    <w:qFormat/>
    <w:rsid w:val="00B3718B"/>
    <w:pPr>
      <w:keepNext/>
      <w:ind w:left="170"/>
      <w:outlineLvl w:val="4"/>
    </w:pPr>
    <w:rPr>
      <w:b/>
      <w:i/>
    </w:rPr>
  </w:style>
  <w:style w:type="paragraph" w:styleId="Nadpis6">
    <w:name w:val="heading 6"/>
    <w:basedOn w:val="Normln"/>
    <w:next w:val="Normln"/>
    <w:qFormat/>
    <w:rsid w:val="00D22461"/>
    <w:pPr>
      <w:keepNext/>
      <w:outlineLvl w:val="5"/>
    </w:pPr>
    <w:rPr>
      <w:b/>
    </w:rPr>
  </w:style>
  <w:style w:type="paragraph" w:styleId="Nadpis7">
    <w:name w:val="heading 7"/>
    <w:basedOn w:val="Normln"/>
    <w:next w:val="Normln"/>
    <w:qFormat/>
    <w:rsid w:val="00D22461"/>
    <w:pPr>
      <w:keepNext/>
      <w:spacing w:before="0"/>
      <w:jc w:val="right"/>
      <w:outlineLvl w:val="6"/>
    </w:pPr>
    <w:rPr>
      <w:rFonts w:ascii="Times New Roman" w:hAnsi="Times New Roman"/>
      <w:b/>
      <w:sz w:val="52"/>
    </w:rPr>
  </w:style>
  <w:style w:type="paragraph" w:styleId="Nadpis8">
    <w:name w:val="heading 8"/>
    <w:basedOn w:val="Normln"/>
    <w:next w:val="Normln"/>
    <w:qFormat/>
    <w:rsid w:val="00D22461"/>
    <w:pPr>
      <w:keepNext/>
      <w:spacing w:before="0"/>
      <w:outlineLvl w:val="7"/>
    </w:pPr>
    <w:rPr>
      <w:rFonts w:ascii="Times New Roman" w:hAnsi="Times New Roman"/>
      <w:i/>
      <w:sz w:val="24"/>
    </w:rPr>
  </w:style>
  <w:style w:type="paragraph" w:styleId="Nadpis9">
    <w:name w:val="heading 9"/>
    <w:basedOn w:val="Normln"/>
    <w:next w:val="Normln"/>
    <w:qFormat/>
    <w:rsid w:val="00D22461"/>
    <w:pPr>
      <w:keepNext/>
      <w:jc w:val="left"/>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KlvesniceHTML">
    <w:name w:val="HTML Keyboard"/>
    <w:rsid w:val="00276C5C"/>
    <w:rPr>
      <w:rFonts w:ascii="Courier New" w:hAnsi="Courier New" w:cs="Courier New"/>
      <w:sz w:val="20"/>
      <w:szCs w:val="20"/>
    </w:rPr>
  </w:style>
  <w:style w:type="paragraph" w:styleId="Normlnodsazen">
    <w:name w:val="Normal Indent"/>
    <w:basedOn w:val="Normln"/>
    <w:qFormat/>
    <w:rsid w:val="006974DF"/>
    <w:pPr>
      <w:ind w:left="341" w:hanging="284"/>
    </w:pPr>
  </w:style>
  <w:style w:type="paragraph" w:customStyle="1" w:styleId="Obrzekpopis">
    <w:name w:val="Obrázek_popis"/>
    <w:basedOn w:val="Titulek"/>
    <w:next w:val="Normln"/>
    <w:rsid w:val="00285CD1"/>
  </w:style>
  <w:style w:type="paragraph" w:customStyle="1" w:styleId="POZNAMKA">
    <w:name w:val="POZNAMKA"/>
    <w:basedOn w:val="Normln"/>
    <w:next w:val="Normln"/>
    <w:rsid w:val="00DB3244"/>
    <w:pPr>
      <w:shd w:val="clear" w:color="auto" w:fill="E0E0E0"/>
    </w:pPr>
    <w:rPr>
      <w:sz w:val="20"/>
    </w:rPr>
  </w:style>
  <w:style w:type="paragraph" w:customStyle="1" w:styleId="HVEZDY2">
    <w:name w:val="HVEZDY_2"/>
    <w:basedOn w:val="Normln"/>
    <w:next w:val="Normln"/>
    <w:rsid w:val="00AB3B7E"/>
    <w:pPr>
      <w:tabs>
        <w:tab w:val="left" w:pos="510"/>
        <w:tab w:val="left" w:pos="624"/>
        <w:tab w:val="left" w:pos="737"/>
      </w:tabs>
      <w:spacing w:before="20" w:after="20"/>
    </w:pPr>
    <w:rPr>
      <w:rFonts w:cs="Arial"/>
    </w:rPr>
  </w:style>
  <w:style w:type="paragraph" w:customStyle="1" w:styleId="Tabulka">
    <w:name w:val="Tabulka"/>
    <w:basedOn w:val="Normln"/>
    <w:rsid w:val="00DB3244"/>
    <w:pPr>
      <w:spacing w:before="0" w:after="0"/>
      <w:jc w:val="center"/>
    </w:pPr>
    <w:rPr>
      <w:rFonts w:ascii="Arial Narrow" w:hAnsi="Arial Narrow"/>
      <w:sz w:val="20"/>
    </w:rPr>
  </w:style>
  <w:style w:type="paragraph" w:styleId="Titulek">
    <w:name w:val="caption"/>
    <w:aliases w:val="Caption Char Char Char,Caption Char1 Char Char,Caption Char1 Char,Caption Char1 Char Char Char Char Char Char,Caption Char Char Char Char Char,Caption Char Char Char Char,Caption Char Char"/>
    <w:basedOn w:val="Normln"/>
    <w:next w:val="Normln"/>
    <w:link w:val="TitulekChar"/>
    <w:qFormat/>
    <w:rsid w:val="00F00C57"/>
    <w:pPr>
      <w:jc w:val="center"/>
    </w:pPr>
    <w:rPr>
      <w:rFonts w:ascii="Arial Narrow" w:hAnsi="Arial Narrow"/>
      <w:bCs/>
      <w:i/>
      <w:sz w:val="20"/>
    </w:rPr>
  </w:style>
  <w:style w:type="paragraph" w:styleId="slovanseznam">
    <w:name w:val="List Number"/>
    <w:basedOn w:val="Normln"/>
    <w:next w:val="Normln"/>
    <w:link w:val="slovanseznamChar"/>
    <w:qFormat/>
    <w:rsid w:val="00C529C5"/>
    <w:pPr>
      <w:numPr>
        <w:numId w:val="26"/>
      </w:numPr>
    </w:pPr>
    <w:rPr>
      <w:noProof/>
    </w:rPr>
  </w:style>
  <w:style w:type="paragraph" w:customStyle="1" w:styleId="Prav">
    <w:name w:val="Pravý"/>
    <w:basedOn w:val="Normln"/>
    <w:next w:val="Normln"/>
    <w:rsid w:val="00DB3244"/>
    <w:pPr>
      <w:jc w:val="right"/>
    </w:pPr>
    <w:rPr>
      <w:i/>
    </w:rPr>
  </w:style>
  <w:style w:type="paragraph" w:customStyle="1" w:styleId="Anglicky">
    <w:name w:val="Anglicky"/>
    <w:basedOn w:val="Normln"/>
    <w:next w:val="Normln"/>
    <w:link w:val="AnglickyChar1"/>
    <w:rsid w:val="002829CA"/>
    <w:pPr>
      <w:spacing w:before="20" w:after="20"/>
    </w:pPr>
    <w:rPr>
      <w:i/>
      <w:noProof/>
      <w:sz w:val="18"/>
      <w:szCs w:val="18"/>
      <w:lang w:val="en-US"/>
    </w:rPr>
  </w:style>
  <w:style w:type="paragraph" w:styleId="Zhlav">
    <w:name w:val="header"/>
    <w:basedOn w:val="Normln"/>
    <w:rsid w:val="00DB3244"/>
    <w:pPr>
      <w:tabs>
        <w:tab w:val="center" w:pos="4536"/>
        <w:tab w:val="right" w:pos="9072"/>
      </w:tabs>
    </w:pPr>
  </w:style>
  <w:style w:type="paragraph" w:styleId="Zpat">
    <w:name w:val="footer"/>
    <w:basedOn w:val="Normln"/>
    <w:rsid w:val="0003532A"/>
    <w:pPr>
      <w:tabs>
        <w:tab w:val="center" w:pos="4536"/>
        <w:tab w:val="right" w:pos="9072"/>
      </w:tabs>
    </w:pPr>
    <w:rPr>
      <w:i/>
      <w:sz w:val="20"/>
    </w:rPr>
  </w:style>
  <w:style w:type="character" w:styleId="slostrnky">
    <w:name w:val="page number"/>
    <w:rsid w:val="0003532A"/>
    <w:rPr>
      <w:rFonts w:ascii="Arial" w:hAnsi="Arial"/>
      <w:i/>
      <w:sz w:val="20"/>
      <w:szCs w:val="20"/>
    </w:rPr>
  </w:style>
  <w:style w:type="paragraph" w:customStyle="1" w:styleId="acka">
    <w:name w:val="acka"/>
    <w:basedOn w:val="Normln"/>
    <w:next w:val="Normln"/>
    <w:link w:val="ackaCharChar"/>
    <w:rsid w:val="00961A5F"/>
    <w:rPr>
      <w:szCs w:val="22"/>
    </w:rPr>
  </w:style>
  <w:style w:type="character" w:styleId="AkronymHTML">
    <w:name w:val="HTML Acronym"/>
    <w:basedOn w:val="Standardnpsmoodstavce"/>
    <w:rsid w:val="008E5FCD"/>
  </w:style>
  <w:style w:type="character" w:customStyle="1" w:styleId="Povelyznabdky">
    <w:name w:val="Povely z nabídky"/>
    <w:rsid w:val="00C142DA"/>
    <w:rPr>
      <w:smallCaps/>
    </w:rPr>
  </w:style>
  <w:style w:type="paragraph" w:customStyle="1" w:styleId="Obrpopis">
    <w:name w:val="Obr_popis"/>
    <w:basedOn w:val="Normln"/>
    <w:next w:val="Normln"/>
    <w:rsid w:val="00035B03"/>
    <w:pPr>
      <w:spacing w:before="0" w:after="0"/>
      <w:jc w:val="center"/>
    </w:pPr>
    <w:rPr>
      <w:i/>
      <w:sz w:val="20"/>
    </w:rPr>
  </w:style>
  <w:style w:type="paragraph" w:customStyle="1" w:styleId="Malacestina">
    <w:name w:val="Mala cestina"/>
    <w:basedOn w:val="Normln"/>
    <w:link w:val="MalacestinaChar"/>
    <w:rsid w:val="00DB3244"/>
    <w:pPr>
      <w:spacing w:before="0" w:after="0"/>
    </w:pPr>
    <w:rPr>
      <w:i/>
      <w:sz w:val="18"/>
    </w:rPr>
  </w:style>
  <w:style w:type="numbering" w:styleId="1ai">
    <w:name w:val="Outline List 1"/>
    <w:basedOn w:val="Bezseznamu"/>
    <w:rsid w:val="008E5FCD"/>
    <w:pPr>
      <w:numPr>
        <w:numId w:val="9"/>
      </w:numPr>
    </w:pPr>
  </w:style>
  <w:style w:type="paragraph" w:customStyle="1" w:styleId="Odrky">
    <w:name w:val="Odrážky"/>
    <w:basedOn w:val="Normln"/>
    <w:qFormat/>
    <w:rsid w:val="006974DF"/>
    <w:pPr>
      <w:numPr>
        <w:numId w:val="2"/>
      </w:numPr>
      <w:spacing w:before="40"/>
    </w:pPr>
  </w:style>
  <w:style w:type="paragraph" w:styleId="Seznamsodrkami">
    <w:name w:val="List Bullet"/>
    <w:basedOn w:val="Normln"/>
    <w:rsid w:val="0003532A"/>
    <w:pPr>
      <w:numPr>
        <w:numId w:val="5"/>
      </w:numPr>
      <w:tabs>
        <w:tab w:val="clear" w:pos="643"/>
        <w:tab w:val="left" w:pos="284"/>
      </w:tabs>
      <w:spacing w:before="40" w:after="0"/>
      <w:ind w:left="414" w:hanging="357"/>
    </w:pPr>
  </w:style>
  <w:style w:type="paragraph" w:customStyle="1" w:styleId="TUCNY">
    <w:name w:val="TUCNY"/>
    <w:basedOn w:val="Normln"/>
    <w:next w:val="Normln"/>
    <w:rsid w:val="0006077A"/>
    <w:rPr>
      <w:b/>
    </w:rPr>
  </w:style>
  <w:style w:type="paragraph" w:customStyle="1" w:styleId="hvzdy0">
    <w:name w:val="hvězdy"/>
    <w:basedOn w:val="Normln"/>
    <w:link w:val="hvzdyChar1"/>
    <w:rsid w:val="00D22461"/>
    <w:pPr>
      <w:numPr>
        <w:numId w:val="21"/>
      </w:numPr>
      <w:tabs>
        <w:tab w:val="clear" w:pos="360"/>
        <w:tab w:val="left" w:pos="340"/>
        <w:tab w:val="num" w:pos="1494"/>
      </w:tabs>
      <w:spacing w:before="0" w:after="0"/>
      <w:ind w:left="567" w:hanging="510"/>
    </w:pPr>
    <w:rPr>
      <w:noProof/>
      <w:szCs w:val="22"/>
    </w:rPr>
  </w:style>
  <w:style w:type="paragraph" w:customStyle="1" w:styleId="CharChar6">
    <w:name w:val="Char Char6"/>
    <w:basedOn w:val="Normln"/>
    <w:rsid w:val="00D22461"/>
    <w:pPr>
      <w:spacing w:before="0" w:after="160" w:line="240" w:lineRule="exact"/>
      <w:jc w:val="left"/>
    </w:pPr>
    <w:rPr>
      <w:rFonts w:ascii="Verdana" w:hAnsi="Verdana"/>
      <w:sz w:val="20"/>
      <w:lang w:val="en-US" w:eastAsia="en-US"/>
    </w:rPr>
  </w:style>
  <w:style w:type="paragraph" w:styleId="slovanseznam2">
    <w:name w:val="List Number 2"/>
    <w:basedOn w:val="Normln"/>
    <w:rsid w:val="00276C5C"/>
    <w:pPr>
      <w:numPr>
        <w:numId w:val="7"/>
      </w:numPr>
    </w:pPr>
  </w:style>
  <w:style w:type="paragraph" w:styleId="Seznamsodrkami2">
    <w:name w:val="List Bullet 2"/>
    <w:basedOn w:val="Normln"/>
    <w:rsid w:val="00276C5C"/>
    <w:pPr>
      <w:numPr>
        <w:numId w:val="8"/>
      </w:numPr>
    </w:pPr>
  </w:style>
  <w:style w:type="paragraph" w:customStyle="1" w:styleId="carlo">
    <w:name w:val="carlo"/>
    <w:basedOn w:val="Normln"/>
    <w:next w:val="Normln"/>
    <w:rsid w:val="00D22461"/>
    <w:pPr>
      <w:numPr>
        <w:numId w:val="10"/>
      </w:numPr>
      <w:tabs>
        <w:tab w:val="left" w:pos="567"/>
        <w:tab w:val="left" w:pos="1068"/>
      </w:tabs>
      <w:spacing w:before="0" w:after="0"/>
      <w:ind w:left="624" w:hanging="454"/>
    </w:pPr>
  </w:style>
  <w:style w:type="character" w:customStyle="1" w:styleId="ZLUTY">
    <w:name w:val="ZLUTY"/>
    <w:rsid w:val="00D22461"/>
    <w:rPr>
      <w:rFonts w:ascii="Arial" w:hAnsi="Arial"/>
      <w:color w:val="auto"/>
      <w:sz w:val="22"/>
      <w:bdr w:val="none" w:sz="0" w:space="0" w:color="auto"/>
      <w:shd w:val="clear" w:color="auto" w:fill="FFFF99"/>
    </w:rPr>
  </w:style>
  <w:style w:type="paragraph" w:styleId="Obsah2">
    <w:name w:val="toc 2"/>
    <w:basedOn w:val="Normln"/>
    <w:next w:val="Normln"/>
    <w:autoRedefine/>
    <w:semiHidden/>
    <w:rsid w:val="00D22461"/>
    <w:pPr>
      <w:spacing w:before="0" w:after="0"/>
      <w:ind w:left="220"/>
      <w:jc w:val="left"/>
    </w:pPr>
    <w:rPr>
      <w:rFonts w:ascii="Times New Roman" w:hAnsi="Times New Roman"/>
      <w:smallCaps/>
      <w:sz w:val="20"/>
    </w:rPr>
  </w:style>
  <w:style w:type="paragraph" w:styleId="Zkladntext">
    <w:name w:val="Body Text"/>
    <w:basedOn w:val="Normln"/>
    <w:link w:val="ZkladntextChar1"/>
    <w:rsid w:val="00F2596B"/>
  </w:style>
  <w:style w:type="paragraph" w:customStyle="1" w:styleId="Tab">
    <w:name w:val="Tab"/>
    <w:basedOn w:val="Normln"/>
    <w:next w:val="Normln"/>
    <w:rsid w:val="00D22461"/>
    <w:pPr>
      <w:jc w:val="center"/>
    </w:pPr>
    <w:rPr>
      <w:rFonts w:ascii="Arial Narrow" w:hAnsi="Arial Narrow"/>
      <w:sz w:val="20"/>
    </w:rPr>
  </w:style>
  <w:style w:type="numbering" w:customStyle="1" w:styleId="Seznamacka">
    <w:name w:val="Seznam_acka"/>
    <w:basedOn w:val="Bezseznamu"/>
    <w:rsid w:val="009B7FCA"/>
    <w:pPr>
      <w:numPr>
        <w:numId w:val="1"/>
      </w:numPr>
    </w:pPr>
  </w:style>
  <w:style w:type="character" w:styleId="Siln">
    <w:name w:val="Strong"/>
    <w:qFormat/>
    <w:rsid w:val="00DA0A1B"/>
    <w:rPr>
      <w:b/>
      <w:bCs/>
    </w:rPr>
  </w:style>
  <w:style w:type="paragraph" w:styleId="Zkladntextodsazen">
    <w:name w:val="Body Text Indent"/>
    <w:basedOn w:val="Normln"/>
    <w:link w:val="ZkladntextodsazenChar"/>
    <w:rsid w:val="00D22461"/>
    <w:pPr>
      <w:ind w:firstLine="284"/>
    </w:pPr>
    <w:rPr>
      <w:rFonts w:ascii="Times New Roman" w:hAnsi="Times New Roman"/>
      <w:sz w:val="24"/>
    </w:rPr>
  </w:style>
  <w:style w:type="paragraph" w:customStyle="1" w:styleId="Obrzekcentrum">
    <w:name w:val="Obrázek_centrum"/>
    <w:basedOn w:val="Normln"/>
    <w:rsid w:val="0003532A"/>
    <w:pPr>
      <w:keepNext/>
      <w:spacing w:before="0" w:after="0" w:line="240" w:lineRule="atLeast"/>
      <w:jc w:val="center"/>
    </w:pPr>
    <w:rPr>
      <w:sz w:val="18"/>
    </w:rPr>
  </w:style>
  <w:style w:type="paragraph" w:styleId="Obsah1">
    <w:name w:val="toc 1"/>
    <w:basedOn w:val="Normln"/>
    <w:next w:val="Normln"/>
    <w:autoRedefine/>
    <w:uiPriority w:val="39"/>
    <w:rsid w:val="00D22461"/>
    <w:pPr>
      <w:spacing w:before="120"/>
      <w:jc w:val="left"/>
    </w:pPr>
    <w:rPr>
      <w:rFonts w:ascii="Times New Roman" w:hAnsi="Times New Roman"/>
      <w:b/>
      <w:bCs/>
      <w:caps/>
      <w:sz w:val="20"/>
    </w:rPr>
  </w:style>
  <w:style w:type="paragraph" w:styleId="Obsah3">
    <w:name w:val="toc 3"/>
    <w:basedOn w:val="Normln"/>
    <w:next w:val="Normln"/>
    <w:autoRedefine/>
    <w:semiHidden/>
    <w:rsid w:val="00D22461"/>
    <w:pPr>
      <w:spacing w:before="0" w:after="0"/>
      <w:ind w:left="440"/>
      <w:jc w:val="left"/>
    </w:pPr>
    <w:rPr>
      <w:rFonts w:ascii="Times New Roman" w:hAnsi="Times New Roman"/>
      <w:i/>
      <w:iCs/>
      <w:sz w:val="20"/>
    </w:rPr>
  </w:style>
  <w:style w:type="paragraph" w:styleId="Obsah4">
    <w:name w:val="toc 4"/>
    <w:basedOn w:val="Normln"/>
    <w:next w:val="Normln"/>
    <w:autoRedefine/>
    <w:semiHidden/>
    <w:rsid w:val="00D22461"/>
    <w:pPr>
      <w:spacing w:before="0" w:after="0"/>
      <w:ind w:left="660"/>
      <w:jc w:val="left"/>
    </w:pPr>
    <w:rPr>
      <w:rFonts w:ascii="Times New Roman" w:hAnsi="Times New Roman"/>
      <w:sz w:val="18"/>
      <w:szCs w:val="18"/>
    </w:rPr>
  </w:style>
  <w:style w:type="paragraph" w:styleId="Obsah5">
    <w:name w:val="toc 5"/>
    <w:basedOn w:val="Normln"/>
    <w:next w:val="Normln"/>
    <w:autoRedefine/>
    <w:semiHidden/>
    <w:rsid w:val="00D22461"/>
    <w:pPr>
      <w:spacing w:before="0" w:after="0"/>
      <w:ind w:left="880"/>
      <w:jc w:val="left"/>
    </w:pPr>
    <w:rPr>
      <w:rFonts w:ascii="Times New Roman" w:hAnsi="Times New Roman"/>
      <w:sz w:val="18"/>
      <w:szCs w:val="18"/>
    </w:rPr>
  </w:style>
  <w:style w:type="paragraph" w:styleId="Obsah6">
    <w:name w:val="toc 6"/>
    <w:basedOn w:val="Normln"/>
    <w:next w:val="Normln"/>
    <w:autoRedefine/>
    <w:semiHidden/>
    <w:rsid w:val="00D22461"/>
    <w:pPr>
      <w:spacing w:before="0" w:after="0"/>
      <w:ind w:left="1100"/>
      <w:jc w:val="left"/>
    </w:pPr>
    <w:rPr>
      <w:rFonts w:ascii="Times New Roman" w:hAnsi="Times New Roman"/>
      <w:sz w:val="18"/>
      <w:szCs w:val="18"/>
    </w:rPr>
  </w:style>
  <w:style w:type="paragraph" w:styleId="Obsah7">
    <w:name w:val="toc 7"/>
    <w:basedOn w:val="Normln"/>
    <w:next w:val="Normln"/>
    <w:autoRedefine/>
    <w:semiHidden/>
    <w:rsid w:val="00D22461"/>
    <w:pPr>
      <w:spacing w:before="0" w:after="0"/>
      <w:ind w:left="1320"/>
      <w:jc w:val="left"/>
    </w:pPr>
    <w:rPr>
      <w:rFonts w:ascii="Times New Roman" w:hAnsi="Times New Roman"/>
      <w:sz w:val="18"/>
      <w:szCs w:val="18"/>
    </w:rPr>
  </w:style>
  <w:style w:type="paragraph" w:styleId="Obsah8">
    <w:name w:val="toc 8"/>
    <w:basedOn w:val="Normln"/>
    <w:next w:val="Normln"/>
    <w:autoRedefine/>
    <w:semiHidden/>
    <w:rsid w:val="00D22461"/>
    <w:pPr>
      <w:spacing w:before="0" w:after="0"/>
      <w:ind w:left="1540"/>
      <w:jc w:val="left"/>
    </w:pPr>
    <w:rPr>
      <w:rFonts w:ascii="Times New Roman" w:hAnsi="Times New Roman"/>
      <w:sz w:val="18"/>
      <w:szCs w:val="18"/>
    </w:rPr>
  </w:style>
  <w:style w:type="paragraph" w:styleId="Obsah9">
    <w:name w:val="toc 9"/>
    <w:basedOn w:val="Normln"/>
    <w:next w:val="Normln"/>
    <w:autoRedefine/>
    <w:semiHidden/>
    <w:rsid w:val="00D22461"/>
    <w:pPr>
      <w:spacing w:before="0" w:after="0"/>
      <w:ind w:left="1760"/>
      <w:jc w:val="left"/>
    </w:pPr>
    <w:rPr>
      <w:rFonts w:ascii="Times New Roman" w:hAnsi="Times New Roman"/>
      <w:sz w:val="18"/>
      <w:szCs w:val="18"/>
    </w:rPr>
  </w:style>
  <w:style w:type="paragraph" w:styleId="Zkladntextodsazen2">
    <w:name w:val="Body Text Indent 2"/>
    <w:basedOn w:val="Normln"/>
    <w:rsid w:val="00D22461"/>
    <w:pPr>
      <w:ind w:left="453"/>
    </w:pPr>
  </w:style>
  <w:style w:type="paragraph" w:styleId="Zkladntextodsazen3">
    <w:name w:val="Body Text Indent 3"/>
    <w:basedOn w:val="Normln"/>
    <w:rsid w:val="00D22461"/>
    <w:pPr>
      <w:ind w:firstLine="284"/>
    </w:pPr>
  </w:style>
  <w:style w:type="paragraph" w:customStyle="1" w:styleId="Obrzek">
    <w:name w:val="Obrázek"/>
    <w:basedOn w:val="Normln"/>
    <w:next w:val="Titulek"/>
    <w:rsid w:val="00D22461"/>
    <w:pPr>
      <w:spacing w:before="80" w:after="80"/>
      <w:jc w:val="center"/>
    </w:pPr>
    <w:rPr>
      <w:noProof/>
      <w:szCs w:val="22"/>
    </w:rPr>
  </w:style>
  <w:style w:type="paragraph" w:styleId="Rozloendokumentu">
    <w:name w:val="Document Map"/>
    <w:basedOn w:val="Normln"/>
    <w:semiHidden/>
    <w:rsid w:val="00D22461"/>
    <w:pPr>
      <w:shd w:val="clear" w:color="auto" w:fill="000080"/>
    </w:pPr>
    <w:rPr>
      <w:rFonts w:ascii="Tahoma" w:hAnsi="Tahoma"/>
    </w:rPr>
  </w:style>
  <w:style w:type="paragraph" w:styleId="Textvbloku">
    <w:name w:val="Block Text"/>
    <w:basedOn w:val="Normln"/>
    <w:rsid w:val="00D22461"/>
    <w:pPr>
      <w:pBdr>
        <w:top w:val="single" w:sz="4" w:space="1" w:color="auto"/>
        <w:left w:val="single" w:sz="4" w:space="4" w:color="auto"/>
        <w:bottom w:val="single" w:sz="4" w:space="1" w:color="auto"/>
        <w:right w:val="single" w:sz="4" w:space="4" w:color="auto"/>
      </w:pBdr>
      <w:ind w:left="142" w:right="141"/>
    </w:pPr>
  </w:style>
  <w:style w:type="paragraph" w:styleId="Zkladntext2">
    <w:name w:val="Body Text 2"/>
    <w:basedOn w:val="Normln"/>
    <w:rsid w:val="00D22461"/>
    <w:rPr>
      <w:i/>
    </w:rPr>
  </w:style>
  <w:style w:type="paragraph" w:customStyle="1" w:styleId="odstwin">
    <w:name w:val="odstwin"/>
    <w:basedOn w:val="Normln"/>
    <w:rsid w:val="00D22461"/>
    <w:pPr>
      <w:widowControl w:val="0"/>
      <w:spacing w:before="0" w:after="0"/>
      <w:ind w:left="567" w:hanging="283"/>
    </w:pPr>
  </w:style>
  <w:style w:type="character" w:customStyle="1" w:styleId="AnglickyChar">
    <w:name w:val="Anglicky Char"/>
    <w:rsid w:val="00D22461"/>
    <w:rPr>
      <w:rFonts w:ascii="Arial" w:hAnsi="Arial"/>
      <w:i/>
      <w:noProof/>
      <w:sz w:val="22"/>
      <w:szCs w:val="22"/>
      <w:lang w:val="en-US" w:eastAsia="cs-CZ" w:bidi="ar-SA"/>
    </w:rPr>
  </w:style>
  <w:style w:type="paragraph" w:customStyle="1" w:styleId="Hvzdy">
    <w:name w:val="Hvězdy"/>
    <w:basedOn w:val="Normln"/>
    <w:next w:val="Normln"/>
    <w:rsid w:val="00D22461"/>
    <w:pPr>
      <w:numPr>
        <w:numId w:val="14"/>
      </w:numPr>
      <w:spacing w:after="40"/>
      <w:ind w:left="470" w:hanging="357"/>
    </w:pPr>
    <w:rPr>
      <w:lang w:val="en-US" w:eastAsia="en-US"/>
    </w:rPr>
  </w:style>
  <w:style w:type="paragraph" w:styleId="Zkladntext3">
    <w:name w:val="Body Text 3"/>
    <w:basedOn w:val="Normln"/>
    <w:rsid w:val="00D22461"/>
    <w:rPr>
      <w:sz w:val="16"/>
      <w:szCs w:val="16"/>
    </w:rPr>
  </w:style>
  <w:style w:type="character" w:customStyle="1" w:styleId="Heading41">
    <w:name w:val="Heading 41"/>
    <w:rsid w:val="00D22461"/>
    <w:rPr>
      <w:rFonts w:ascii="Arial" w:hAnsi="Arial"/>
      <w:b/>
      <w:sz w:val="22"/>
      <w:szCs w:val="22"/>
      <w:lang w:val="cs-CZ" w:eastAsia="cs-CZ" w:bidi="ar-SA"/>
    </w:rPr>
  </w:style>
  <w:style w:type="paragraph" w:customStyle="1" w:styleId="Char1">
    <w:name w:val="Char1"/>
    <w:basedOn w:val="Normln"/>
    <w:rsid w:val="00D22461"/>
    <w:pPr>
      <w:spacing w:before="0" w:after="160" w:line="240" w:lineRule="exact"/>
      <w:jc w:val="left"/>
    </w:pPr>
    <w:rPr>
      <w:rFonts w:ascii="Verdana" w:hAnsi="Verdana"/>
      <w:sz w:val="20"/>
      <w:lang w:val="en-US" w:eastAsia="en-US"/>
    </w:rPr>
  </w:style>
  <w:style w:type="character" w:styleId="Hypertextovodkaz">
    <w:name w:val="Hyperlink"/>
    <w:uiPriority w:val="99"/>
    <w:rsid w:val="00D22461"/>
    <w:rPr>
      <w:color w:val="0000FF"/>
      <w:u w:val="single"/>
    </w:rPr>
  </w:style>
  <w:style w:type="paragraph" w:customStyle="1" w:styleId="Bulletedtext">
    <w:name w:val="Bulleted text"/>
    <w:basedOn w:val="Normln"/>
    <w:next w:val="Normln"/>
    <w:rsid w:val="00D22461"/>
    <w:pPr>
      <w:numPr>
        <w:numId w:val="1"/>
      </w:numPr>
      <w:tabs>
        <w:tab w:val="num" w:pos="530"/>
      </w:tabs>
      <w:spacing w:before="20" w:after="20"/>
      <w:ind w:left="357" w:hanging="357"/>
    </w:pPr>
  </w:style>
  <w:style w:type="character" w:customStyle="1" w:styleId="CaptionCharCharCharChar1">
    <w:name w:val="Caption Char Char Char Char1"/>
    <w:aliases w:val="Caption Char1 Char Char Char,Caption Char1 Char Char1,Caption Char1 Char Char Char Char Char Char Char,Caption Char Char Char Char Char Char,Caption Char Char Char Char Char Char1"/>
    <w:rsid w:val="00D22461"/>
    <w:rPr>
      <w:rFonts w:ascii="Arial Narrow" w:hAnsi="Arial Narrow"/>
      <w:i/>
      <w:iCs/>
      <w:lang w:val="cs-CZ" w:eastAsia="cs-CZ" w:bidi="ar-SA"/>
    </w:rPr>
  </w:style>
  <w:style w:type="character" w:customStyle="1" w:styleId="StylTun">
    <w:name w:val="Styl Tučné"/>
    <w:rsid w:val="00D22461"/>
    <w:rPr>
      <w:rFonts w:ascii="Arial" w:hAnsi="Arial"/>
      <w:b/>
      <w:bCs/>
      <w:sz w:val="22"/>
      <w:szCs w:val="22"/>
    </w:rPr>
  </w:style>
  <w:style w:type="character" w:customStyle="1" w:styleId="ZkladntextChar1">
    <w:name w:val="Základní text Char1"/>
    <w:basedOn w:val="Standardnpsmoodstavce"/>
    <w:link w:val="Zkladntext"/>
    <w:rsid w:val="006974DF"/>
    <w:rPr>
      <w:rFonts w:ascii="Arial" w:hAnsi="Arial"/>
      <w:sz w:val="22"/>
    </w:rPr>
  </w:style>
  <w:style w:type="character" w:styleId="Sledovanodkaz">
    <w:name w:val="FollowedHyperlink"/>
    <w:rsid w:val="00D22461"/>
    <w:rPr>
      <w:color w:val="800080"/>
      <w:u w:val="single"/>
    </w:rPr>
  </w:style>
  <w:style w:type="paragraph" w:customStyle="1" w:styleId="TUN">
    <w:name w:val="TUČNÉ"/>
    <w:basedOn w:val="Normln"/>
    <w:next w:val="Normln"/>
    <w:rsid w:val="00D22461"/>
    <w:pPr>
      <w:numPr>
        <w:numId w:val="22"/>
      </w:numPr>
      <w:spacing w:after="80"/>
    </w:pPr>
    <w:rPr>
      <w:b/>
      <w:szCs w:val="22"/>
    </w:rPr>
  </w:style>
  <w:style w:type="paragraph" w:customStyle="1" w:styleId="OBRAZEKPOPIS">
    <w:name w:val="OBRAZEK_POPIS"/>
    <w:basedOn w:val="Normln"/>
    <w:rsid w:val="00D22461"/>
    <w:pPr>
      <w:jc w:val="center"/>
    </w:pPr>
    <w:rPr>
      <w:i/>
      <w:sz w:val="20"/>
    </w:rPr>
  </w:style>
  <w:style w:type="paragraph" w:customStyle="1" w:styleId="odrka">
    <w:name w:val="odrážka"/>
    <w:basedOn w:val="Normln"/>
    <w:rsid w:val="00D22461"/>
    <w:pPr>
      <w:overflowPunct w:val="0"/>
      <w:autoSpaceDE w:val="0"/>
      <w:autoSpaceDN w:val="0"/>
      <w:adjustRightInd w:val="0"/>
      <w:spacing w:before="0"/>
      <w:ind w:left="283" w:hanging="283"/>
      <w:textAlignment w:val="baseline"/>
    </w:pPr>
    <w:rPr>
      <w:rFonts w:ascii="NimbusSanDEELig" w:hAnsi="NimbusSanDEELig"/>
      <w:sz w:val="24"/>
    </w:rPr>
  </w:style>
  <w:style w:type="paragraph" w:customStyle="1" w:styleId="obrzek0">
    <w:name w:val="obrázek"/>
    <w:basedOn w:val="Normln"/>
    <w:link w:val="obrzekChar"/>
    <w:rsid w:val="00D22461"/>
    <w:pPr>
      <w:overflowPunct w:val="0"/>
      <w:autoSpaceDE w:val="0"/>
      <w:autoSpaceDN w:val="0"/>
      <w:adjustRightInd w:val="0"/>
      <w:spacing w:before="120" w:after="360"/>
      <w:textAlignment w:val="baseline"/>
    </w:pPr>
    <w:rPr>
      <w:rFonts w:ascii="NimbusSanDEELig" w:hAnsi="NimbusSanDEELig"/>
      <w:i/>
      <w:sz w:val="24"/>
    </w:rPr>
  </w:style>
  <w:style w:type="character" w:customStyle="1" w:styleId="tucnyzacatek">
    <w:name w:val="tucny zacatek"/>
    <w:rsid w:val="00D22461"/>
    <w:rPr>
      <w:rFonts w:ascii="NimbusSanDEE" w:hAnsi="NimbusSanDEE"/>
      <w:b/>
    </w:rPr>
  </w:style>
  <w:style w:type="character" w:styleId="Znakapoznpodarou">
    <w:name w:val="footnote reference"/>
    <w:semiHidden/>
    <w:rsid w:val="00D22461"/>
    <w:rPr>
      <w:vertAlign w:val="superscript"/>
    </w:rPr>
  </w:style>
  <w:style w:type="paragraph" w:customStyle="1" w:styleId="Texttabulky">
    <w:name w:val="Text tabulky"/>
    <w:rsid w:val="00D22461"/>
    <w:pPr>
      <w:widowControl w:val="0"/>
    </w:pPr>
    <w:rPr>
      <w:color w:val="000000"/>
      <w:sz w:val="24"/>
    </w:rPr>
  </w:style>
  <w:style w:type="paragraph" w:styleId="Textpoznpodarou">
    <w:name w:val="footnote text"/>
    <w:basedOn w:val="Normln"/>
    <w:semiHidden/>
    <w:rsid w:val="00D22461"/>
    <w:pPr>
      <w:overflowPunct w:val="0"/>
      <w:autoSpaceDE w:val="0"/>
      <w:autoSpaceDN w:val="0"/>
      <w:adjustRightInd w:val="0"/>
      <w:spacing w:before="0" w:after="0"/>
      <w:jc w:val="left"/>
      <w:textAlignment w:val="baseline"/>
    </w:pPr>
    <w:rPr>
      <w:rFonts w:ascii="Times New Roman" w:hAnsi="Times New Roman"/>
      <w:sz w:val="20"/>
    </w:rPr>
  </w:style>
  <w:style w:type="character" w:customStyle="1" w:styleId="ZkladntextodsazenChar">
    <w:name w:val="Základní text odsazený Char"/>
    <w:basedOn w:val="Standardnpsmoodstavce"/>
    <w:link w:val="Zkladntextodsazen"/>
    <w:rsid w:val="006974DF"/>
    <w:rPr>
      <w:sz w:val="24"/>
    </w:rPr>
  </w:style>
  <w:style w:type="paragraph" w:customStyle="1" w:styleId="Bulletedtext-starsCharCharChar">
    <w:name w:val="Bulleted text - stars Char Char Char"/>
    <w:basedOn w:val="Normln"/>
    <w:next w:val="Normln"/>
    <w:rsid w:val="00D22461"/>
    <w:pPr>
      <w:numPr>
        <w:numId w:val="18"/>
      </w:numPr>
      <w:tabs>
        <w:tab w:val="clear" w:pos="870"/>
        <w:tab w:val="num" w:pos="530"/>
      </w:tabs>
      <w:spacing w:before="20" w:after="20"/>
      <w:ind w:left="357" w:hanging="357"/>
    </w:pPr>
  </w:style>
  <w:style w:type="paragraph" w:customStyle="1" w:styleId="tabulka0">
    <w:name w:val="tabulka"/>
    <w:basedOn w:val="Normln"/>
    <w:link w:val="tabulkaChar"/>
    <w:rsid w:val="00D22461"/>
    <w:pPr>
      <w:widowControl w:val="0"/>
      <w:overflowPunct w:val="0"/>
      <w:autoSpaceDE w:val="0"/>
      <w:autoSpaceDN w:val="0"/>
      <w:adjustRightInd w:val="0"/>
      <w:spacing w:after="40"/>
      <w:textAlignment w:val="baseline"/>
    </w:pPr>
  </w:style>
  <w:style w:type="paragraph" w:styleId="Normlnweb">
    <w:name w:val="Normal (Web)"/>
    <w:basedOn w:val="Normln"/>
    <w:rsid w:val="00D22461"/>
    <w:pPr>
      <w:spacing w:before="100" w:beforeAutospacing="1" w:after="100" w:afterAutospacing="1"/>
      <w:jc w:val="left"/>
    </w:pPr>
    <w:rPr>
      <w:rFonts w:ascii="Times New Roman" w:hAnsi="Times New Roman"/>
      <w:sz w:val="24"/>
      <w:szCs w:val="24"/>
    </w:rPr>
  </w:style>
  <w:style w:type="paragraph" w:customStyle="1" w:styleId="odrazky1">
    <w:name w:val="odrazky1"/>
    <w:basedOn w:val="Normln"/>
    <w:rsid w:val="00D22461"/>
    <w:pPr>
      <w:tabs>
        <w:tab w:val="left" w:pos="397"/>
      </w:tabs>
      <w:overflowPunct w:val="0"/>
      <w:autoSpaceDE w:val="0"/>
      <w:autoSpaceDN w:val="0"/>
      <w:adjustRightInd w:val="0"/>
      <w:spacing w:before="120" w:after="0"/>
      <w:ind w:left="397" w:hanging="397"/>
      <w:textAlignment w:val="baseline"/>
    </w:pPr>
    <w:rPr>
      <w:rFonts w:ascii="Times New Roman" w:hAnsi="Times New Roman"/>
      <w:sz w:val="24"/>
    </w:rPr>
  </w:style>
  <w:style w:type="paragraph" w:styleId="Hlavikaobsahu">
    <w:name w:val="toa heading"/>
    <w:basedOn w:val="Normln"/>
    <w:next w:val="Normln"/>
    <w:semiHidden/>
    <w:rsid w:val="00D22461"/>
    <w:pPr>
      <w:spacing w:after="0"/>
      <w:ind w:firstLine="284"/>
    </w:pPr>
    <w:rPr>
      <w:lang w:eastAsia="zh-CN"/>
    </w:rPr>
  </w:style>
  <w:style w:type="paragraph" w:customStyle="1" w:styleId="111Nadpis6">
    <w:name w:val="1.1.1. Nadpis 6"/>
    <w:basedOn w:val="Nadpis5"/>
    <w:rsid w:val="00D22461"/>
    <w:pPr>
      <w:ind w:left="0"/>
    </w:pPr>
    <w:rPr>
      <w:rFonts w:ascii="Arial Narrow" w:hAnsi="Arial Narrow"/>
      <w:i w:val="0"/>
    </w:rPr>
  </w:style>
  <w:style w:type="paragraph" w:customStyle="1" w:styleId="carlo2">
    <w:name w:val="carlo2"/>
    <w:basedOn w:val="Normln"/>
    <w:rsid w:val="00D22461"/>
    <w:pPr>
      <w:numPr>
        <w:numId w:val="19"/>
      </w:numPr>
      <w:spacing w:before="0" w:after="80"/>
    </w:pPr>
  </w:style>
  <w:style w:type="paragraph" w:customStyle="1" w:styleId="S-Odstavec">
    <w:name w:val="S-Odstavec"/>
    <w:basedOn w:val="Normln"/>
    <w:link w:val="S-OdstavecChar"/>
    <w:rsid w:val="00D22461"/>
    <w:pPr>
      <w:suppressAutoHyphens/>
      <w:spacing w:before="0" w:after="0"/>
      <w:jc w:val="left"/>
    </w:pPr>
    <w:rPr>
      <w:rFonts w:cs="Arial"/>
      <w:sz w:val="24"/>
      <w:szCs w:val="24"/>
      <w:lang w:eastAsia="en-US"/>
    </w:rPr>
  </w:style>
  <w:style w:type="character" w:customStyle="1" w:styleId="tun0">
    <w:name w:val="tučně"/>
    <w:rsid w:val="00D22461"/>
    <w:rPr>
      <w:rFonts w:ascii="Arial" w:hAnsi="Arial"/>
      <w:b/>
      <w:sz w:val="22"/>
      <w:lang w:val="cs-CZ" w:eastAsia="zh-CN" w:bidi="ar-SA"/>
    </w:rPr>
  </w:style>
  <w:style w:type="paragraph" w:customStyle="1" w:styleId="slovn">
    <w:name w:val="číslování"/>
    <w:basedOn w:val="Normln"/>
    <w:rsid w:val="00D22461"/>
    <w:pPr>
      <w:numPr>
        <w:numId w:val="13"/>
      </w:numPr>
      <w:spacing w:after="0"/>
    </w:pPr>
    <w:rPr>
      <w:lang w:eastAsia="zh-CN"/>
    </w:rPr>
  </w:style>
  <w:style w:type="paragraph" w:customStyle="1" w:styleId="slovnIX">
    <w:name w:val="číslování IX"/>
    <w:basedOn w:val="Normln"/>
    <w:rsid w:val="00D22461"/>
    <w:pPr>
      <w:tabs>
        <w:tab w:val="num" w:pos="454"/>
      </w:tabs>
      <w:spacing w:after="0"/>
      <w:ind w:left="454" w:hanging="170"/>
    </w:pPr>
    <w:rPr>
      <w:lang w:eastAsia="zh-CN"/>
    </w:rPr>
  </w:style>
  <w:style w:type="paragraph" w:customStyle="1" w:styleId="S-Nadpis5">
    <w:name w:val="S-Nadpis 5"/>
    <w:basedOn w:val="Normln"/>
    <w:next w:val="S-Odstavec"/>
    <w:link w:val="S-Nadpis5Char"/>
    <w:autoRedefine/>
    <w:rsid w:val="00D22461"/>
    <w:pPr>
      <w:keepNext/>
      <w:suppressAutoHyphens/>
      <w:spacing w:before="120" w:after="0"/>
      <w:outlineLvl w:val="4"/>
    </w:pPr>
    <w:rPr>
      <w:rFonts w:cs="Arial"/>
      <w:i/>
      <w:szCs w:val="22"/>
      <w:lang w:eastAsia="en-US"/>
    </w:rPr>
  </w:style>
  <w:style w:type="character" w:customStyle="1" w:styleId="tun1">
    <w:name w:val="tučný"/>
    <w:rsid w:val="00D22461"/>
    <w:rPr>
      <w:rFonts w:ascii="NimbusSanDEE" w:hAnsi="NimbusSanDEE"/>
      <w:b/>
      <w:sz w:val="22"/>
      <w:lang w:val="cs-CZ" w:eastAsia="zh-CN" w:bidi="ar-SA"/>
    </w:rPr>
  </w:style>
  <w:style w:type="character" w:customStyle="1" w:styleId="kurziva">
    <w:name w:val="kurziva"/>
    <w:rsid w:val="00D22461"/>
    <w:rPr>
      <w:rFonts w:ascii="Arial" w:hAnsi="Arial"/>
      <w:i/>
      <w:sz w:val="22"/>
      <w:lang w:val="cs-CZ" w:eastAsia="zh-CN" w:bidi="ar-SA"/>
    </w:rPr>
  </w:style>
  <w:style w:type="paragraph" w:customStyle="1" w:styleId="Textbubliny1">
    <w:name w:val="Text bubliny1"/>
    <w:basedOn w:val="Normln"/>
    <w:semiHidden/>
    <w:rsid w:val="00D22461"/>
    <w:pPr>
      <w:spacing w:after="0"/>
      <w:ind w:firstLine="284"/>
    </w:pPr>
    <w:rPr>
      <w:rFonts w:ascii="Tahoma" w:hAnsi="Tahoma" w:cs="Tahoma"/>
      <w:sz w:val="16"/>
      <w:szCs w:val="16"/>
      <w:lang w:eastAsia="zh-CN"/>
    </w:rPr>
  </w:style>
  <w:style w:type="table" w:styleId="Mkatabulky">
    <w:name w:val="Table Grid"/>
    <w:basedOn w:val="Normlntabulka"/>
    <w:rsid w:val="00D22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rsid w:val="00D22461"/>
    <w:rPr>
      <w:rFonts w:ascii="Arial" w:hAnsi="Arial"/>
      <w:b/>
      <w:bCs/>
      <w:iCs/>
      <w:caps/>
      <w:noProof/>
      <w:sz w:val="32"/>
      <w:szCs w:val="32"/>
      <w:lang w:val="cs-CZ" w:eastAsia="cs-CZ" w:bidi="ar-SA"/>
    </w:rPr>
  </w:style>
  <w:style w:type="character" w:customStyle="1" w:styleId="Nadpis1Char">
    <w:name w:val="Nadpis 1 Char"/>
    <w:link w:val="Nadpis1"/>
    <w:locked/>
    <w:rsid w:val="00D22461"/>
    <w:rPr>
      <w:rFonts w:ascii="Arial" w:hAnsi="Arial"/>
      <w:b/>
      <w:caps/>
      <w:noProof/>
      <w:kern w:val="28"/>
      <w:sz w:val="36"/>
      <w:szCs w:val="36"/>
      <w:lang w:val="cs-CZ" w:eastAsia="cs-CZ" w:bidi="ar-SA"/>
      <w14:shadow w14:blurRad="50800" w14:dist="38100" w14:dir="2700000" w14:sx="100000" w14:sy="100000" w14:kx="0" w14:ky="0" w14:algn="tl">
        <w14:srgbClr w14:val="000000">
          <w14:alpha w14:val="60000"/>
        </w14:srgbClr>
      </w14:shadow>
    </w:rPr>
  </w:style>
  <w:style w:type="character" w:customStyle="1" w:styleId="obrzekChar">
    <w:name w:val="obrázek Char"/>
    <w:link w:val="obrzek0"/>
    <w:rsid w:val="00D22461"/>
    <w:rPr>
      <w:rFonts w:ascii="NimbusSanDEELig" w:hAnsi="NimbusSanDEELig"/>
      <w:i/>
      <w:sz w:val="24"/>
      <w:lang w:val="cs-CZ" w:eastAsia="cs-CZ" w:bidi="ar-SA"/>
    </w:rPr>
  </w:style>
  <w:style w:type="character" w:customStyle="1" w:styleId="norm">
    <w:name w:val="norm"/>
    <w:basedOn w:val="Standardnpsmoodstavce"/>
    <w:rsid w:val="00D22461"/>
  </w:style>
  <w:style w:type="character" w:customStyle="1" w:styleId="S-Nadpis5Char">
    <w:name w:val="S-Nadpis 5 Char"/>
    <w:link w:val="S-Nadpis5"/>
    <w:rsid w:val="00D22461"/>
    <w:rPr>
      <w:rFonts w:ascii="Arial" w:hAnsi="Arial" w:cs="Arial"/>
      <w:i/>
      <w:sz w:val="22"/>
      <w:szCs w:val="22"/>
      <w:lang w:val="cs-CZ" w:eastAsia="en-US" w:bidi="ar-SA"/>
    </w:rPr>
  </w:style>
  <w:style w:type="paragraph" w:styleId="Textbubliny">
    <w:name w:val="Balloon Text"/>
    <w:basedOn w:val="Normln"/>
    <w:semiHidden/>
    <w:rsid w:val="00D22461"/>
    <w:pPr>
      <w:spacing w:after="0"/>
      <w:ind w:firstLine="284"/>
    </w:pPr>
    <w:rPr>
      <w:rFonts w:ascii="Tahoma" w:hAnsi="Tahoma" w:cs="Tahoma"/>
      <w:sz w:val="16"/>
      <w:szCs w:val="16"/>
      <w:lang w:eastAsia="zh-CN"/>
    </w:rPr>
  </w:style>
  <w:style w:type="character" w:customStyle="1" w:styleId="S-OdstavecChar">
    <w:name w:val="S-Odstavec Char"/>
    <w:link w:val="S-Odstavec"/>
    <w:rsid w:val="00D22461"/>
    <w:rPr>
      <w:rFonts w:ascii="Arial" w:hAnsi="Arial" w:cs="Arial"/>
      <w:sz w:val="24"/>
      <w:szCs w:val="24"/>
      <w:lang w:val="cs-CZ" w:eastAsia="en-US" w:bidi="ar-SA"/>
    </w:rPr>
  </w:style>
  <w:style w:type="character" w:customStyle="1" w:styleId="Nadpis3Char">
    <w:name w:val="Nadpis 3 Char"/>
    <w:link w:val="Nadpis3"/>
    <w:rsid w:val="00D22461"/>
    <w:rPr>
      <w:rFonts w:ascii="Arial" w:hAnsi="Arial"/>
      <w:b/>
      <w:i/>
      <w:noProof/>
      <w:sz w:val="32"/>
      <w:szCs w:val="32"/>
      <w:lang w:val="cs-CZ" w:eastAsia="cs-CZ" w:bidi="ar-SA"/>
    </w:rPr>
  </w:style>
  <w:style w:type="paragraph" w:customStyle="1" w:styleId="BodyText22">
    <w:name w:val="Body Text 22"/>
    <w:rsid w:val="00D22461"/>
    <w:pPr>
      <w:overflowPunct w:val="0"/>
      <w:autoSpaceDE w:val="0"/>
      <w:autoSpaceDN w:val="0"/>
      <w:adjustRightInd w:val="0"/>
      <w:textAlignment w:val="baseline"/>
    </w:pPr>
    <w:rPr>
      <w:noProof/>
    </w:rPr>
  </w:style>
  <w:style w:type="paragraph" w:customStyle="1" w:styleId="text">
    <w:name w:val="text"/>
    <w:basedOn w:val="Normln"/>
    <w:rsid w:val="00D22461"/>
    <w:pPr>
      <w:spacing w:before="0" w:after="0"/>
      <w:jc w:val="left"/>
    </w:pPr>
    <w:rPr>
      <w:rFonts w:ascii="Times New Roman" w:hAnsi="Times New Roman"/>
      <w:sz w:val="24"/>
    </w:rPr>
  </w:style>
  <w:style w:type="paragraph" w:customStyle="1" w:styleId="odrazky2">
    <w:name w:val="odrazky 2"/>
    <w:basedOn w:val="Normln"/>
    <w:rsid w:val="00D22461"/>
    <w:pPr>
      <w:tabs>
        <w:tab w:val="left" w:pos="720"/>
      </w:tabs>
      <w:overflowPunct w:val="0"/>
      <w:autoSpaceDE w:val="0"/>
      <w:autoSpaceDN w:val="0"/>
      <w:adjustRightInd w:val="0"/>
      <w:spacing w:before="0" w:after="0"/>
      <w:ind w:left="720" w:hanging="360"/>
      <w:textAlignment w:val="baseline"/>
    </w:pPr>
    <w:rPr>
      <w:rFonts w:ascii="Times New Roman" w:hAnsi="Times New Roman"/>
      <w:sz w:val="24"/>
    </w:rPr>
  </w:style>
  <w:style w:type="paragraph" w:styleId="Podtitul">
    <w:name w:val="Subtitle"/>
    <w:basedOn w:val="Normln"/>
    <w:qFormat/>
    <w:rsid w:val="00D22461"/>
    <w:pPr>
      <w:spacing w:before="0" w:after="0"/>
      <w:jc w:val="center"/>
    </w:pPr>
    <w:rPr>
      <w:rFonts w:ascii="Times New Roman" w:hAnsi="Times New Roman"/>
      <w:sz w:val="28"/>
    </w:rPr>
  </w:style>
  <w:style w:type="paragraph" w:customStyle="1" w:styleId="BodyText21">
    <w:name w:val="Body Text 21"/>
    <w:basedOn w:val="Normln"/>
    <w:rsid w:val="00D22461"/>
    <w:pPr>
      <w:overflowPunct w:val="0"/>
      <w:autoSpaceDE w:val="0"/>
      <w:autoSpaceDN w:val="0"/>
      <w:adjustRightInd w:val="0"/>
      <w:spacing w:before="0" w:after="0"/>
      <w:jc w:val="center"/>
      <w:textAlignment w:val="baseline"/>
    </w:pPr>
    <w:rPr>
      <w:rFonts w:ascii="Swis721CE Lt BT" w:hAnsi="Swis721CE Lt BT"/>
      <w:lang w:val="en-US"/>
    </w:rPr>
  </w:style>
  <w:style w:type="numbering" w:customStyle="1" w:styleId="StylSodrkami">
    <w:name w:val="Styl S odrážkami"/>
    <w:basedOn w:val="Bezseznamu"/>
    <w:rsid w:val="00D22461"/>
    <w:pPr>
      <w:numPr>
        <w:numId w:val="15"/>
      </w:numPr>
    </w:pPr>
  </w:style>
  <w:style w:type="numbering" w:customStyle="1" w:styleId="StylSodrkami1">
    <w:name w:val="Styl S odrážkami1"/>
    <w:basedOn w:val="Bezseznamu"/>
    <w:rsid w:val="00D22461"/>
    <w:pPr>
      <w:numPr>
        <w:numId w:val="16"/>
      </w:numPr>
    </w:pPr>
  </w:style>
  <w:style w:type="numbering" w:customStyle="1" w:styleId="StylSodrkami2">
    <w:name w:val="Styl S odrážkami2"/>
    <w:basedOn w:val="Bezseznamu"/>
    <w:rsid w:val="00D22461"/>
    <w:pPr>
      <w:numPr>
        <w:numId w:val="17"/>
      </w:numPr>
    </w:pPr>
  </w:style>
  <w:style w:type="character" w:customStyle="1" w:styleId="AnglickyChar1">
    <w:name w:val="Anglicky Char1"/>
    <w:link w:val="Anglicky"/>
    <w:rsid w:val="00D22461"/>
    <w:rPr>
      <w:rFonts w:ascii="Arial" w:hAnsi="Arial"/>
      <w:i/>
      <w:noProof/>
      <w:sz w:val="18"/>
      <w:szCs w:val="18"/>
      <w:lang w:val="en-US" w:eastAsia="cs-CZ" w:bidi="ar-SA"/>
    </w:rPr>
  </w:style>
  <w:style w:type="paragraph" w:customStyle="1" w:styleId="odrazky3">
    <w:name w:val="odrazky 3"/>
    <w:basedOn w:val="odrazky1"/>
    <w:rsid w:val="00D22461"/>
    <w:pPr>
      <w:tabs>
        <w:tab w:val="clear" w:pos="397"/>
        <w:tab w:val="left" w:pos="360"/>
      </w:tabs>
      <w:ind w:left="357" w:hanging="357"/>
    </w:pPr>
  </w:style>
  <w:style w:type="character" w:customStyle="1" w:styleId="odrazky1CharChar">
    <w:name w:val="odrazky1 Char Char"/>
    <w:rsid w:val="00D22461"/>
    <w:rPr>
      <w:noProof w:val="0"/>
      <w:sz w:val="24"/>
      <w:lang w:val="cs-CZ"/>
    </w:rPr>
  </w:style>
  <w:style w:type="paragraph" w:customStyle="1" w:styleId="nonormal">
    <w:name w:val="nonormal"/>
    <w:basedOn w:val="Normln"/>
    <w:rsid w:val="00D22461"/>
    <w:pPr>
      <w:spacing w:after="0"/>
    </w:pPr>
  </w:style>
  <w:style w:type="paragraph" w:customStyle="1" w:styleId="twin">
    <w:name w:val="twin"/>
    <w:basedOn w:val="Normln"/>
    <w:rsid w:val="00D22461"/>
    <w:pPr>
      <w:spacing w:before="0"/>
      <w:ind w:left="283" w:hanging="283"/>
      <w:jc w:val="left"/>
    </w:pPr>
    <w:rPr>
      <w:rFonts w:ascii="Times New Roman" w:hAnsi="Times New Roman"/>
    </w:rPr>
  </w:style>
  <w:style w:type="paragraph" w:customStyle="1" w:styleId="hvzdyChar">
    <w:name w:val="hvězdy Char"/>
    <w:basedOn w:val="Normln"/>
    <w:link w:val="hvzdyCharChar"/>
    <w:rsid w:val="00D22461"/>
    <w:pPr>
      <w:tabs>
        <w:tab w:val="num" w:pos="360"/>
      </w:tabs>
      <w:spacing w:before="20" w:after="20"/>
      <w:ind w:left="584" w:hanging="357"/>
    </w:pPr>
  </w:style>
  <w:style w:type="paragraph" w:styleId="Textkomente">
    <w:name w:val="annotation text"/>
    <w:basedOn w:val="Normln"/>
    <w:semiHidden/>
    <w:rsid w:val="00D22461"/>
    <w:pPr>
      <w:spacing w:before="0" w:after="0"/>
    </w:pPr>
    <w:rPr>
      <w:sz w:val="20"/>
      <w:lang w:val="en-GB" w:eastAsia="zh-CN"/>
    </w:rPr>
  </w:style>
  <w:style w:type="character" w:customStyle="1" w:styleId="hvzdyCharChar">
    <w:name w:val="hvězdy Char Char"/>
    <w:link w:val="hvzdyChar"/>
    <w:rsid w:val="00D22461"/>
    <w:rPr>
      <w:rFonts w:ascii="Arial" w:hAnsi="Arial"/>
      <w:sz w:val="22"/>
      <w:lang w:val="cs-CZ" w:eastAsia="cs-CZ" w:bidi="ar-SA"/>
    </w:rPr>
  </w:style>
  <w:style w:type="character" w:customStyle="1" w:styleId="MalacestinaChar">
    <w:name w:val="Mala cestina Char"/>
    <w:link w:val="Malacestina"/>
    <w:rsid w:val="00D22461"/>
    <w:rPr>
      <w:rFonts w:ascii="Arial" w:hAnsi="Arial"/>
      <w:i/>
      <w:sz w:val="18"/>
      <w:szCs w:val="22"/>
      <w:lang w:val="cs-CZ" w:eastAsia="cs-CZ" w:bidi="ar-SA"/>
    </w:rPr>
  </w:style>
  <w:style w:type="paragraph" w:styleId="Textmakra">
    <w:name w:val="macro"/>
    <w:semiHidden/>
    <w:rsid w:val="00D22461"/>
    <w:pPr>
      <w:numPr>
        <w:numId w:val="20"/>
      </w:numPr>
      <w:tabs>
        <w:tab w:val="clear" w:pos="360"/>
        <w:tab w:val="left" w:pos="480"/>
        <w:tab w:val="left" w:pos="960"/>
        <w:tab w:val="left" w:pos="1440"/>
        <w:tab w:val="left" w:pos="1920"/>
        <w:tab w:val="left" w:pos="2400"/>
        <w:tab w:val="left" w:pos="2880"/>
        <w:tab w:val="left" w:pos="3360"/>
        <w:tab w:val="left" w:pos="3840"/>
        <w:tab w:val="left" w:pos="4320"/>
      </w:tabs>
    </w:pPr>
    <w:rPr>
      <w:rFonts w:ascii="Courier New" w:hAnsi="Courier New"/>
      <w:lang w:val="en-US" w:eastAsia="en-US"/>
    </w:rPr>
  </w:style>
  <w:style w:type="numbering" w:styleId="111111">
    <w:name w:val="Outline List 2"/>
    <w:basedOn w:val="Bezseznamu"/>
    <w:rsid w:val="00D22461"/>
  </w:style>
  <w:style w:type="character" w:customStyle="1" w:styleId="Stylodrazky1TuenChar">
    <w:name w:val="Styl odrazky1 + Tuené Char"/>
    <w:rsid w:val="00D22461"/>
    <w:rPr>
      <w:b/>
      <w:noProof w:val="0"/>
      <w:sz w:val="24"/>
      <w:lang w:val="cs-CZ"/>
    </w:rPr>
  </w:style>
  <w:style w:type="paragraph" w:customStyle="1" w:styleId="NormalWeb1">
    <w:name w:val="Normal (Web)1"/>
    <w:basedOn w:val="Normln"/>
    <w:rsid w:val="00D22461"/>
    <w:pPr>
      <w:overflowPunct w:val="0"/>
      <w:autoSpaceDE w:val="0"/>
      <w:autoSpaceDN w:val="0"/>
      <w:adjustRightInd w:val="0"/>
      <w:spacing w:before="120" w:after="0"/>
      <w:jc w:val="center"/>
      <w:textAlignment w:val="baseline"/>
    </w:pPr>
    <w:rPr>
      <w:rFonts w:ascii="Times New Roman" w:hAnsi="Times New Roman"/>
      <w:b/>
      <w:sz w:val="24"/>
    </w:rPr>
  </w:style>
  <w:style w:type="character" w:styleId="Odkaznakoment">
    <w:name w:val="annotation reference"/>
    <w:semiHidden/>
    <w:rsid w:val="00D22461"/>
    <w:rPr>
      <w:sz w:val="16"/>
      <w:szCs w:val="16"/>
    </w:rPr>
  </w:style>
  <w:style w:type="paragraph" w:customStyle="1" w:styleId="Normlntuen">
    <w:name w:val="Normální tuený"/>
    <w:basedOn w:val="NormalWeb1"/>
    <w:next w:val="Normln"/>
    <w:rsid w:val="00D22461"/>
    <w:pPr>
      <w:spacing w:before="360" w:after="120"/>
      <w:jc w:val="both"/>
    </w:pPr>
    <w:rPr>
      <w:u w:val="single"/>
    </w:rPr>
  </w:style>
  <w:style w:type="paragraph" w:customStyle="1" w:styleId="Pedmtkomente1">
    <w:name w:val="Předmět komentáře1"/>
    <w:basedOn w:val="Textkomente"/>
    <w:next w:val="Textkomente"/>
    <w:rsid w:val="00D22461"/>
    <w:pPr>
      <w:overflowPunct w:val="0"/>
      <w:autoSpaceDE w:val="0"/>
      <w:autoSpaceDN w:val="0"/>
      <w:adjustRightInd w:val="0"/>
      <w:spacing w:before="120"/>
      <w:ind w:firstLine="709"/>
      <w:textAlignment w:val="baseline"/>
    </w:pPr>
    <w:rPr>
      <w:rFonts w:ascii="Times New Roman" w:hAnsi="Times New Roman"/>
      <w:b/>
      <w:sz w:val="24"/>
      <w:lang w:val="cs-CZ" w:eastAsia="cs-CZ"/>
    </w:rPr>
  </w:style>
  <w:style w:type="paragraph" w:customStyle="1" w:styleId="BodyTextFirstIndent1">
    <w:name w:val="Body Text First Indent1"/>
    <w:basedOn w:val="Zkladntext"/>
    <w:rsid w:val="00D22461"/>
    <w:pPr>
      <w:overflowPunct w:val="0"/>
      <w:autoSpaceDE w:val="0"/>
      <w:autoSpaceDN w:val="0"/>
      <w:adjustRightInd w:val="0"/>
      <w:spacing w:before="0" w:after="0"/>
      <w:jc w:val="left"/>
      <w:textAlignment w:val="baseline"/>
    </w:pPr>
    <w:rPr>
      <w:rFonts w:ascii="Times New Roman" w:hAnsi="Times New Roman"/>
      <w:b/>
      <w:sz w:val="24"/>
    </w:rPr>
  </w:style>
  <w:style w:type="paragraph" w:customStyle="1" w:styleId="BodyTextIndent31">
    <w:name w:val="Body Text Indent 31"/>
    <w:basedOn w:val="Normln"/>
    <w:rsid w:val="00D22461"/>
    <w:pPr>
      <w:overflowPunct w:val="0"/>
      <w:autoSpaceDE w:val="0"/>
      <w:autoSpaceDN w:val="0"/>
      <w:adjustRightInd w:val="0"/>
      <w:spacing w:before="120" w:after="0"/>
      <w:ind w:left="397" w:firstLine="709"/>
      <w:textAlignment w:val="baseline"/>
    </w:pPr>
    <w:rPr>
      <w:rFonts w:ascii="Times New Roman" w:hAnsi="Times New Roman"/>
      <w:sz w:val="24"/>
    </w:rPr>
  </w:style>
  <w:style w:type="paragraph" w:styleId="slovanseznam3">
    <w:name w:val="List Number 3"/>
    <w:basedOn w:val="Normln"/>
    <w:link w:val="slovanseznam3Char1"/>
    <w:rsid w:val="00D22461"/>
    <w:pPr>
      <w:tabs>
        <w:tab w:val="num" w:pos="926"/>
      </w:tabs>
      <w:ind w:left="926" w:hanging="360"/>
    </w:pPr>
  </w:style>
  <w:style w:type="paragraph" w:styleId="Nzev">
    <w:name w:val="Title"/>
    <w:basedOn w:val="Normln"/>
    <w:qFormat/>
    <w:rsid w:val="00D22461"/>
    <w:pPr>
      <w:spacing w:before="0" w:after="0"/>
      <w:jc w:val="center"/>
    </w:pPr>
    <w:rPr>
      <w:sz w:val="24"/>
      <w:u w:val="single"/>
    </w:rPr>
  </w:style>
  <w:style w:type="character" w:customStyle="1" w:styleId="slovanseznam3Char1">
    <w:name w:val="Číslovaný seznam 3 Char1"/>
    <w:link w:val="slovanseznam3"/>
    <w:rsid w:val="00D22461"/>
    <w:rPr>
      <w:rFonts w:ascii="Arial" w:hAnsi="Arial"/>
      <w:sz w:val="22"/>
      <w:lang w:val="cs-CZ" w:eastAsia="cs-CZ" w:bidi="ar-SA"/>
    </w:rPr>
  </w:style>
  <w:style w:type="table" w:styleId="Webovtabulka3">
    <w:name w:val="Table Web 3"/>
    <w:basedOn w:val="Normlntabulka"/>
    <w:rsid w:val="00D22461"/>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character" w:customStyle="1" w:styleId="ZkladntextChar">
    <w:name w:val="Základní text Char"/>
    <w:rsid w:val="00D22461"/>
    <w:rPr>
      <w:color w:val="auto"/>
      <w:sz w:val="18"/>
      <w:vertAlign w:val="baseline"/>
    </w:rPr>
  </w:style>
  <w:style w:type="paragraph" w:customStyle="1" w:styleId="Styl5">
    <w:name w:val="Styl5"/>
    <w:basedOn w:val="odrazky1"/>
    <w:rsid w:val="00D22461"/>
    <w:pPr>
      <w:tabs>
        <w:tab w:val="clear" w:pos="397"/>
        <w:tab w:val="left" w:pos="757"/>
      </w:tabs>
      <w:ind w:left="737" w:hanging="340"/>
    </w:pPr>
  </w:style>
  <w:style w:type="table" w:styleId="Motivtabulky">
    <w:name w:val="Table Theme"/>
    <w:basedOn w:val="Normlntabulka"/>
    <w:rsid w:val="00D2246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ZkladntextChar12b">
    <w:name w:val="Styl Základní text Char + 12 b."/>
    <w:rsid w:val="00D22461"/>
    <w:rPr>
      <w:color w:val="auto"/>
      <w:sz w:val="24"/>
      <w:vertAlign w:val="baseline"/>
    </w:rPr>
  </w:style>
  <w:style w:type="paragraph" w:customStyle="1" w:styleId="tab0">
    <w:name w:val="tab"/>
    <w:basedOn w:val="Normln"/>
    <w:rsid w:val="00D22461"/>
    <w:pPr>
      <w:spacing w:before="20" w:after="20"/>
      <w:jc w:val="center"/>
    </w:pPr>
    <w:rPr>
      <w:rFonts w:ascii="Times New Roman" w:hAnsi="Times New Roman"/>
      <w:sz w:val="20"/>
    </w:rPr>
  </w:style>
  <w:style w:type="character" w:customStyle="1" w:styleId="TitulekChar">
    <w:name w:val="Titulek Char"/>
    <w:aliases w:val="Caption Char Char Char Char3,Caption Char1 Char Char Char2,Caption Char1 Char Char3,Caption Char1 Char Char Char Char Char Char Char2,Caption Char Char Char Char Char Char4,Caption Char Char Char Char Char1,Caption Char Char Char1"/>
    <w:link w:val="Titulek"/>
    <w:rsid w:val="00D22461"/>
    <w:rPr>
      <w:rFonts w:ascii="Arial Narrow" w:hAnsi="Arial Narrow"/>
      <w:bCs/>
      <w:i/>
      <w:lang w:val="cs-CZ" w:eastAsia="cs-CZ" w:bidi="ar-SA"/>
    </w:rPr>
  </w:style>
  <w:style w:type="character" w:customStyle="1" w:styleId="tabulkaChar">
    <w:name w:val="tabulka Char"/>
    <w:link w:val="tabulka0"/>
    <w:rsid w:val="00D22461"/>
    <w:rPr>
      <w:rFonts w:ascii="Arial" w:hAnsi="Arial"/>
      <w:sz w:val="22"/>
      <w:lang w:val="cs-CZ" w:eastAsia="cs-CZ" w:bidi="ar-SA"/>
    </w:rPr>
  </w:style>
  <w:style w:type="paragraph" w:styleId="Rejstk1">
    <w:name w:val="index 1"/>
    <w:basedOn w:val="Normln"/>
    <w:next w:val="Normln"/>
    <w:autoRedefine/>
    <w:semiHidden/>
    <w:rsid w:val="00D22461"/>
    <w:pPr>
      <w:ind w:left="220" w:hanging="220"/>
    </w:pPr>
  </w:style>
  <w:style w:type="character" w:customStyle="1" w:styleId="Caption1">
    <w:name w:val="Caption1"/>
    <w:rsid w:val="00D22461"/>
    <w:rPr>
      <w:rFonts w:ascii="Arial Narrow" w:hAnsi="Arial Narrow"/>
      <w:i/>
      <w:iCs/>
      <w:lang w:val="cs-CZ" w:eastAsia="cs-CZ" w:bidi="ar-SA"/>
    </w:rPr>
  </w:style>
  <w:style w:type="paragraph" w:customStyle="1" w:styleId="slaodsaz">
    <w:name w:val="čísla odsaz"/>
    <w:basedOn w:val="Normln"/>
    <w:link w:val="slaodsazChar"/>
    <w:rsid w:val="00D22461"/>
    <w:pPr>
      <w:tabs>
        <w:tab w:val="num" w:pos="360"/>
      </w:tabs>
      <w:spacing w:after="40"/>
      <w:ind w:left="567" w:hanging="567"/>
    </w:pPr>
  </w:style>
  <w:style w:type="character" w:customStyle="1" w:styleId="slaodsazChar">
    <w:name w:val="čísla odsaz Char"/>
    <w:link w:val="slaodsaz"/>
    <w:rsid w:val="00D22461"/>
    <w:rPr>
      <w:rFonts w:ascii="Arial" w:hAnsi="Arial"/>
      <w:sz w:val="22"/>
    </w:rPr>
  </w:style>
  <w:style w:type="paragraph" w:customStyle="1" w:styleId="Styl1">
    <w:name w:val="Styl1"/>
    <w:basedOn w:val="Nadpis1"/>
    <w:rsid w:val="00D22461"/>
    <w:pPr>
      <w:numPr>
        <w:numId w:val="0"/>
      </w:numPr>
      <w:tabs>
        <w:tab w:val="clear" w:pos="567"/>
        <w:tab w:val="left" w:pos="692"/>
      </w:tabs>
      <w:overflowPunct w:val="0"/>
      <w:autoSpaceDE w:val="0"/>
      <w:autoSpaceDN w:val="0"/>
      <w:adjustRightInd w:val="0"/>
      <w:spacing w:after="0"/>
      <w:jc w:val="center"/>
      <w:textAlignment w:val="baseline"/>
      <w:outlineLvl w:val="9"/>
    </w:pPr>
    <w:rPr>
      <w:rFonts w:ascii="Times New Roman" w:hAnsi="Times New Roman"/>
      <w:caps w:val="0"/>
      <w:noProof w:val="0"/>
      <w:kern w:val="0"/>
      <w:sz w:val="24"/>
      <w:szCs w:val="22"/>
      <w14:shadow w14:blurRad="0" w14:dist="0" w14:dir="0" w14:sx="0" w14:sy="0" w14:kx="0" w14:ky="0" w14:algn="none">
        <w14:srgbClr w14:val="000000"/>
      </w14:shadow>
    </w:rPr>
  </w:style>
  <w:style w:type="table" w:styleId="Tabulkajakoseznam1">
    <w:name w:val="Table List 1"/>
    <w:basedOn w:val="Normlntabulka"/>
    <w:rsid w:val="00D22461"/>
    <w:pPr>
      <w:spacing w:before="40" w:after="12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Zvraznn">
    <w:name w:val="Zvýraznění"/>
    <w:qFormat/>
    <w:rsid w:val="00D22461"/>
    <w:rPr>
      <w:i/>
      <w:iCs/>
    </w:rPr>
  </w:style>
  <w:style w:type="character" w:customStyle="1" w:styleId="slovanseznamChar">
    <w:name w:val="Číslovaný seznam Char"/>
    <w:link w:val="slovanseznam"/>
    <w:rsid w:val="00D22461"/>
    <w:rPr>
      <w:rFonts w:ascii="Arial" w:hAnsi="Arial"/>
      <w:noProof/>
      <w:sz w:val="22"/>
      <w:lang w:val="cs-CZ" w:eastAsia="cs-CZ" w:bidi="ar-SA"/>
    </w:rPr>
  </w:style>
  <w:style w:type="paragraph" w:customStyle="1" w:styleId="Styl3">
    <w:name w:val="Styl3"/>
    <w:basedOn w:val="BodyText22"/>
    <w:rsid w:val="00D22461"/>
    <w:pPr>
      <w:spacing w:before="120"/>
    </w:pPr>
  </w:style>
  <w:style w:type="character" w:customStyle="1" w:styleId="StylSledovanodkazTuenAutomatick">
    <w:name w:val="Styl Sledovaný odkaz + Tuené Automatická"/>
    <w:rsid w:val="00D22461"/>
    <w:rPr>
      <w:b/>
      <w:noProof w:val="0"/>
      <w:color w:val="auto"/>
      <w:sz w:val="24"/>
      <w:u w:val="single"/>
      <w:lang w:val="cs-CZ"/>
    </w:rPr>
  </w:style>
  <w:style w:type="character" w:customStyle="1" w:styleId="CaptionC">
    <w:name w:val="Caption C"/>
    <w:rsid w:val="00D22461"/>
    <w:rPr>
      <w:rFonts w:ascii="Arial Narrow" w:hAnsi="Arial Narrow"/>
      <w:i/>
      <w:iCs/>
      <w:lang w:val="cs-CZ" w:eastAsia="cs-CZ" w:bidi="ar-SA"/>
    </w:rPr>
  </w:style>
  <w:style w:type="paragraph" w:styleId="Rejstk2">
    <w:name w:val="index 2"/>
    <w:basedOn w:val="Normln"/>
    <w:next w:val="Normln"/>
    <w:autoRedefine/>
    <w:semiHidden/>
    <w:rsid w:val="00D22461"/>
    <w:pPr>
      <w:ind w:left="440" w:hanging="220"/>
    </w:pPr>
  </w:style>
  <w:style w:type="paragraph" w:customStyle="1" w:styleId="cislovani1">
    <w:name w:val="cislovani 1"/>
    <w:basedOn w:val="Normln"/>
    <w:rsid w:val="00D22461"/>
    <w:pPr>
      <w:spacing w:before="120" w:after="0" w:line="360" w:lineRule="auto"/>
      <w:ind w:left="284" w:hanging="284"/>
    </w:pPr>
    <w:rPr>
      <w:rFonts w:ascii="Times New Roman" w:hAnsi="Times New Roman"/>
      <w:sz w:val="24"/>
    </w:rPr>
  </w:style>
  <w:style w:type="character" w:customStyle="1" w:styleId="hvzdyChar1">
    <w:name w:val="hvězdy Char1"/>
    <w:link w:val="hvzdy0"/>
    <w:rsid w:val="00D22461"/>
    <w:rPr>
      <w:rFonts w:ascii="Arial" w:hAnsi="Arial"/>
      <w:noProof/>
      <w:sz w:val="22"/>
      <w:szCs w:val="22"/>
      <w:lang w:val="cs-CZ" w:eastAsia="cs-CZ" w:bidi="ar-SA"/>
    </w:rPr>
  </w:style>
  <w:style w:type="paragraph" w:customStyle="1" w:styleId="12">
    <w:name w:val="12"/>
    <w:basedOn w:val="Normln"/>
    <w:rsid w:val="00D22461"/>
    <w:pPr>
      <w:overflowPunct w:val="0"/>
      <w:autoSpaceDE w:val="0"/>
      <w:autoSpaceDN w:val="0"/>
      <w:adjustRightInd w:val="0"/>
      <w:spacing w:before="0" w:after="0" w:line="480" w:lineRule="exact"/>
      <w:textAlignment w:val="baseline"/>
    </w:pPr>
    <w:rPr>
      <w:rFonts w:ascii="Times New Roman" w:hAnsi="Times New Roman"/>
      <w:sz w:val="24"/>
    </w:rPr>
  </w:style>
  <w:style w:type="paragraph" w:customStyle="1" w:styleId="StylZkladntext10bVlevo-052cm">
    <w:name w:val="Styl Základní text + 10 b. Vlevo:  -052 cm"/>
    <w:basedOn w:val="Zkladntext"/>
    <w:rsid w:val="00D22461"/>
    <w:pPr>
      <w:spacing w:before="0" w:line="264" w:lineRule="auto"/>
      <w:jc w:val="left"/>
    </w:pPr>
    <w:rPr>
      <w:rFonts w:ascii="Times New Roman" w:hAnsi="Times New Roman"/>
      <w:sz w:val="20"/>
    </w:rPr>
  </w:style>
  <w:style w:type="paragraph" w:customStyle="1" w:styleId="Char">
    <w:name w:val="Char"/>
    <w:basedOn w:val="Normln"/>
    <w:rsid w:val="00D22461"/>
    <w:pPr>
      <w:spacing w:before="0" w:after="160" w:line="240" w:lineRule="exact"/>
      <w:jc w:val="left"/>
    </w:pPr>
    <w:rPr>
      <w:rFonts w:ascii="Verdana" w:hAnsi="Verdana"/>
      <w:sz w:val="20"/>
      <w:lang w:val="en-US" w:eastAsia="en-US"/>
    </w:rPr>
  </w:style>
  <w:style w:type="paragraph" w:customStyle="1" w:styleId="Kancel">
    <w:name w:val="Kancel"/>
    <w:basedOn w:val="Normln"/>
    <w:rsid w:val="00D22461"/>
    <w:pPr>
      <w:spacing w:before="0" w:after="0" w:line="360" w:lineRule="auto"/>
    </w:pPr>
    <w:rPr>
      <w:rFonts w:ascii="Times New Roman" w:hAnsi="Times New Roman"/>
      <w:sz w:val="24"/>
    </w:rPr>
  </w:style>
  <w:style w:type="paragraph" w:customStyle="1" w:styleId="prce">
    <w:name w:val="práce"/>
    <w:basedOn w:val="Normln"/>
    <w:rsid w:val="00D22461"/>
    <w:pPr>
      <w:spacing w:before="0" w:after="0" w:line="360" w:lineRule="auto"/>
    </w:pPr>
    <w:rPr>
      <w:rFonts w:ascii="Times New Roman" w:hAnsi="Times New Roman"/>
      <w:sz w:val="24"/>
    </w:rPr>
  </w:style>
  <w:style w:type="character" w:customStyle="1" w:styleId="CharCharCharChar">
    <w:name w:val="Char Char Char Char"/>
    <w:rsid w:val="00D22461"/>
    <w:rPr>
      <w:rFonts w:ascii="Arial" w:hAnsi="Arial"/>
      <w:sz w:val="22"/>
      <w:lang w:val="cs-CZ" w:eastAsia="cs-CZ" w:bidi="ar-SA"/>
    </w:rPr>
  </w:style>
  <w:style w:type="paragraph" w:customStyle="1" w:styleId="Char1CharCharChar">
    <w:name w:val="Char1 Char Char Char"/>
    <w:basedOn w:val="Normln"/>
    <w:rsid w:val="00D22461"/>
    <w:pPr>
      <w:spacing w:before="0" w:after="160" w:line="240" w:lineRule="exact"/>
      <w:jc w:val="left"/>
    </w:pPr>
    <w:rPr>
      <w:rFonts w:ascii="Verdana" w:hAnsi="Verdana"/>
      <w:sz w:val="20"/>
      <w:lang w:val="en-US" w:eastAsia="en-US"/>
    </w:rPr>
  </w:style>
  <w:style w:type="table" w:styleId="Jednoduchtabulka3">
    <w:name w:val="Table Simple 3"/>
    <w:basedOn w:val="Normlntabulka"/>
    <w:rsid w:val="00D22461"/>
    <w:pPr>
      <w:spacing w:before="4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styleId="PsacstrojHTML">
    <w:name w:val="HTML Typewriter"/>
    <w:rsid w:val="00D22461"/>
    <w:rPr>
      <w:rFonts w:ascii="Courier New" w:hAnsi="Courier New" w:cs="Courier New"/>
      <w:sz w:val="20"/>
      <w:szCs w:val="20"/>
    </w:rPr>
  </w:style>
  <w:style w:type="paragraph" w:styleId="Seznam">
    <w:name w:val="List"/>
    <w:basedOn w:val="Normln"/>
    <w:rsid w:val="00D22461"/>
    <w:pPr>
      <w:ind w:left="283" w:hanging="283"/>
    </w:pPr>
  </w:style>
  <w:style w:type="paragraph" w:customStyle="1" w:styleId="zkladn">
    <w:name w:val="základní"/>
    <w:basedOn w:val="Normln"/>
    <w:autoRedefine/>
    <w:rsid w:val="00D22461"/>
    <w:pPr>
      <w:tabs>
        <w:tab w:val="left" w:pos="3780"/>
      </w:tabs>
      <w:spacing w:before="0" w:after="0"/>
    </w:pPr>
    <w:rPr>
      <w:rFonts w:cs="Arial"/>
      <w:szCs w:val="22"/>
    </w:rPr>
  </w:style>
  <w:style w:type="paragraph" w:styleId="Pokraovnseznamu2">
    <w:name w:val="List Continue 2"/>
    <w:basedOn w:val="Normln"/>
    <w:rsid w:val="00D22461"/>
    <w:pPr>
      <w:spacing w:before="0"/>
      <w:ind w:left="566"/>
    </w:pPr>
  </w:style>
  <w:style w:type="paragraph" w:customStyle="1" w:styleId="tabpod">
    <w:name w:val="tabpod"/>
    <w:basedOn w:val="Normln"/>
    <w:rsid w:val="00D22461"/>
    <w:pPr>
      <w:spacing w:before="20" w:after="20" w:line="240" w:lineRule="atLeast"/>
      <w:jc w:val="center"/>
    </w:pPr>
    <w:rPr>
      <w:rFonts w:ascii="Arial Narrow" w:hAnsi="Arial Narrow"/>
      <w:sz w:val="18"/>
    </w:rPr>
  </w:style>
  <w:style w:type="paragraph" w:customStyle="1" w:styleId="BodyTextIndent21">
    <w:name w:val="Body Text Indent 21"/>
    <w:basedOn w:val="BodyText22"/>
    <w:rsid w:val="00D22461"/>
    <w:pPr>
      <w:jc w:val="right"/>
    </w:pPr>
  </w:style>
  <w:style w:type="paragraph" w:customStyle="1" w:styleId="Char1CharCharCharCharCharCharCharCharChar">
    <w:name w:val="Char1 Char Char Char Char Char Char Char Char Char"/>
    <w:basedOn w:val="Normln"/>
    <w:rsid w:val="00D22461"/>
    <w:pPr>
      <w:spacing w:before="0" w:after="160" w:line="240" w:lineRule="exact"/>
      <w:jc w:val="left"/>
    </w:pPr>
    <w:rPr>
      <w:rFonts w:ascii="Verdana" w:hAnsi="Verdana"/>
      <w:sz w:val="20"/>
      <w:lang w:val="en-US" w:eastAsia="en-US"/>
    </w:rPr>
  </w:style>
  <w:style w:type="paragraph" w:styleId="Nadpispoznmky">
    <w:name w:val="Note Heading"/>
    <w:basedOn w:val="Normln"/>
    <w:next w:val="Normln"/>
    <w:rsid w:val="00D22461"/>
  </w:style>
  <w:style w:type="paragraph" w:customStyle="1" w:styleId="Obsah40">
    <w:name w:val="Obsah 4."/>
    <w:basedOn w:val="Normln"/>
    <w:rsid w:val="00D22461"/>
    <w:pPr>
      <w:tabs>
        <w:tab w:val="left" w:pos="993"/>
        <w:tab w:val="left" w:pos="1560"/>
        <w:tab w:val="right" w:leader="dot" w:pos="7655"/>
        <w:tab w:val="right" w:pos="7938"/>
      </w:tabs>
      <w:spacing w:before="0" w:after="240"/>
    </w:pPr>
    <w:rPr>
      <w:noProof/>
    </w:rPr>
  </w:style>
  <w:style w:type="paragraph" w:customStyle="1" w:styleId="Literatura">
    <w:name w:val="Literatura"/>
    <w:basedOn w:val="Normln"/>
    <w:link w:val="LiteraturaChar"/>
    <w:rsid w:val="00D22461"/>
    <w:pPr>
      <w:numPr>
        <w:numId w:val="23"/>
      </w:numPr>
      <w:spacing w:before="0" w:after="0"/>
      <w:jc w:val="left"/>
    </w:pPr>
    <w:rPr>
      <w:sz w:val="24"/>
    </w:rPr>
  </w:style>
  <w:style w:type="character" w:customStyle="1" w:styleId="LiteraturaChar">
    <w:name w:val="Literatura Char"/>
    <w:link w:val="Literatura"/>
    <w:rsid w:val="00D22461"/>
    <w:rPr>
      <w:rFonts w:ascii="Arial" w:hAnsi="Arial"/>
      <w:sz w:val="24"/>
      <w:lang w:val="cs-CZ" w:eastAsia="cs-CZ" w:bidi="ar-SA"/>
    </w:rPr>
  </w:style>
  <w:style w:type="character" w:customStyle="1" w:styleId="ackaCharChar">
    <w:name w:val="acka Char Char"/>
    <w:link w:val="acka"/>
    <w:rsid w:val="00D22461"/>
    <w:rPr>
      <w:rFonts w:ascii="Arial" w:hAnsi="Arial"/>
      <w:sz w:val="22"/>
      <w:szCs w:val="22"/>
      <w:lang w:val="cs-CZ" w:eastAsia="cs-CZ" w:bidi="ar-SA"/>
    </w:rPr>
  </w:style>
  <w:style w:type="character" w:customStyle="1" w:styleId="CharCharCharCharChar">
    <w:name w:val="Char Char Char Char Char"/>
    <w:rsid w:val="00D22461"/>
    <w:rPr>
      <w:rFonts w:ascii="Arial" w:hAnsi="Arial"/>
      <w:sz w:val="22"/>
      <w:lang w:val="cs-CZ" w:eastAsia="cs-CZ" w:bidi="ar-SA"/>
    </w:rPr>
  </w:style>
  <w:style w:type="paragraph" w:customStyle="1" w:styleId="sloobrzku">
    <w:name w:val="číslo obrázku"/>
    <w:basedOn w:val="Normln"/>
    <w:next w:val="Normln"/>
    <w:link w:val="sloobrzkuChar"/>
    <w:rsid w:val="00D22461"/>
    <w:pPr>
      <w:spacing w:before="20" w:after="0"/>
      <w:jc w:val="center"/>
    </w:pPr>
    <w:rPr>
      <w:i/>
      <w:sz w:val="20"/>
      <w:szCs w:val="22"/>
    </w:rPr>
  </w:style>
  <w:style w:type="character" w:customStyle="1" w:styleId="sloobrzkuChar">
    <w:name w:val="číslo obrázku Char"/>
    <w:link w:val="sloobrzku"/>
    <w:rsid w:val="00D22461"/>
    <w:rPr>
      <w:rFonts w:ascii="Arial" w:hAnsi="Arial"/>
      <w:i/>
      <w:szCs w:val="22"/>
      <w:lang w:val="cs-CZ" w:eastAsia="cs-CZ" w:bidi="ar-SA"/>
    </w:rPr>
  </w:style>
  <w:style w:type="paragraph" w:customStyle="1" w:styleId="pupky">
    <w:name w:val="pupíky"/>
    <w:basedOn w:val="slovanseznam"/>
    <w:rsid w:val="00D22461"/>
    <w:pPr>
      <w:numPr>
        <w:ilvl w:val="10"/>
        <w:numId w:val="4"/>
      </w:numPr>
      <w:tabs>
        <w:tab w:val="clear" w:pos="360"/>
      </w:tabs>
      <w:spacing w:before="0" w:after="0"/>
      <w:ind w:left="284" w:hanging="284"/>
      <w:jc w:val="left"/>
    </w:pPr>
    <w:rPr>
      <w:sz w:val="20"/>
      <w:szCs w:val="22"/>
    </w:rPr>
  </w:style>
  <w:style w:type="character" w:customStyle="1" w:styleId="hvzdyCharChar1">
    <w:name w:val="hvězdy Char Char1"/>
    <w:rsid w:val="00D22461"/>
    <w:rPr>
      <w:rFonts w:ascii="Arial" w:hAnsi="Arial"/>
      <w:sz w:val="22"/>
      <w:szCs w:val="22"/>
      <w:lang w:val="cs-CZ" w:eastAsia="cs-CZ" w:bidi="ar-SA"/>
    </w:rPr>
  </w:style>
  <w:style w:type="paragraph" w:customStyle="1" w:styleId="Char8">
    <w:name w:val="Char8"/>
    <w:basedOn w:val="Normln"/>
    <w:rsid w:val="00D22461"/>
    <w:pPr>
      <w:spacing w:before="0" w:after="160" w:line="240" w:lineRule="exact"/>
      <w:jc w:val="left"/>
    </w:pPr>
    <w:rPr>
      <w:rFonts w:ascii="Verdana" w:hAnsi="Verdana"/>
      <w:sz w:val="20"/>
      <w:lang w:val="en-US" w:eastAsia="en-US"/>
    </w:rPr>
  </w:style>
  <w:style w:type="paragraph" w:customStyle="1" w:styleId="Char4">
    <w:name w:val="Char4"/>
    <w:basedOn w:val="Normln"/>
    <w:rsid w:val="00D22461"/>
    <w:pPr>
      <w:spacing w:before="0" w:after="160" w:line="240" w:lineRule="exact"/>
      <w:jc w:val="left"/>
    </w:pPr>
    <w:rPr>
      <w:rFonts w:ascii="Verdana" w:hAnsi="Verdana"/>
      <w:sz w:val="20"/>
      <w:lang w:val="en-US" w:eastAsia="en-US"/>
    </w:rPr>
  </w:style>
  <w:style w:type="character" w:customStyle="1" w:styleId="CharCharCharCharChar1">
    <w:name w:val="Char Char Char Char Char1"/>
    <w:aliases w:val=" Char Char Char Char1"/>
    <w:rsid w:val="00D22461"/>
    <w:rPr>
      <w:rFonts w:ascii="Arial" w:hAnsi="Arial"/>
      <w:noProof/>
      <w:sz w:val="22"/>
      <w:szCs w:val="22"/>
      <w:lang w:val="cs-CZ" w:eastAsia="cs-CZ" w:bidi="ar-SA"/>
    </w:rPr>
  </w:style>
  <w:style w:type="character" w:customStyle="1" w:styleId="CharChar4">
    <w:name w:val="Char Char4"/>
    <w:locked/>
    <w:rsid w:val="00D22461"/>
    <w:rPr>
      <w:rFonts w:ascii="Arial" w:hAnsi="Arial"/>
      <w:b/>
      <w:caps/>
      <w:kern w:val="28"/>
      <w:sz w:val="36"/>
      <w:lang w:val="cs-CZ" w:eastAsia="cs-CZ" w:bidi="ar-SA"/>
    </w:rPr>
  </w:style>
  <w:style w:type="character" w:customStyle="1" w:styleId="CaptionCharCharCharChar2">
    <w:name w:val="Caption Char Char Char Char2"/>
    <w:aliases w:val="Caption Char1 Char Char Char1,Caption Char1 Char Char2,Caption Char1 Char Char Char Char Char Char Char1,Caption Char Char Char Char Char Char2,Caption Char Char Char Char Char Char3"/>
    <w:rsid w:val="00D22461"/>
    <w:rPr>
      <w:rFonts w:ascii="Arial Narrow" w:hAnsi="Arial Narrow"/>
      <w:i/>
      <w:iCs/>
      <w:lang w:val="cs-CZ" w:eastAsia="cs-CZ" w:bidi="ar-SA"/>
    </w:rPr>
  </w:style>
  <w:style w:type="paragraph" w:customStyle="1" w:styleId="Char1CharCharCharCharChar">
    <w:name w:val="Char1 Char Char Char Char Char"/>
    <w:basedOn w:val="Normln"/>
    <w:rsid w:val="00D22461"/>
    <w:pPr>
      <w:spacing w:before="0" w:after="160" w:line="240" w:lineRule="exact"/>
      <w:jc w:val="left"/>
    </w:pPr>
    <w:rPr>
      <w:rFonts w:ascii="Verdana" w:hAnsi="Verdana"/>
      <w:sz w:val="20"/>
      <w:lang w:val="en-US" w:eastAsia="en-US"/>
    </w:rPr>
  </w:style>
  <w:style w:type="paragraph" w:customStyle="1" w:styleId="TextTICu">
    <w:name w:val="Text TICu"/>
    <w:basedOn w:val="Normln"/>
    <w:rsid w:val="00D2246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0" w:after="0"/>
    </w:pPr>
    <w:rPr>
      <w:rFonts w:ascii="Times New Roman" w:hAnsi="Times New Roman"/>
      <w:sz w:val="24"/>
    </w:rPr>
  </w:style>
  <w:style w:type="character" w:customStyle="1" w:styleId="CharCharChar4">
    <w:name w:val="Char Char Char4"/>
    <w:rsid w:val="00D22461"/>
    <w:rPr>
      <w:rFonts w:ascii="Arial" w:hAnsi="Arial"/>
      <w:b/>
      <w:i/>
      <w:sz w:val="32"/>
      <w:szCs w:val="32"/>
      <w:lang w:val="cs-CZ" w:eastAsia="cs-CZ" w:bidi="ar-SA"/>
    </w:rPr>
  </w:style>
  <w:style w:type="paragraph" w:customStyle="1" w:styleId="Char5CharCharChar">
    <w:name w:val="Char5 Char Char Char"/>
    <w:basedOn w:val="Normln"/>
    <w:rsid w:val="00D22461"/>
    <w:pPr>
      <w:spacing w:before="0" w:after="160" w:line="240" w:lineRule="exact"/>
      <w:jc w:val="left"/>
    </w:pPr>
    <w:rPr>
      <w:rFonts w:ascii="Verdana" w:hAnsi="Verdana"/>
      <w:sz w:val="20"/>
      <w:lang w:val="en-US" w:eastAsia="en-US"/>
    </w:rPr>
  </w:style>
  <w:style w:type="paragraph" w:customStyle="1" w:styleId="DefaultParagraphFontParaCharChar">
    <w:name w:val="Default Paragraph Font Para Char Char"/>
    <w:basedOn w:val="Normln"/>
    <w:rsid w:val="00D22461"/>
    <w:pPr>
      <w:spacing w:before="0" w:after="160" w:line="240" w:lineRule="exact"/>
      <w:jc w:val="left"/>
    </w:pPr>
    <w:rPr>
      <w:rFonts w:ascii="Verdana" w:hAnsi="Verdana"/>
      <w:sz w:val="20"/>
      <w:lang w:val="en-US" w:eastAsia="en-US"/>
    </w:rPr>
  </w:style>
  <w:style w:type="character" w:customStyle="1" w:styleId="TitulekCharChar">
    <w:name w:val="Titulek Char Char"/>
    <w:rsid w:val="00D22461"/>
    <w:rPr>
      <w:rFonts w:ascii="Arial Narrow" w:hAnsi="Arial Narrow"/>
      <w:i/>
      <w:iCs/>
      <w:lang w:val="cs-CZ" w:eastAsia="cs-CZ" w:bidi="ar-SA"/>
    </w:rPr>
  </w:style>
  <w:style w:type="paragraph" w:customStyle="1" w:styleId="Zkladntext21">
    <w:name w:val="Základní text 21"/>
    <w:rsid w:val="00D22461"/>
    <w:pPr>
      <w:overflowPunct w:val="0"/>
      <w:autoSpaceDE w:val="0"/>
      <w:autoSpaceDN w:val="0"/>
      <w:adjustRightInd w:val="0"/>
      <w:textAlignment w:val="baseline"/>
    </w:pPr>
    <w:rPr>
      <w:noProof/>
    </w:rPr>
  </w:style>
  <w:style w:type="paragraph" w:customStyle="1" w:styleId="Normlnweb1">
    <w:name w:val="Normální (web)1"/>
    <w:basedOn w:val="Normln"/>
    <w:rsid w:val="00D22461"/>
    <w:pPr>
      <w:overflowPunct w:val="0"/>
      <w:autoSpaceDE w:val="0"/>
      <w:autoSpaceDN w:val="0"/>
      <w:adjustRightInd w:val="0"/>
      <w:spacing w:before="120" w:after="0"/>
      <w:jc w:val="center"/>
      <w:textAlignment w:val="baseline"/>
    </w:pPr>
    <w:rPr>
      <w:rFonts w:ascii="Times New Roman" w:hAnsi="Times New Roman"/>
      <w:b/>
      <w:sz w:val="24"/>
    </w:rPr>
  </w:style>
  <w:style w:type="paragraph" w:customStyle="1" w:styleId="Zkladntext-prvnodsazen1">
    <w:name w:val="Základní text - první odsazený1"/>
    <w:basedOn w:val="Zkladntext"/>
    <w:rsid w:val="00D22461"/>
    <w:pPr>
      <w:overflowPunct w:val="0"/>
      <w:autoSpaceDE w:val="0"/>
      <w:autoSpaceDN w:val="0"/>
      <w:adjustRightInd w:val="0"/>
      <w:spacing w:before="0" w:after="0"/>
      <w:jc w:val="left"/>
      <w:textAlignment w:val="baseline"/>
    </w:pPr>
    <w:rPr>
      <w:rFonts w:ascii="Times New Roman" w:hAnsi="Times New Roman"/>
      <w:b/>
      <w:sz w:val="24"/>
    </w:rPr>
  </w:style>
  <w:style w:type="paragraph" w:customStyle="1" w:styleId="Zkladntextodsazen31">
    <w:name w:val="Základní text odsazený 31"/>
    <w:basedOn w:val="Normln"/>
    <w:rsid w:val="00D22461"/>
    <w:pPr>
      <w:overflowPunct w:val="0"/>
      <w:autoSpaceDE w:val="0"/>
      <w:autoSpaceDN w:val="0"/>
      <w:adjustRightInd w:val="0"/>
      <w:spacing w:before="120" w:after="0"/>
      <w:ind w:left="397" w:firstLine="709"/>
      <w:textAlignment w:val="baseline"/>
    </w:pPr>
    <w:rPr>
      <w:rFonts w:ascii="Times New Roman" w:hAnsi="Times New Roman"/>
      <w:sz w:val="24"/>
    </w:rPr>
  </w:style>
  <w:style w:type="character" w:customStyle="1" w:styleId="slovanseznam3Char">
    <w:name w:val="Číslovaný seznam 3 Char"/>
    <w:rsid w:val="00D22461"/>
    <w:rPr>
      <w:rFonts w:ascii="Arial" w:hAnsi="Arial"/>
      <w:sz w:val="22"/>
      <w:lang w:val="cs-CZ" w:eastAsia="cs-CZ" w:bidi="ar-SA"/>
    </w:rPr>
  </w:style>
  <w:style w:type="character" w:customStyle="1" w:styleId="Titulek1">
    <w:name w:val="Titulek1"/>
    <w:rsid w:val="00D22461"/>
    <w:rPr>
      <w:rFonts w:ascii="Arial Narrow" w:hAnsi="Arial Narrow"/>
      <w:i/>
      <w:iCs/>
      <w:lang w:val="cs-CZ" w:eastAsia="cs-CZ" w:bidi="ar-SA"/>
    </w:rPr>
  </w:style>
  <w:style w:type="character" w:customStyle="1" w:styleId="slovanseznamCharChar">
    <w:name w:val="Číslovaný seznam Char Char"/>
    <w:rsid w:val="00D22461"/>
    <w:rPr>
      <w:rFonts w:ascii="Arial" w:hAnsi="Arial"/>
      <w:sz w:val="22"/>
      <w:szCs w:val="22"/>
      <w:lang w:val="cs-CZ" w:eastAsia="cs-CZ" w:bidi="ar-SA"/>
    </w:rPr>
  </w:style>
  <w:style w:type="paragraph" w:customStyle="1" w:styleId="Zkladntextodsazen21">
    <w:name w:val="Základní text odsazený 21"/>
    <w:basedOn w:val="Zkladntext21"/>
    <w:rsid w:val="00D22461"/>
    <w:pPr>
      <w:jc w:val="right"/>
    </w:pPr>
  </w:style>
  <w:style w:type="paragraph" w:styleId="Pedmtkomente">
    <w:name w:val="annotation subject"/>
    <w:basedOn w:val="Textkomente"/>
    <w:next w:val="Textkomente"/>
    <w:semiHidden/>
    <w:rsid w:val="00D22461"/>
    <w:pPr>
      <w:spacing w:before="40" w:after="120"/>
    </w:pPr>
    <w:rPr>
      <w:b/>
      <w:bCs/>
      <w:lang w:val="cs-CZ" w:eastAsia="cs-CZ"/>
    </w:rPr>
  </w:style>
  <w:style w:type="character" w:customStyle="1" w:styleId="Nadpis4Char">
    <w:name w:val="Nadpis 4 Char"/>
    <w:link w:val="Nadpis4"/>
    <w:rsid w:val="00DE7C10"/>
    <w:rPr>
      <w:b/>
      <w:bCs/>
      <w:i/>
      <w:color w:val="000000" w:themeColor="text1"/>
      <w:sz w:val="24"/>
      <w:szCs w:val="24"/>
    </w:rPr>
  </w:style>
  <w:style w:type="paragraph" w:customStyle="1" w:styleId="semin">
    <w:name w:val="seminář"/>
    <w:basedOn w:val="Normln"/>
    <w:rsid w:val="00D22461"/>
    <w:pPr>
      <w:spacing w:before="0" w:after="0" w:line="360" w:lineRule="auto"/>
    </w:pPr>
    <w:rPr>
      <w:rFonts w:ascii="Times New Roman" w:hAnsi="Times New Roman"/>
      <w:sz w:val="28"/>
    </w:rPr>
  </w:style>
  <w:style w:type="paragraph" w:customStyle="1" w:styleId="Char10">
    <w:name w:val="Char1"/>
    <w:basedOn w:val="Normln"/>
    <w:rsid w:val="00D22461"/>
    <w:pPr>
      <w:spacing w:before="0" w:after="160" w:line="240" w:lineRule="exact"/>
      <w:jc w:val="left"/>
    </w:pPr>
    <w:rPr>
      <w:rFonts w:ascii="Verdana" w:hAnsi="Verdana"/>
      <w:sz w:val="20"/>
      <w:lang w:val="en-US" w:eastAsia="en-US"/>
    </w:rPr>
  </w:style>
  <w:style w:type="paragraph" w:customStyle="1" w:styleId="tip">
    <w:name w:val="tip"/>
    <w:basedOn w:val="Normln"/>
    <w:rsid w:val="00D22461"/>
    <w:pPr>
      <w:tabs>
        <w:tab w:val="num" w:pos="417"/>
      </w:tabs>
      <w:ind w:left="340" w:hanging="340"/>
    </w:pPr>
    <w:rPr>
      <w:i/>
    </w:rPr>
  </w:style>
  <w:style w:type="paragraph" w:customStyle="1" w:styleId="Styl2">
    <w:name w:val="Styl2"/>
    <w:basedOn w:val="Normln"/>
    <w:rsid w:val="00D22461"/>
  </w:style>
  <w:style w:type="paragraph" w:customStyle="1" w:styleId="slovn0">
    <w:name w:val="Číslování"/>
    <w:basedOn w:val="Normln"/>
    <w:next w:val="Normln"/>
    <w:rsid w:val="00D22461"/>
    <w:pPr>
      <w:tabs>
        <w:tab w:val="num" w:pos="360"/>
      </w:tabs>
      <w:ind w:left="357" w:hanging="357"/>
    </w:pPr>
    <w:rPr>
      <w:rFonts w:ascii="Times New Roman" w:hAnsi="Times New Roman"/>
    </w:rPr>
  </w:style>
  <w:style w:type="paragraph" w:customStyle="1" w:styleId="popisobrzku">
    <w:name w:val="popis obrázku"/>
    <w:basedOn w:val="Normln"/>
    <w:next w:val="Normln"/>
    <w:rsid w:val="00D22461"/>
    <w:pPr>
      <w:spacing w:before="0"/>
      <w:jc w:val="left"/>
    </w:pPr>
    <w:rPr>
      <w:sz w:val="20"/>
    </w:rPr>
  </w:style>
  <w:style w:type="paragraph" w:customStyle="1" w:styleId="Pb">
    <w:name w:val="Pb"/>
    <w:next w:val="Normln"/>
    <w:rsid w:val="00D22461"/>
    <w:pPr>
      <w:keepNext/>
      <w:pageBreakBefore/>
      <w:framePr w:hSpace="180" w:wrap="auto" w:vAnchor="text" w:hAnchor="page" w:y="1"/>
      <w:spacing w:line="80" w:lineRule="exact"/>
      <w:ind w:left="-280"/>
    </w:pPr>
    <w:rPr>
      <w:sz w:val="12"/>
      <w:lang w:val="en-US"/>
    </w:rPr>
  </w:style>
  <w:style w:type="paragraph" w:customStyle="1" w:styleId="Le">
    <w:name w:val="Le"/>
    <w:basedOn w:val="Normln"/>
    <w:next w:val="Normln"/>
    <w:rsid w:val="00D22461"/>
    <w:pPr>
      <w:spacing w:before="0" w:after="0" w:line="160" w:lineRule="exact"/>
      <w:jc w:val="right"/>
    </w:pPr>
    <w:rPr>
      <w:rFonts w:ascii="Times New Roman" w:hAnsi="Times New Roman"/>
      <w:sz w:val="12"/>
      <w:lang w:val="en-US"/>
    </w:rPr>
  </w:style>
  <w:style w:type="paragraph" w:customStyle="1" w:styleId="Lb1">
    <w:name w:val="Lb1"/>
    <w:basedOn w:val="Normln"/>
    <w:rsid w:val="00D22461"/>
    <w:pPr>
      <w:tabs>
        <w:tab w:val="left" w:pos="280"/>
      </w:tabs>
      <w:spacing w:before="40" w:after="80" w:line="240" w:lineRule="atLeast"/>
      <w:ind w:left="280" w:hanging="280"/>
      <w:jc w:val="left"/>
    </w:pPr>
    <w:rPr>
      <w:rFonts w:ascii="Times New Roman" w:hAnsi="Times New Roman"/>
      <w:sz w:val="21"/>
      <w:lang w:val="en-US"/>
    </w:rPr>
  </w:style>
  <w:style w:type="paragraph" w:customStyle="1" w:styleId="Leh">
    <w:name w:val="Leh"/>
    <w:basedOn w:val="Le"/>
    <w:next w:val="Nadpis1"/>
    <w:rsid w:val="00D22461"/>
    <w:pPr>
      <w:spacing w:before="40" w:after="40" w:line="80" w:lineRule="atLeast"/>
    </w:pPr>
  </w:style>
  <w:style w:type="paragraph" w:customStyle="1" w:styleId="Lp1">
    <w:name w:val="Lp1"/>
    <w:basedOn w:val="Normln"/>
    <w:rsid w:val="00D22461"/>
    <w:pPr>
      <w:tabs>
        <w:tab w:val="right" w:pos="160"/>
        <w:tab w:val="left" w:pos="280"/>
      </w:tabs>
      <w:spacing w:before="0" w:after="80" w:line="240" w:lineRule="exact"/>
      <w:ind w:left="280"/>
      <w:jc w:val="left"/>
    </w:pPr>
    <w:rPr>
      <w:rFonts w:ascii="Times New Roman" w:hAnsi="Times New Roman"/>
      <w:sz w:val="21"/>
      <w:lang w:val="en-US"/>
    </w:rPr>
  </w:style>
  <w:style w:type="paragraph" w:customStyle="1" w:styleId="Thf">
    <w:name w:val="Thf"/>
    <w:basedOn w:val="Th"/>
    <w:next w:val="Th"/>
    <w:rsid w:val="00D22461"/>
    <w:pPr>
      <w:ind w:left="0"/>
    </w:pPr>
  </w:style>
  <w:style w:type="paragraph" w:customStyle="1" w:styleId="Th">
    <w:name w:val="Th"/>
    <w:basedOn w:val="Normln"/>
    <w:rsid w:val="00D22461"/>
    <w:pPr>
      <w:keepNext/>
      <w:spacing w:before="20" w:line="220" w:lineRule="exact"/>
      <w:ind w:left="240"/>
      <w:jc w:val="left"/>
    </w:pPr>
    <w:rPr>
      <w:rFonts w:ascii="Times New Roman" w:hAnsi="Times New Roman"/>
      <w:b/>
      <w:sz w:val="19"/>
      <w:lang w:val="en-US"/>
    </w:rPr>
  </w:style>
  <w:style w:type="paragraph" w:customStyle="1" w:styleId="Tr">
    <w:name w:val="Tr"/>
    <w:next w:val="Normln"/>
    <w:rsid w:val="00D22461"/>
    <w:pPr>
      <w:keepNext/>
      <w:pBdr>
        <w:top w:val="single" w:sz="6" w:space="0" w:color="auto"/>
      </w:pBdr>
      <w:spacing w:line="20" w:lineRule="exact"/>
      <w:jc w:val="right"/>
    </w:pPr>
    <w:rPr>
      <w:sz w:val="8"/>
      <w:lang w:val="en-US"/>
    </w:rPr>
  </w:style>
  <w:style w:type="paragraph" w:customStyle="1" w:styleId="Tpf">
    <w:name w:val="Tpf"/>
    <w:basedOn w:val="Tp"/>
    <w:rsid w:val="00D22461"/>
    <w:pPr>
      <w:ind w:left="0"/>
    </w:pPr>
  </w:style>
  <w:style w:type="paragraph" w:customStyle="1" w:styleId="Tp">
    <w:name w:val="Tp"/>
    <w:basedOn w:val="Normln"/>
    <w:rsid w:val="00D22461"/>
    <w:pPr>
      <w:tabs>
        <w:tab w:val="left" w:pos="280"/>
        <w:tab w:val="left" w:pos="560"/>
      </w:tabs>
      <w:spacing w:before="20" w:line="220" w:lineRule="exact"/>
      <w:ind w:left="240"/>
      <w:jc w:val="left"/>
    </w:pPr>
    <w:rPr>
      <w:rFonts w:ascii="Times New Roman" w:hAnsi="Times New Roman"/>
      <w:sz w:val="19"/>
      <w:lang w:val="en-US"/>
    </w:rPr>
  </w:style>
  <w:style w:type="paragraph" w:customStyle="1" w:styleId="Tes">
    <w:name w:val="Tes"/>
    <w:basedOn w:val="Normln"/>
    <w:next w:val="Normln"/>
    <w:rsid w:val="00D22461"/>
    <w:pPr>
      <w:spacing w:before="0" w:after="0" w:line="140" w:lineRule="exact"/>
      <w:jc w:val="right"/>
    </w:pPr>
    <w:rPr>
      <w:rFonts w:ascii="Times New Roman" w:hAnsi="Times New Roman"/>
      <w:sz w:val="12"/>
      <w:lang w:val="en-US"/>
    </w:rPr>
  </w:style>
  <w:style w:type="character" w:customStyle="1" w:styleId="cmdn">
    <w:name w:val="cmdn"/>
    <w:basedOn w:val="Standardnpsmoodstavce"/>
    <w:rsid w:val="00D22461"/>
  </w:style>
  <w:style w:type="paragraph" w:customStyle="1" w:styleId="Proch">
    <w:name w:val="Proch"/>
    <w:next w:val="Ln1"/>
    <w:rsid w:val="00D22461"/>
    <w:pPr>
      <w:keepNext/>
      <w:tabs>
        <w:tab w:val="left" w:pos="280"/>
      </w:tabs>
      <w:spacing w:before="80" w:after="80" w:line="240" w:lineRule="exact"/>
      <w:ind w:hanging="360"/>
    </w:pPr>
    <w:rPr>
      <w:b/>
      <w:sz w:val="21"/>
      <w:lang w:val="en-US"/>
    </w:rPr>
  </w:style>
  <w:style w:type="paragraph" w:customStyle="1" w:styleId="Ln1">
    <w:name w:val="Ln1"/>
    <w:basedOn w:val="Normln"/>
    <w:rsid w:val="00D22461"/>
    <w:pPr>
      <w:tabs>
        <w:tab w:val="right" w:pos="160"/>
        <w:tab w:val="left" w:pos="280"/>
      </w:tabs>
      <w:spacing w:before="40" w:after="80" w:line="240" w:lineRule="exact"/>
      <w:ind w:left="280" w:hanging="440"/>
      <w:jc w:val="left"/>
    </w:pPr>
    <w:rPr>
      <w:rFonts w:ascii="Times New Roman" w:hAnsi="Times New Roman"/>
      <w:sz w:val="21"/>
      <w:lang w:val="en-US"/>
    </w:rPr>
  </w:style>
  <w:style w:type="paragraph" w:customStyle="1" w:styleId="Procp">
    <w:name w:val="Procp"/>
    <w:basedOn w:val="Normln"/>
    <w:next w:val="Ln1"/>
    <w:rsid w:val="00D22461"/>
    <w:pPr>
      <w:keepNext/>
      <w:spacing w:before="40" w:after="80" w:line="240" w:lineRule="exact"/>
      <w:jc w:val="left"/>
    </w:pPr>
    <w:rPr>
      <w:rFonts w:ascii="Times New Roman" w:hAnsi="Times New Roman"/>
      <w:sz w:val="21"/>
      <w:lang w:val="en-US"/>
    </w:rPr>
  </w:style>
  <w:style w:type="paragraph" w:customStyle="1" w:styleId="Np1">
    <w:name w:val="Np1"/>
    <w:basedOn w:val="Normln"/>
    <w:next w:val="Ne"/>
    <w:rsid w:val="00D22461"/>
    <w:pPr>
      <w:keepNext/>
      <w:spacing w:before="40" w:after="80" w:line="240" w:lineRule="exact"/>
      <w:jc w:val="left"/>
    </w:pPr>
    <w:rPr>
      <w:rFonts w:ascii="Times New Roman" w:hAnsi="Times New Roman"/>
      <w:sz w:val="21"/>
      <w:lang w:val="en-US"/>
    </w:rPr>
  </w:style>
  <w:style w:type="paragraph" w:customStyle="1" w:styleId="Ne">
    <w:name w:val="Ne"/>
    <w:next w:val="Normln"/>
    <w:rsid w:val="00D22461"/>
    <w:pPr>
      <w:pBdr>
        <w:top w:val="single" w:sz="6" w:space="1" w:color="auto"/>
      </w:pBdr>
      <w:spacing w:after="40" w:line="140" w:lineRule="exact"/>
      <w:ind w:left="30" w:right="30"/>
    </w:pPr>
    <w:rPr>
      <w:color w:val="FFFFFF"/>
      <w:sz w:val="12"/>
      <w:lang w:val="en-US"/>
    </w:rPr>
  </w:style>
  <w:style w:type="paragraph" w:customStyle="1" w:styleId="Ns">
    <w:name w:val="Ns"/>
    <w:next w:val="Nh"/>
    <w:rsid w:val="00D22461"/>
    <w:pPr>
      <w:keepNext/>
      <w:pBdr>
        <w:bottom w:val="single" w:sz="6" w:space="1" w:color="auto"/>
      </w:pBdr>
      <w:spacing w:line="80" w:lineRule="exact"/>
      <w:ind w:left="30" w:right="30"/>
    </w:pPr>
    <w:rPr>
      <w:color w:val="FFFFFF"/>
      <w:sz w:val="12"/>
      <w:lang w:val="en-US"/>
    </w:rPr>
  </w:style>
  <w:style w:type="paragraph" w:customStyle="1" w:styleId="Nh">
    <w:name w:val="Nh"/>
    <w:next w:val="Np1"/>
    <w:rsid w:val="00D22461"/>
    <w:pPr>
      <w:keepNext/>
      <w:framePr w:h="235" w:hSpace="130" w:wrap="auto" w:vAnchor="text" w:hAnchor="text" w:y="1"/>
      <w:spacing w:before="40" w:line="238" w:lineRule="exact"/>
    </w:pPr>
    <w:rPr>
      <w:rFonts w:ascii="Arial Narrow" w:hAnsi="Arial Narrow"/>
      <w:b/>
      <w:sz w:val="21"/>
      <w:lang w:val="en-US"/>
    </w:rPr>
  </w:style>
  <w:style w:type="paragraph" w:customStyle="1" w:styleId="t">
    <w:name w:val="t"/>
    <w:basedOn w:val="Normln"/>
    <w:rsid w:val="00D22461"/>
    <w:pPr>
      <w:spacing w:before="100" w:beforeAutospacing="1" w:after="100" w:afterAutospacing="1"/>
      <w:jc w:val="left"/>
    </w:pPr>
    <w:rPr>
      <w:rFonts w:ascii="Times New Roman" w:hAnsi="Times New Roman"/>
      <w:color w:val="000000"/>
      <w:sz w:val="24"/>
      <w:szCs w:val="24"/>
    </w:rPr>
  </w:style>
  <w:style w:type="paragraph" w:customStyle="1" w:styleId="xl23">
    <w:name w:val="xl23"/>
    <w:basedOn w:val="Normln"/>
    <w:rsid w:val="00D22461"/>
    <w:pPr>
      <w:spacing w:before="100" w:beforeAutospacing="1" w:after="100" w:afterAutospacing="1"/>
      <w:jc w:val="center"/>
    </w:pPr>
    <w:rPr>
      <w:szCs w:val="22"/>
    </w:rPr>
  </w:style>
  <w:style w:type="paragraph" w:styleId="Seznamobrzk">
    <w:name w:val="table of figures"/>
    <w:basedOn w:val="Normln"/>
    <w:next w:val="Normln"/>
    <w:semiHidden/>
    <w:rsid w:val="00D22461"/>
    <w:pPr>
      <w:spacing w:before="0" w:after="0"/>
      <w:ind w:left="440" w:hanging="440"/>
      <w:jc w:val="left"/>
    </w:pPr>
    <w:rPr>
      <w:rFonts w:ascii="Times New Roman" w:hAnsi="Times New Roman"/>
      <w:b/>
      <w:bCs/>
      <w:szCs w:val="24"/>
    </w:rPr>
  </w:style>
  <w:style w:type="paragraph" w:customStyle="1" w:styleId="noteindent">
    <w:name w:val="noteindent"/>
    <w:basedOn w:val="Normln"/>
    <w:rsid w:val="00D22461"/>
    <w:pPr>
      <w:spacing w:before="100" w:beforeAutospacing="1" w:after="100" w:afterAutospacing="1"/>
      <w:ind w:left="560"/>
      <w:jc w:val="left"/>
    </w:pPr>
    <w:rPr>
      <w:rFonts w:ascii="Times New Roman" w:hAnsi="Times New Roman"/>
      <w:sz w:val="24"/>
      <w:szCs w:val="24"/>
    </w:rPr>
  </w:style>
  <w:style w:type="paragraph" w:customStyle="1" w:styleId="ListBulletedItem1">
    <w:name w:val="List Bulleted Item 1"/>
    <w:rsid w:val="00D22461"/>
    <w:pPr>
      <w:tabs>
        <w:tab w:val="num" w:pos="360"/>
      </w:tabs>
      <w:spacing w:after="120" w:line="240" w:lineRule="exact"/>
      <w:ind w:left="360" w:hanging="360"/>
    </w:pPr>
    <w:rPr>
      <w:rFonts w:ascii="Arial" w:hAnsi="Arial"/>
      <w:snapToGrid w:val="0"/>
    </w:rPr>
  </w:style>
  <w:style w:type="paragraph" w:customStyle="1" w:styleId="scenario">
    <w:name w:val="scenario"/>
    <w:basedOn w:val="Nadpis3"/>
    <w:rsid w:val="00D22461"/>
    <w:pPr>
      <w:keepNext w:val="0"/>
      <w:numPr>
        <w:ilvl w:val="0"/>
        <w:numId w:val="0"/>
      </w:numPr>
      <w:suppressLineNumbers/>
      <w:tabs>
        <w:tab w:val="clear" w:pos="567"/>
        <w:tab w:val="num" w:pos="360"/>
      </w:tabs>
      <w:suppressAutoHyphens/>
      <w:spacing w:before="240" w:after="120" w:line="220" w:lineRule="exact"/>
      <w:ind w:left="505" w:hanging="505"/>
    </w:pPr>
    <w:rPr>
      <w:noProof w:val="0"/>
      <w:sz w:val="24"/>
      <w:szCs w:val="24"/>
    </w:rPr>
  </w:style>
  <w:style w:type="paragraph" w:customStyle="1" w:styleId="DefaultParagraphFontParaCharCharCharCharCharCharCharCharChar">
    <w:name w:val="Default Paragraph Font Para Char Char Char Char Char Char Char Char Char"/>
    <w:basedOn w:val="Normln"/>
    <w:rsid w:val="00D22461"/>
    <w:pPr>
      <w:spacing w:before="0" w:after="160" w:line="240" w:lineRule="exact"/>
      <w:jc w:val="left"/>
    </w:pPr>
    <w:rPr>
      <w:rFonts w:ascii="Verdana" w:hAnsi="Verdana"/>
      <w:sz w:val="20"/>
      <w:lang w:val="en-US" w:eastAsia="en-US"/>
    </w:rPr>
  </w:style>
  <w:style w:type="paragraph" w:customStyle="1" w:styleId="NormaleChar">
    <w:name w:val="Normale Char"/>
    <w:basedOn w:val="Normln"/>
    <w:link w:val="NormaleCharChar"/>
    <w:rsid w:val="00D22461"/>
    <w:rPr>
      <w:szCs w:val="22"/>
    </w:rPr>
  </w:style>
  <w:style w:type="character" w:customStyle="1" w:styleId="NormaleCharChar">
    <w:name w:val="Normale Char Char"/>
    <w:link w:val="NormaleChar"/>
    <w:rsid w:val="00D22461"/>
    <w:rPr>
      <w:rFonts w:ascii="Arial" w:hAnsi="Arial"/>
      <w:sz w:val="22"/>
      <w:szCs w:val="22"/>
      <w:lang w:val="cs-CZ" w:eastAsia="cs-CZ" w:bidi="ar-SA"/>
    </w:rPr>
  </w:style>
  <w:style w:type="paragraph" w:customStyle="1" w:styleId="Obrzekvtextu">
    <w:name w:val="Obrázek v textu"/>
    <w:basedOn w:val="Normln"/>
    <w:next w:val="Normln"/>
    <w:rsid w:val="00D22461"/>
    <w:pPr>
      <w:spacing w:before="120" w:after="0"/>
      <w:jc w:val="center"/>
    </w:pPr>
    <w:rPr>
      <w:rFonts w:ascii="Times New Roman" w:hAnsi="Times New Roman"/>
      <w:sz w:val="20"/>
    </w:rPr>
  </w:style>
  <w:style w:type="paragraph" w:customStyle="1" w:styleId="ObrpopisCharChar">
    <w:name w:val="Obr_popis Char Char"/>
    <w:basedOn w:val="Normln"/>
    <w:next w:val="Normln"/>
    <w:link w:val="ObrpopisCharCharChar"/>
    <w:rsid w:val="00D22461"/>
    <w:pPr>
      <w:spacing w:before="0" w:after="0"/>
      <w:jc w:val="center"/>
    </w:pPr>
    <w:rPr>
      <w:i/>
      <w:sz w:val="18"/>
    </w:rPr>
  </w:style>
  <w:style w:type="character" w:customStyle="1" w:styleId="ObrpopisCharCharChar">
    <w:name w:val="Obr_popis Char Char Char"/>
    <w:link w:val="ObrpopisCharChar"/>
    <w:rsid w:val="00D22461"/>
    <w:rPr>
      <w:rFonts w:ascii="Arial" w:hAnsi="Arial"/>
      <w:i/>
      <w:sz w:val="18"/>
      <w:lang w:val="cs-CZ" w:eastAsia="cs-CZ" w:bidi="ar-SA"/>
    </w:rPr>
  </w:style>
  <w:style w:type="character" w:customStyle="1" w:styleId="Heading1Char">
    <w:name w:val="Heading 1 Char"/>
    <w:rsid w:val="00D22461"/>
    <w:rPr>
      <w:rFonts w:ascii="Arial" w:hAnsi="Arial"/>
      <w:b/>
      <w:caps/>
      <w:kern w:val="28"/>
      <w:sz w:val="40"/>
      <w:szCs w:val="40"/>
      <w:lang w:val="cs-CZ" w:eastAsia="cs-CZ" w:bidi="ar-SA"/>
    </w:rPr>
  </w:style>
  <w:style w:type="paragraph" w:customStyle="1" w:styleId="Normale-odsazeny-hvezdy">
    <w:name w:val="Normale-odsazeny-hvezdy"/>
    <w:basedOn w:val="Normln"/>
    <w:rsid w:val="00D22461"/>
    <w:pPr>
      <w:tabs>
        <w:tab w:val="num" w:pos="360"/>
      </w:tabs>
      <w:spacing w:before="20" w:after="20"/>
      <w:ind w:left="357" w:hanging="357"/>
    </w:pPr>
  </w:style>
  <w:style w:type="paragraph" w:customStyle="1" w:styleId="Normale">
    <w:name w:val="Normale"/>
    <w:basedOn w:val="Normln"/>
    <w:rsid w:val="00D22461"/>
    <w:rPr>
      <w:szCs w:val="22"/>
    </w:rPr>
  </w:style>
  <w:style w:type="paragraph" w:customStyle="1" w:styleId="Obroznaen">
    <w:name w:val="Obr_označení"/>
    <w:basedOn w:val="Normln"/>
    <w:next w:val="ObrpopisCharChar"/>
    <w:link w:val="ObroznaenChar"/>
    <w:qFormat/>
    <w:rsid w:val="006974DF"/>
    <w:pPr>
      <w:spacing w:before="0" w:after="0"/>
      <w:jc w:val="center"/>
    </w:pPr>
    <w:rPr>
      <w:i/>
      <w:sz w:val="18"/>
    </w:rPr>
  </w:style>
  <w:style w:type="character" w:customStyle="1" w:styleId="ObroznaenChar">
    <w:name w:val="Obr_označení Char"/>
    <w:link w:val="Obroznaen"/>
    <w:rsid w:val="006974DF"/>
    <w:rPr>
      <w:rFonts w:ascii="Arial" w:hAnsi="Arial"/>
      <w:i/>
      <w:sz w:val="18"/>
    </w:rPr>
  </w:style>
  <w:style w:type="paragraph" w:customStyle="1" w:styleId="Normale-odsazeny">
    <w:name w:val="Normale-odsazeny"/>
    <w:basedOn w:val="Normln"/>
    <w:rsid w:val="00D22461"/>
    <w:pPr>
      <w:ind w:left="284" w:hanging="284"/>
    </w:pPr>
    <w:rPr>
      <w:sz w:val="20"/>
    </w:rPr>
  </w:style>
  <w:style w:type="paragraph" w:customStyle="1" w:styleId="DefaultParagraphFontParaChar">
    <w:name w:val="Default Paragraph Font Para Char"/>
    <w:basedOn w:val="Normln"/>
    <w:rsid w:val="00D22461"/>
    <w:pPr>
      <w:spacing w:before="0" w:after="160" w:line="240" w:lineRule="exact"/>
      <w:jc w:val="left"/>
    </w:pPr>
    <w:rPr>
      <w:rFonts w:ascii="Verdana" w:hAnsi="Verdana"/>
      <w:sz w:val="20"/>
      <w:lang w:val="en-US" w:eastAsia="en-US"/>
    </w:rPr>
  </w:style>
  <w:style w:type="character" w:customStyle="1" w:styleId="CharCharChar">
    <w:name w:val="Char Char Char"/>
    <w:rsid w:val="00D22461"/>
    <w:rPr>
      <w:rFonts w:ascii="Arial" w:hAnsi="Arial"/>
      <w:sz w:val="22"/>
      <w:lang w:val="cs-CZ" w:eastAsia="cs-CZ" w:bidi="ar-SA"/>
    </w:rPr>
  </w:style>
  <w:style w:type="character" w:customStyle="1" w:styleId="AnglitinaChar">
    <w:name w:val="Angličtina Char"/>
    <w:rsid w:val="00D22461"/>
    <w:rPr>
      <w:i/>
      <w:lang w:val="en-US"/>
    </w:rPr>
  </w:style>
  <w:style w:type="character" w:customStyle="1" w:styleId="StyleBold">
    <w:name w:val="Style Bold"/>
    <w:rsid w:val="00D22461"/>
    <w:rPr>
      <w:b/>
    </w:rPr>
  </w:style>
  <w:style w:type="paragraph" w:customStyle="1" w:styleId="DefaultParagraphFontParaCharCharChar">
    <w:name w:val="Default Paragraph Font Para Char Char Char"/>
    <w:basedOn w:val="Normln"/>
    <w:rsid w:val="00D22461"/>
    <w:pPr>
      <w:spacing w:before="0" w:after="160" w:line="240" w:lineRule="exact"/>
      <w:jc w:val="left"/>
    </w:pPr>
    <w:rPr>
      <w:rFonts w:ascii="Verdana" w:hAnsi="Verdana"/>
      <w:lang w:val="en-US" w:eastAsia="en-US"/>
    </w:rPr>
  </w:style>
  <w:style w:type="paragraph" w:customStyle="1" w:styleId="ObrpopisChar">
    <w:name w:val="Obr_popis Char"/>
    <w:basedOn w:val="Normln"/>
    <w:next w:val="Normln"/>
    <w:rsid w:val="00D22461"/>
    <w:pPr>
      <w:spacing w:before="0" w:after="0"/>
      <w:jc w:val="center"/>
    </w:pPr>
    <w:rPr>
      <w:i/>
      <w:sz w:val="20"/>
    </w:rPr>
  </w:style>
  <w:style w:type="character" w:customStyle="1" w:styleId="AnglitinaCharChar">
    <w:name w:val="Angličtina Char Char"/>
    <w:rsid w:val="00D22461"/>
    <w:rPr>
      <w:rFonts w:ascii="Arial" w:hAnsi="Arial"/>
      <w:i/>
      <w:lang w:val="cs-CZ" w:eastAsia="cs-CZ" w:bidi="ar-SA"/>
    </w:rPr>
  </w:style>
  <w:style w:type="character" w:customStyle="1" w:styleId="Anglitina-nabdky">
    <w:name w:val="Angličtina - nabídky"/>
    <w:rsid w:val="00D22461"/>
    <w:rPr>
      <w:i/>
      <w:smallCaps/>
      <w:noProof/>
      <w:lang w:val="en-US"/>
    </w:rPr>
  </w:style>
  <w:style w:type="character" w:customStyle="1" w:styleId="Anglitina">
    <w:name w:val="Angličtina"/>
    <w:rsid w:val="00D22461"/>
    <w:rPr>
      <w:i/>
      <w:lang w:val="en-US"/>
    </w:rPr>
  </w:style>
  <w:style w:type="paragraph" w:customStyle="1" w:styleId="StylehvzdyBold">
    <w:name w:val="Style hvězdy + Bold"/>
    <w:basedOn w:val="hvzdy0"/>
    <w:link w:val="StylehvzdyBoldChar"/>
    <w:rsid w:val="00D22461"/>
    <w:pPr>
      <w:numPr>
        <w:numId w:val="0"/>
      </w:numPr>
      <w:tabs>
        <w:tab w:val="num" w:pos="360"/>
      </w:tabs>
      <w:spacing w:before="20" w:after="20"/>
      <w:ind w:left="584" w:hanging="357"/>
      <w:jc w:val="left"/>
    </w:pPr>
    <w:rPr>
      <w:b/>
      <w:bCs/>
      <w:noProof w:val="0"/>
      <w:szCs w:val="24"/>
      <w:lang w:eastAsia="en-US"/>
    </w:rPr>
  </w:style>
  <w:style w:type="character" w:customStyle="1" w:styleId="StylehvzdyBoldChar">
    <w:name w:val="Style hvězdy + Bold Char"/>
    <w:link w:val="StylehvzdyBold"/>
    <w:rsid w:val="00D22461"/>
    <w:rPr>
      <w:rFonts w:ascii="Arial" w:hAnsi="Arial"/>
      <w:b/>
      <w:bCs/>
      <w:sz w:val="22"/>
      <w:szCs w:val="24"/>
      <w:lang w:val="cs-CZ" w:eastAsia="en-US" w:bidi="ar-SA"/>
    </w:rPr>
  </w:style>
  <w:style w:type="paragraph" w:customStyle="1" w:styleId="text1">
    <w:name w:val="text1"/>
    <w:basedOn w:val="Normln"/>
    <w:link w:val="text1Char"/>
    <w:rsid w:val="0093556A"/>
    <w:pPr>
      <w:spacing w:before="0" w:after="0"/>
      <w:ind w:firstLine="540"/>
    </w:pPr>
    <w:rPr>
      <w:rFonts w:ascii="Times New Roman" w:hAnsi="Times New Roman"/>
      <w:sz w:val="24"/>
      <w:szCs w:val="24"/>
    </w:rPr>
  </w:style>
  <w:style w:type="character" w:customStyle="1" w:styleId="text1Char">
    <w:name w:val="text1 Char"/>
    <w:link w:val="text1"/>
    <w:rsid w:val="0093556A"/>
    <w:rPr>
      <w:sz w:val="24"/>
      <w:szCs w:val="24"/>
      <w:lang w:val="cs-CZ" w:eastAsia="cs-CZ" w:bidi="ar-SA"/>
    </w:rPr>
  </w:style>
  <w:style w:type="paragraph" w:customStyle="1" w:styleId="Akordy">
    <w:name w:val="Akordy"/>
    <w:basedOn w:val="Normln"/>
    <w:link w:val="AkordyChar"/>
    <w:qFormat/>
    <w:rsid w:val="00A069D0"/>
    <w:rPr>
      <w:rFonts w:ascii="Bookman Old Style" w:hAnsi="Bookman Old Style"/>
      <w:b/>
      <w:color w:val="767171" w:themeColor="background2" w:themeShade="80"/>
      <w:sz w:val="44"/>
      <w:vertAlign w:val="superscript"/>
    </w:rPr>
  </w:style>
  <w:style w:type="character" w:customStyle="1" w:styleId="AkordyChar">
    <w:name w:val="Akordy Char"/>
    <w:basedOn w:val="Standardnpsmoodstavce"/>
    <w:link w:val="Akordy"/>
    <w:rsid w:val="00A069D0"/>
    <w:rPr>
      <w:rFonts w:ascii="Bookman Old Style" w:hAnsi="Bookman Old Style"/>
      <w:b/>
      <w:color w:val="767171" w:themeColor="background2" w:themeShade="80"/>
      <w:sz w:val="44"/>
      <w:vertAlign w:val="superscript"/>
    </w:rPr>
  </w:style>
  <w:style w:type="paragraph" w:styleId="Odstavecseseznamem">
    <w:name w:val="List Paragraph"/>
    <w:basedOn w:val="Normln"/>
    <w:uiPriority w:val="34"/>
    <w:qFormat/>
    <w:rsid w:val="00582E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rickmckeon.com" TargetMode="External"/><Relationship Id="rId23" Type="http://schemas.openxmlformats.org/officeDocument/2006/relationships/image" Target="media/image16.PNG"/><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image" Target="media/image15.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AAA_DOKUMENTY\&#352;ablony\EXTRA%20MOJE.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EXTRA MOJE.dotx</Template>
  <TotalTime>0</TotalTime>
  <Pages>6</Pages>
  <Words>1912</Words>
  <Characters>11287</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1</vt:lpstr>
    </vt:vector>
  </TitlesOfParts>
  <Company>Karel</Company>
  <LinksUpToDate>false</LinksUpToDate>
  <CharactersWithSpaces>13173</CharactersWithSpaces>
  <SharedDoc>false</SharedDoc>
  <HLinks>
    <vt:vector size="78" baseType="variant">
      <vt:variant>
        <vt:i4>1900599</vt:i4>
      </vt:variant>
      <vt:variant>
        <vt:i4>74</vt:i4>
      </vt:variant>
      <vt:variant>
        <vt:i4>0</vt:i4>
      </vt:variant>
      <vt:variant>
        <vt:i4>5</vt:i4>
      </vt:variant>
      <vt:variant>
        <vt:lpwstr/>
      </vt:variant>
      <vt:variant>
        <vt:lpwstr>_Toc409639952</vt:lpwstr>
      </vt:variant>
      <vt:variant>
        <vt:i4>1900599</vt:i4>
      </vt:variant>
      <vt:variant>
        <vt:i4>68</vt:i4>
      </vt:variant>
      <vt:variant>
        <vt:i4>0</vt:i4>
      </vt:variant>
      <vt:variant>
        <vt:i4>5</vt:i4>
      </vt:variant>
      <vt:variant>
        <vt:lpwstr/>
      </vt:variant>
      <vt:variant>
        <vt:lpwstr>_Toc409639951</vt:lpwstr>
      </vt:variant>
      <vt:variant>
        <vt:i4>1900599</vt:i4>
      </vt:variant>
      <vt:variant>
        <vt:i4>62</vt:i4>
      </vt:variant>
      <vt:variant>
        <vt:i4>0</vt:i4>
      </vt:variant>
      <vt:variant>
        <vt:i4>5</vt:i4>
      </vt:variant>
      <vt:variant>
        <vt:lpwstr/>
      </vt:variant>
      <vt:variant>
        <vt:lpwstr>_Toc409639950</vt:lpwstr>
      </vt:variant>
      <vt:variant>
        <vt:i4>1835063</vt:i4>
      </vt:variant>
      <vt:variant>
        <vt:i4>56</vt:i4>
      </vt:variant>
      <vt:variant>
        <vt:i4>0</vt:i4>
      </vt:variant>
      <vt:variant>
        <vt:i4>5</vt:i4>
      </vt:variant>
      <vt:variant>
        <vt:lpwstr/>
      </vt:variant>
      <vt:variant>
        <vt:lpwstr>_Toc409639949</vt:lpwstr>
      </vt:variant>
      <vt:variant>
        <vt:i4>1835063</vt:i4>
      </vt:variant>
      <vt:variant>
        <vt:i4>50</vt:i4>
      </vt:variant>
      <vt:variant>
        <vt:i4>0</vt:i4>
      </vt:variant>
      <vt:variant>
        <vt:i4>5</vt:i4>
      </vt:variant>
      <vt:variant>
        <vt:lpwstr/>
      </vt:variant>
      <vt:variant>
        <vt:lpwstr>_Toc409639948</vt:lpwstr>
      </vt:variant>
      <vt:variant>
        <vt:i4>1835063</vt:i4>
      </vt:variant>
      <vt:variant>
        <vt:i4>44</vt:i4>
      </vt:variant>
      <vt:variant>
        <vt:i4>0</vt:i4>
      </vt:variant>
      <vt:variant>
        <vt:i4>5</vt:i4>
      </vt:variant>
      <vt:variant>
        <vt:lpwstr/>
      </vt:variant>
      <vt:variant>
        <vt:lpwstr>_Toc409639947</vt:lpwstr>
      </vt:variant>
      <vt:variant>
        <vt:i4>1835063</vt:i4>
      </vt:variant>
      <vt:variant>
        <vt:i4>38</vt:i4>
      </vt:variant>
      <vt:variant>
        <vt:i4>0</vt:i4>
      </vt:variant>
      <vt:variant>
        <vt:i4>5</vt:i4>
      </vt:variant>
      <vt:variant>
        <vt:lpwstr/>
      </vt:variant>
      <vt:variant>
        <vt:lpwstr>_Toc409639946</vt:lpwstr>
      </vt:variant>
      <vt:variant>
        <vt:i4>1835063</vt:i4>
      </vt:variant>
      <vt:variant>
        <vt:i4>32</vt:i4>
      </vt:variant>
      <vt:variant>
        <vt:i4>0</vt:i4>
      </vt:variant>
      <vt:variant>
        <vt:i4>5</vt:i4>
      </vt:variant>
      <vt:variant>
        <vt:lpwstr/>
      </vt:variant>
      <vt:variant>
        <vt:lpwstr>_Toc409639945</vt:lpwstr>
      </vt:variant>
      <vt:variant>
        <vt:i4>1835063</vt:i4>
      </vt:variant>
      <vt:variant>
        <vt:i4>26</vt:i4>
      </vt:variant>
      <vt:variant>
        <vt:i4>0</vt:i4>
      </vt:variant>
      <vt:variant>
        <vt:i4>5</vt:i4>
      </vt:variant>
      <vt:variant>
        <vt:lpwstr/>
      </vt:variant>
      <vt:variant>
        <vt:lpwstr>_Toc409639944</vt:lpwstr>
      </vt:variant>
      <vt:variant>
        <vt:i4>1835063</vt:i4>
      </vt:variant>
      <vt:variant>
        <vt:i4>20</vt:i4>
      </vt:variant>
      <vt:variant>
        <vt:i4>0</vt:i4>
      </vt:variant>
      <vt:variant>
        <vt:i4>5</vt:i4>
      </vt:variant>
      <vt:variant>
        <vt:lpwstr/>
      </vt:variant>
      <vt:variant>
        <vt:lpwstr>_Toc409639943</vt:lpwstr>
      </vt:variant>
      <vt:variant>
        <vt:i4>1835063</vt:i4>
      </vt:variant>
      <vt:variant>
        <vt:i4>14</vt:i4>
      </vt:variant>
      <vt:variant>
        <vt:i4>0</vt:i4>
      </vt:variant>
      <vt:variant>
        <vt:i4>5</vt:i4>
      </vt:variant>
      <vt:variant>
        <vt:lpwstr/>
      </vt:variant>
      <vt:variant>
        <vt:lpwstr>_Toc409639942</vt:lpwstr>
      </vt:variant>
      <vt:variant>
        <vt:i4>1835063</vt:i4>
      </vt:variant>
      <vt:variant>
        <vt:i4>8</vt:i4>
      </vt:variant>
      <vt:variant>
        <vt:i4>0</vt:i4>
      </vt:variant>
      <vt:variant>
        <vt:i4>5</vt:i4>
      </vt:variant>
      <vt:variant>
        <vt:lpwstr/>
      </vt:variant>
      <vt:variant>
        <vt:lpwstr>_Toc409639941</vt:lpwstr>
      </vt:variant>
      <vt:variant>
        <vt:i4>1835063</vt:i4>
      </vt:variant>
      <vt:variant>
        <vt:i4>2</vt:i4>
      </vt:variant>
      <vt:variant>
        <vt:i4>0</vt:i4>
      </vt:variant>
      <vt:variant>
        <vt:i4>5</vt:i4>
      </vt:variant>
      <vt:variant>
        <vt:lpwstr/>
      </vt:variant>
      <vt:variant>
        <vt:lpwstr>_Toc409639940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Karel</dc:creator>
  <cp:keywords/>
  <cp:lastModifiedBy>Karel</cp:lastModifiedBy>
  <cp:revision>2</cp:revision>
  <cp:lastPrinted>2011-03-15T13:38:00Z</cp:lastPrinted>
  <dcterms:created xsi:type="dcterms:W3CDTF">2016-06-25T09:51:00Z</dcterms:created>
  <dcterms:modified xsi:type="dcterms:W3CDTF">2016-06-25T09:51:00Z</dcterms:modified>
</cp:coreProperties>
</file>